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CD6" w:rsidRDefault="009A7E7C">
      <w:pPr>
        <w:pStyle w:val="ab"/>
        <w:rPr>
          <w:b w:val="0"/>
          <w:bCs w:val="0"/>
          <w:sz w:val="20"/>
        </w:rPr>
      </w:pPr>
      <w:r>
        <w:rPr>
          <w:noProof/>
        </w:rPr>
        <w:drawing>
          <wp:inline distT="0" distB="0" distL="0" distR="0">
            <wp:extent cx="6096000" cy="1314450"/>
            <wp:effectExtent l="0" t="0" r="0" b="0"/>
            <wp:docPr id="5" name="Рисунок 1" descr="all blank centr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ll blank centri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54" r="64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CD6" w:rsidRDefault="00643CD6">
      <w:pPr>
        <w:pStyle w:val="ab"/>
        <w:rPr>
          <w:b w:val="0"/>
          <w:bCs w:val="0"/>
          <w:sz w:val="20"/>
        </w:rPr>
      </w:pPr>
    </w:p>
    <w:p w:rsidR="00752194" w:rsidRDefault="00752194" w:rsidP="00752194">
      <w:pPr>
        <w:pStyle w:val="ab"/>
        <w:rPr>
          <w:b w:val="0"/>
          <w:bCs w:val="0"/>
          <w:sz w:val="20"/>
        </w:rPr>
      </w:pPr>
    </w:p>
    <w:p w:rsidR="00752194" w:rsidRDefault="00752194" w:rsidP="00752194">
      <w:pPr>
        <w:pStyle w:val="ab"/>
        <w:rPr>
          <w:b w:val="0"/>
          <w:bCs w:val="0"/>
          <w:sz w:val="20"/>
        </w:rPr>
      </w:pPr>
    </w:p>
    <w:p w:rsidR="00752194" w:rsidRDefault="00752194" w:rsidP="00752194">
      <w:pPr>
        <w:pStyle w:val="ab"/>
        <w:rPr>
          <w:b w:val="0"/>
          <w:bCs w:val="0"/>
          <w:sz w:val="20"/>
        </w:rPr>
      </w:pPr>
    </w:p>
    <w:p w:rsidR="00752194" w:rsidRDefault="00752194" w:rsidP="00752194">
      <w:pPr>
        <w:pStyle w:val="ab"/>
        <w:rPr>
          <w:b w:val="0"/>
          <w:bCs w:val="0"/>
          <w:sz w:val="20"/>
          <w:lang w:val="en-US"/>
        </w:rPr>
      </w:pPr>
    </w:p>
    <w:p w:rsidR="00752194" w:rsidRDefault="00752194" w:rsidP="00752194">
      <w:pPr>
        <w:pStyle w:val="ab"/>
        <w:rPr>
          <w:b w:val="0"/>
          <w:bCs w:val="0"/>
          <w:sz w:val="20"/>
        </w:rPr>
      </w:pPr>
    </w:p>
    <w:p w:rsidR="00643CD6" w:rsidRDefault="00643CD6">
      <w:pPr>
        <w:pStyle w:val="ab"/>
        <w:rPr>
          <w:b w:val="0"/>
          <w:bCs w:val="0"/>
          <w:sz w:val="20"/>
        </w:rPr>
      </w:pPr>
    </w:p>
    <w:p w:rsidR="00643CD6" w:rsidRDefault="00643CD6">
      <w:pPr>
        <w:pStyle w:val="ab"/>
        <w:rPr>
          <w:sz w:val="44"/>
        </w:rPr>
      </w:pPr>
      <w:r>
        <w:rPr>
          <w:sz w:val="44"/>
        </w:rPr>
        <w:fldChar w:fldCharType="begin"/>
      </w:r>
      <w:r>
        <w:rPr>
          <w:sz w:val="44"/>
        </w:rPr>
        <w:instrText xml:space="preserve"> DOCPROPERTY "Наименование договора</w:instrText>
      </w:r>
      <w:r w:rsidR="00FA2426" w:rsidRPr="00D1424B">
        <w:rPr>
          <w:sz w:val="44"/>
        </w:rPr>
        <w:instrText xml:space="preserve">" </w:instrText>
      </w:r>
      <w:r w:rsidR="00FA2426" w:rsidRPr="00FA2426">
        <w:rPr>
          <w:sz w:val="44"/>
        </w:rPr>
        <w:instrText>\* MERGEFORMAT</w:instrText>
      </w:r>
      <w:r w:rsidR="00FA2426">
        <w:rPr>
          <w:sz w:val="44"/>
        </w:rPr>
        <w:instrText xml:space="preserve"> </w:instrText>
      </w:r>
      <w:r>
        <w:rPr>
          <w:sz w:val="44"/>
        </w:rPr>
        <w:instrText xml:space="preserve">" </w:instrText>
      </w:r>
      <w:r>
        <w:rPr>
          <w:sz w:val="44"/>
        </w:rPr>
        <w:fldChar w:fldCharType="separate"/>
      </w:r>
      <w:r w:rsidR="006722EE">
        <w:rPr>
          <w:sz w:val="44"/>
        </w:rPr>
        <w:t>Обустройство скважины №813 Сорочинско-Никольского месторождения</w:t>
      </w:r>
      <w:r>
        <w:rPr>
          <w:sz w:val="44"/>
        </w:rPr>
        <w:fldChar w:fldCharType="end"/>
      </w:r>
    </w:p>
    <w:p w:rsidR="00077798" w:rsidRDefault="00077798" w:rsidP="00077798">
      <w:pPr>
        <w:pStyle w:val="ab"/>
        <w:rPr>
          <w:b w:val="0"/>
          <w:bCs w:val="0"/>
          <w:sz w:val="20"/>
        </w:rPr>
      </w:pPr>
    </w:p>
    <w:p w:rsidR="00077798" w:rsidRPr="00641EA6" w:rsidRDefault="00077798" w:rsidP="00077798">
      <w:pPr>
        <w:pStyle w:val="a2"/>
        <w:spacing w:before="0"/>
        <w:ind w:firstLine="0"/>
        <w:jc w:val="center"/>
      </w:pPr>
    </w:p>
    <w:p w:rsidR="00077798" w:rsidRPr="00652B6F" w:rsidRDefault="00077798" w:rsidP="00077798">
      <w:pPr>
        <w:pStyle w:val="a2"/>
        <w:spacing w:before="0"/>
        <w:ind w:firstLine="0"/>
        <w:jc w:val="center"/>
      </w:pPr>
    </w:p>
    <w:p w:rsidR="00077798" w:rsidRPr="00880725" w:rsidRDefault="00077798" w:rsidP="00077798">
      <w:pPr>
        <w:pStyle w:val="ab"/>
        <w:rPr>
          <w:bCs w:val="0"/>
          <w:sz w:val="28"/>
          <w:szCs w:val="28"/>
        </w:rPr>
      </w:pPr>
    </w:p>
    <w:p w:rsidR="00077798" w:rsidRPr="00641EA6" w:rsidRDefault="00077798" w:rsidP="00077798">
      <w:pPr>
        <w:pStyle w:val="a2"/>
        <w:spacing w:before="0"/>
        <w:ind w:firstLine="0"/>
        <w:jc w:val="center"/>
      </w:pPr>
    </w:p>
    <w:p w:rsidR="00077798" w:rsidRPr="00641EA6" w:rsidRDefault="00077798" w:rsidP="00077798">
      <w:pPr>
        <w:pStyle w:val="a2"/>
        <w:spacing w:before="0"/>
        <w:ind w:firstLine="0"/>
        <w:jc w:val="center"/>
        <w:rPr>
          <w:rFonts w:cs="Arial"/>
          <w:bCs w:val="0"/>
        </w:rPr>
      </w:pPr>
    </w:p>
    <w:p w:rsidR="002B3E8C" w:rsidRPr="00FC4096" w:rsidRDefault="002B3E8C" w:rsidP="00831161">
      <w:pPr>
        <w:pStyle w:val="a2"/>
        <w:ind w:firstLine="0"/>
        <w:jc w:val="center"/>
        <w:rPr>
          <w:sz w:val="32"/>
          <w:szCs w:val="32"/>
        </w:rPr>
      </w:pPr>
      <w:r w:rsidRPr="00FC4096">
        <w:rPr>
          <w:bCs w:val="0"/>
          <w:sz w:val="32"/>
          <w:szCs w:val="32"/>
        </w:rPr>
        <w:fldChar w:fldCharType="begin"/>
      </w:r>
      <w:r w:rsidRPr="00FC4096">
        <w:rPr>
          <w:bCs w:val="0"/>
          <w:sz w:val="32"/>
          <w:szCs w:val="32"/>
        </w:rPr>
        <w:instrText xml:space="preserve"> DOCPROPERTY "</w:instrText>
      </w:r>
      <w:r w:rsidR="00A959D2" w:rsidRPr="00FC4096">
        <w:rPr>
          <w:bCs w:val="0"/>
          <w:sz w:val="32"/>
          <w:szCs w:val="32"/>
        </w:rPr>
        <w:instrText>Раздел</w:instrText>
      </w:r>
      <w:r w:rsidRPr="00FC4096">
        <w:rPr>
          <w:bCs w:val="0"/>
          <w:sz w:val="32"/>
          <w:szCs w:val="32"/>
        </w:rPr>
        <w:instrText xml:space="preserve">" \* MERGEFORMAT </w:instrText>
      </w:r>
      <w:r w:rsidRPr="00FC4096">
        <w:rPr>
          <w:bCs w:val="0"/>
          <w:sz w:val="32"/>
          <w:szCs w:val="32"/>
        </w:rPr>
        <w:fldChar w:fldCharType="separate"/>
      </w:r>
      <w:r w:rsidR="006722EE">
        <w:rPr>
          <w:bCs w:val="0"/>
          <w:sz w:val="32"/>
          <w:szCs w:val="32"/>
        </w:rPr>
        <w:t xml:space="preserve">Технический отчет по результатам инженерно-геодезических изысканий для подготовки проектной документации. </w:t>
      </w:r>
      <w:r w:rsidRPr="00FC4096">
        <w:rPr>
          <w:bCs w:val="0"/>
          <w:sz w:val="32"/>
          <w:szCs w:val="32"/>
        </w:rPr>
        <w:fldChar w:fldCharType="end"/>
      </w:r>
    </w:p>
    <w:p w:rsidR="00A959D2" w:rsidRPr="00FC4096" w:rsidRDefault="00A959D2" w:rsidP="00A959D2">
      <w:pPr>
        <w:pStyle w:val="a2"/>
        <w:ind w:firstLine="0"/>
        <w:jc w:val="center"/>
        <w:rPr>
          <w:sz w:val="32"/>
          <w:szCs w:val="32"/>
        </w:rPr>
      </w:pPr>
      <w:r w:rsidRPr="00FC4096">
        <w:rPr>
          <w:bCs w:val="0"/>
          <w:sz w:val="32"/>
          <w:szCs w:val="32"/>
        </w:rPr>
        <w:fldChar w:fldCharType="begin"/>
      </w:r>
      <w:r w:rsidRPr="00FC4096">
        <w:rPr>
          <w:bCs w:val="0"/>
          <w:sz w:val="32"/>
          <w:szCs w:val="32"/>
        </w:rPr>
        <w:instrText xml:space="preserve"> DOCPROPERTY "Подраздел" \* MERGEFORMAT </w:instrText>
      </w:r>
      <w:r w:rsidRPr="00FC4096">
        <w:rPr>
          <w:bCs w:val="0"/>
          <w:sz w:val="32"/>
          <w:szCs w:val="32"/>
        </w:rPr>
        <w:fldChar w:fldCharType="end"/>
      </w:r>
    </w:p>
    <w:p w:rsidR="00A959D2" w:rsidRPr="00FC4096" w:rsidRDefault="00A959D2" w:rsidP="00A959D2">
      <w:pPr>
        <w:pStyle w:val="a2"/>
        <w:ind w:firstLine="0"/>
        <w:jc w:val="center"/>
        <w:rPr>
          <w:sz w:val="32"/>
          <w:szCs w:val="32"/>
        </w:rPr>
      </w:pPr>
      <w:r w:rsidRPr="00FC4096">
        <w:rPr>
          <w:bCs w:val="0"/>
          <w:sz w:val="32"/>
          <w:szCs w:val="32"/>
        </w:rPr>
        <w:fldChar w:fldCharType="begin"/>
      </w:r>
      <w:r w:rsidRPr="00FC4096">
        <w:rPr>
          <w:bCs w:val="0"/>
          <w:sz w:val="32"/>
          <w:szCs w:val="32"/>
        </w:rPr>
        <w:instrText xml:space="preserve"> DOCPROPERTY "Часть" \* MERGEFORMAT </w:instrText>
      </w:r>
      <w:r w:rsidRPr="00FC4096">
        <w:rPr>
          <w:bCs w:val="0"/>
          <w:sz w:val="32"/>
          <w:szCs w:val="32"/>
        </w:rPr>
        <w:fldChar w:fldCharType="separate"/>
      </w:r>
      <w:r w:rsidR="006722EE">
        <w:rPr>
          <w:bCs w:val="0"/>
          <w:sz w:val="32"/>
          <w:szCs w:val="32"/>
        </w:rPr>
        <w:t>Часть 2 Материалы изысканий в формате MapInfo</w:t>
      </w:r>
      <w:r w:rsidRPr="00FC4096">
        <w:rPr>
          <w:bCs w:val="0"/>
          <w:sz w:val="32"/>
          <w:szCs w:val="32"/>
        </w:rPr>
        <w:fldChar w:fldCharType="end"/>
      </w:r>
    </w:p>
    <w:p w:rsidR="00A959D2" w:rsidRPr="00FC4096" w:rsidRDefault="00A959D2" w:rsidP="00A959D2">
      <w:pPr>
        <w:pStyle w:val="a2"/>
        <w:ind w:firstLine="0"/>
        <w:jc w:val="center"/>
        <w:rPr>
          <w:sz w:val="32"/>
          <w:szCs w:val="32"/>
        </w:rPr>
      </w:pPr>
      <w:r w:rsidRPr="00FC4096">
        <w:rPr>
          <w:bCs w:val="0"/>
          <w:sz w:val="32"/>
          <w:szCs w:val="32"/>
        </w:rPr>
        <w:fldChar w:fldCharType="begin"/>
      </w:r>
      <w:r w:rsidRPr="00FC4096">
        <w:rPr>
          <w:bCs w:val="0"/>
          <w:sz w:val="32"/>
          <w:szCs w:val="32"/>
        </w:rPr>
        <w:instrText xml:space="preserve"> DOCPROPERTY "Книга" \* MERGEFORMAT </w:instrText>
      </w:r>
      <w:r w:rsidRPr="00FC4096">
        <w:rPr>
          <w:bCs w:val="0"/>
          <w:sz w:val="32"/>
          <w:szCs w:val="32"/>
        </w:rPr>
        <w:fldChar w:fldCharType="end"/>
      </w:r>
    </w:p>
    <w:p w:rsidR="00831161" w:rsidRPr="00641EA6" w:rsidRDefault="00831161" w:rsidP="00831161">
      <w:pPr>
        <w:pStyle w:val="a2"/>
        <w:spacing w:before="0"/>
        <w:ind w:firstLine="0"/>
        <w:jc w:val="center"/>
      </w:pPr>
    </w:p>
    <w:p w:rsidR="00831161" w:rsidRDefault="00831161" w:rsidP="00831161">
      <w:pPr>
        <w:pStyle w:val="a2"/>
        <w:spacing w:before="0"/>
        <w:ind w:firstLine="0"/>
        <w:jc w:val="center"/>
        <w:rPr>
          <w:sz w:val="16"/>
          <w:szCs w:val="16"/>
        </w:rPr>
      </w:pPr>
    </w:p>
    <w:p w:rsidR="00831161" w:rsidRPr="00C71A08" w:rsidRDefault="00831161" w:rsidP="00831161">
      <w:pPr>
        <w:pStyle w:val="a2"/>
        <w:spacing w:before="0"/>
        <w:ind w:firstLine="0"/>
        <w:jc w:val="center"/>
        <w:rPr>
          <w:sz w:val="16"/>
          <w:szCs w:val="16"/>
        </w:rPr>
      </w:pPr>
    </w:p>
    <w:p w:rsidR="00831161" w:rsidRPr="001C1D7C" w:rsidRDefault="00831161" w:rsidP="00831161">
      <w:pPr>
        <w:pStyle w:val="ab"/>
        <w:rPr>
          <w:sz w:val="28"/>
          <w:szCs w:val="28"/>
        </w:rPr>
      </w:pPr>
      <w:r w:rsidRPr="001C1D7C">
        <w:rPr>
          <w:sz w:val="28"/>
          <w:szCs w:val="28"/>
        </w:rPr>
        <w:fldChar w:fldCharType="begin"/>
      </w:r>
      <w:r w:rsidRPr="001C1D7C">
        <w:rPr>
          <w:sz w:val="28"/>
          <w:szCs w:val="28"/>
        </w:rPr>
        <w:instrText xml:space="preserve"> DOCPROPERTY "Шифр</w:instrText>
      </w:r>
      <w:r w:rsidR="009E49EF">
        <w:rPr>
          <w:sz w:val="28"/>
          <w:szCs w:val="28"/>
        </w:rPr>
        <w:instrText xml:space="preserve"> тома</w:instrText>
      </w:r>
      <w:r w:rsidRPr="001C1D7C">
        <w:rPr>
          <w:sz w:val="28"/>
          <w:szCs w:val="28"/>
        </w:rPr>
        <w:instrText xml:space="preserve">" \* MERGEFORMAT </w:instrText>
      </w:r>
      <w:r w:rsidRPr="001C1D7C">
        <w:rPr>
          <w:sz w:val="28"/>
          <w:szCs w:val="28"/>
        </w:rPr>
        <w:fldChar w:fldCharType="separate"/>
      </w:r>
      <w:r w:rsidR="006722EE" w:rsidRPr="006722EE">
        <w:rPr>
          <w:bCs w:val="0"/>
          <w:sz w:val="28"/>
          <w:szCs w:val="28"/>
        </w:rPr>
        <w:t>8186П-П-093.000</w:t>
      </w:r>
      <w:r w:rsidR="006722EE">
        <w:rPr>
          <w:sz w:val="28"/>
          <w:szCs w:val="28"/>
        </w:rPr>
        <w:t>.000-ИГДИ-02</w:t>
      </w:r>
      <w:r w:rsidRPr="001C1D7C">
        <w:rPr>
          <w:sz w:val="28"/>
          <w:szCs w:val="28"/>
        </w:rPr>
        <w:fldChar w:fldCharType="end"/>
      </w:r>
    </w:p>
    <w:p w:rsidR="00643CD6" w:rsidRDefault="00643CD6">
      <w:pPr>
        <w:pStyle w:val="ab"/>
        <w:rPr>
          <w:b w:val="0"/>
          <w:bCs w:val="0"/>
          <w:sz w:val="20"/>
        </w:rPr>
      </w:pPr>
    </w:p>
    <w:p w:rsidR="00643CD6" w:rsidRDefault="00643CD6">
      <w:pPr>
        <w:pStyle w:val="ab"/>
        <w:rPr>
          <w:b w:val="0"/>
          <w:bCs w:val="0"/>
          <w:sz w:val="20"/>
        </w:rPr>
      </w:pPr>
    </w:p>
    <w:p w:rsidR="00643CD6" w:rsidRPr="00FC4096" w:rsidRDefault="00643CD6">
      <w:pPr>
        <w:pStyle w:val="ab"/>
        <w:rPr>
          <w:b w:val="0"/>
          <w:bCs w:val="0"/>
          <w:sz w:val="28"/>
          <w:szCs w:val="28"/>
        </w:rPr>
      </w:pPr>
      <w:r w:rsidRPr="00FC4096">
        <w:rPr>
          <w:b w:val="0"/>
          <w:bCs w:val="0"/>
          <w:sz w:val="28"/>
          <w:szCs w:val="28"/>
        </w:rPr>
        <w:t xml:space="preserve">Том </w:t>
      </w:r>
      <w:r w:rsidRPr="00FC4096">
        <w:rPr>
          <w:b w:val="0"/>
          <w:bCs w:val="0"/>
          <w:sz w:val="28"/>
          <w:szCs w:val="28"/>
        </w:rPr>
        <w:fldChar w:fldCharType="begin"/>
      </w:r>
      <w:r w:rsidRPr="00FC4096">
        <w:rPr>
          <w:b w:val="0"/>
          <w:bCs w:val="0"/>
          <w:sz w:val="28"/>
          <w:szCs w:val="28"/>
        </w:rPr>
        <w:instrText xml:space="preserve"> DOCPROPERTY "Номер тома" </w:instrText>
      </w:r>
      <w:r w:rsidR="00BD6AE5" w:rsidRPr="00FC4096">
        <w:rPr>
          <w:b w:val="0"/>
          <w:bCs w:val="0"/>
          <w:sz w:val="28"/>
          <w:szCs w:val="28"/>
        </w:rPr>
        <w:instrText xml:space="preserve">\* MERGEFORMAT </w:instrText>
      </w:r>
      <w:r w:rsidRPr="00FC4096">
        <w:rPr>
          <w:b w:val="0"/>
          <w:bCs w:val="0"/>
          <w:sz w:val="28"/>
          <w:szCs w:val="28"/>
        </w:rPr>
        <w:fldChar w:fldCharType="separate"/>
      </w:r>
      <w:r w:rsidR="006722EE">
        <w:rPr>
          <w:b w:val="0"/>
          <w:bCs w:val="0"/>
          <w:sz w:val="28"/>
          <w:szCs w:val="28"/>
        </w:rPr>
        <w:t>1.2</w:t>
      </w:r>
      <w:r w:rsidRPr="00FC4096">
        <w:rPr>
          <w:b w:val="0"/>
          <w:bCs w:val="0"/>
          <w:sz w:val="28"/>
          <w:szCs w:val="28"/>
        </w:rPr>
        <w:fldChar w:fldCharType="end"/>
      </w:r>
    </w:p>
    <w:p w:rsidR="00304616" w:rsidRDefault="00304616" w:rsidP="00752194">
      <w:pPr>
        <w:pStyle w:val="ab"/>
      </w:pPr>
    </w:p>
    <w:tbl>
      <w:tblPr>
        <w:tblpPr w:leftFromText="181" w:rightFromText="181" w:vertAnchor="page" w:tblpXSpec="right" w:tblpY="13552"/>
        <w:tblOverlap w:val="never"/>
        <w:tblW w:w="0" w:type="auto"/>
        <w:tblLook w:val="04A0" w:firstRow="1" w:lastRow="0" w:firstColumn="1" w:lastColumn="0" w:noHBand="0" w:noVBand="1"/>
      </w:tblPr>
      <w:tblGrid>
        <w:gridCol w:w="1837"/>
      </w:tblGrid>
      <w:tr w:rsidR="00304616">
        <w:tc>
          <w:tcPr>
            <w:tcW w:w="1837" w:type="dxa"/>
            <w:shd w:val="clear" w:color="auto" w:fill="auto"/>
          </w:tcPr>
          <w:p w:rsidR="004E7F91" w:rsidRPr="00E2272E" w:rsidRDefault="00E40B21" w:rsidP="00A931BC">
            <w:pPr>
              <w:spacing w:after="200"/>
              <w:ind w:right="113"/>
              <w:jc w:val="center"/>
              <w:rPr>
                <w:rFonts w:cs="Arial"/>
                <w:color w:val="BFBFBF"/>
                <w:sz w:val="24"/>
                <w:szCs w:val="22"/>
                <w:lang w:eastAsia="en-US"/>
              </w:rPr>
            </w:pPr>
            <w:r>
              <w:rPr>
                <w:rFonts w:cs="Arial"/>
                <w:noProof/>
                <w:color w:val="BFBFBF"/>
                <w:sz w:val="24"/>
                <w:szCs w:val="22"/>
              </w:rPr>
              <w:drawing>
                <wp:inline distT="0" distB="0" distL="0" distR="0">
                  <wp:extent cx="952381" cy="1171429"/>
                  <wp:effectExtent l="0" t="0" r="635" b="0"/>
                  <wp:docPr id="6" name="Рисунок 6" title="8186P-P-093_000_000-IGDI-02-PZ-001-RC01_QRcod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381" cy="1171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04616" w:rsidRDefault="00304616" w:rsidP="00A931BC">
            <w:pPr>
              <w:pStyle w:val="ab"/>
            </w:pPr>
          </w:p>
        </w:tc>
      </w:tr>
    </w:tbl>
    <w:p w:rsidR="00752194" w:rsidRDefault="00643CD6" w:rsidP="00752194">
      <w:pPr>
        <w:pStyle w:val="ab"/>
        <w:rPr>
          <w:b w:val="0"/>
          <w:bCs w:val="0"/>
          <w:sz w:val="20"/>
        </w:rPr>
      </w:pPr>
      <w:r>
        <w:br w:type="page"/>
      </w:r>
      <w:r w:rsidR="009A7E7C">
        <w:rPr>
          <w:noProof/>
        </w:rPr>
        <w:lastRenderedPageBreak/>
        <w:drawing>
          <wp:inline distT="0" distB="0" distL="0" distR="0" wp14:anchorId="7083A5DD" wp14:editId="057F12A3">
            <wp:extent cx="6096000" cy="1314450"/>
            <wp:effectExtent l="0" t="0" r="0" b="0"/>
            <wp:docPr id="4" name="Рисунок 2" descr="all blank centr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all blank centri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54" r="64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194" w:rsidRDefault="00752194" w:rsidP="00752194">
      <w:pPr>
        <w:pStyle w:val="ab"/>
        <w:rPr>
          <w:b w:val="0"/>
          <w:bCs w:val="0"/>
          <w:sz w:val="20"/>
        </w:rPr>
      </w:pPr>
    </w:p>
    <w:p w:rsidR="00752194" w:rsidRDefault="00752194" w:rsidP="00752194">
      <w:pPr>
        <w:pStyle w:val="ab"/>
        <w:rPr>
          <w:b w:val="0"/>
          <w:bCs w:val="0"/>
          <w:sz w:val="20"/>
        </w:rPr>
      </w:pPr>
    </w:p>
    <w:p w:rsidR="00752194" w:rsidRDefault="00752194" w:rsidP="00752194">
      <w:pPr>
        <w:pStyle w:val="ab"/>
        <w:rPr>
          <w:b w:val="0"/>
          <w:bCs w:val="0"/>
          <w:sz w:val="20"/>
        </w:rPr>
      </w:pPr>
    </w:p>
    <w:p w:rsidR="00497DB7" w:rsidRDefault="00497DB7" w:rsidP="00497DB7">
      <w:pPr>
        <w:pStyle w:val="ab"/>
        <w:rPr>
          <w:b w:val="0"/>
          <w:bCs w:val="0"/>
          <w:sz w:val="20"/>
        </w:rPr>
      </w:pPr>
    </w:p>
    <w:p w:rsidR="00497DB7" w:rsidRDefault="00497DB7" w:rsidP="00497DB7">
      <w:pPr>
        <w:pStyle w:val="ab"/>
        <w:rPr>
          <w:b w:val="0"/>
          <w:bCs w:val="0"/>
          <w:sz w:val="20"/>
          <w:lang w:val="en-US"/>
        </w:rPr>
      </w:pPr>
    </w:p>
    <w:p w:rsidR="00497DB7" w:rsidRDefault="00497DB7" w:rsidP="00497DB7">
      <w:pPr>
        <w:pStyle w:val="ab"/>
        <w:rPr>
          <w:b w:val="0"/>
          <w:bCs w:val="0"/>
          <w:sz w:val="20"/>
        </w:rPr>
      </w:pPr>
    </w:p>
    <w:p w:rsidR="00497DB7" w:rsidRDefault="00497DB7" w:rsidP="00497DB7">
      <w:pPr>
        <w:pStyle w:val="ab"/>
        <w:rPr>
          <w:b w:val="0"/>
          <w:bCs w:val="0"/>
          <w:sz w:val="20"/>
        </w:rPr>
      </w:pPr>
    </w:p>
    <w:p w:rsidR="00497DB7" w:rsidRDefault="00497DB7" w:rsidP="00497DB7">
      <w:pPr>
        <w:pStyle w:val="ab"/>
        <w:rPr>
          <w:sz w:val="44"/>
        </w:rPr>
      </w:pPr>
      <w:r>
        <w:rPr>
          <w:sz w:val="44"/>
        </w:rPr>
        <w:fldChar w:fldCharType="begin"/>
      </w:r>
      <w:r>
        <w:rPr>
          <w:sz w:val="44"/>
        </w:rPr>
        <w:instrText xml:space="preserve"> DOCPROPERTY "Наименование договора</w:instrText>
      </w:r>
      <w:r w:rsidRPr="00D1424B">
        <w:rPr>
          <w:sz w:val="44"/>
        </w:rPr>
        <w:instrText xml:space="preserve">" </w:instrText>
      </w:r>
      <w:r w:rsidRPr="00FA2426">
        <w:rPr>
          <w:sz w:val="44"/>
        </w:rPr>
        <w:instrText>\* MERGEFORMAT</w:instrText>
      </w:r>
      <w:r>
        <w:rPr>
          <w:sz w:val="44"/>
        </w:rPr>
        <w:instrText xml:space="preserve"> " </w:instrText>
      </w:r>
      <w:r>
        <w:rPr>
          <w:sz w:val="44"/>
        </w:rPr>
        <w:fldChar w:fldCharType="separate"/>
      </w:r>
      <w:r w:rsidR="006722EE">
        <w:rPr>
          <w:sz w:val="44"/>
        </w:rPr>
        <w:t>Обустройство скважины №813 Сорочинско-Никольского месторождения</w:t>
      </w:r>
      <w:r>
        <w:rPr>
          <w:sz w:val="44"/>
        </w:rPr>
        <w:fldChar w:fldCharType="end"/>
      </w:r>
    </w:p>
    <w:p w:rsidR="00497DB7" w:rsidRDefault="00497DB7" w:rsidP="00497DB7">
      <w:pPr>
        <w:pStyle w:val="ab"/>
        <w:rPr>
          <w:b w:val="0"/>
          <w:bCs w:val="0"/>
          <w:sz w:val="20"/>
        </w:rPr>
      </w:pPr>
    </w:p>
    <w:p w:rsidR="00497DB7" w:rsidRPr="00641EA6" w:rsidRDefault="00497DB7" w:rsidP="00497DB7">
      <w:pPr>
        <w:pStyle w:val="a2"/>
        <w:spacing w:before="0"/>
        <w:ind w:firstLine="0"/>
        <w:jc w:val="center"/>
      </w:pPr>
    </w:p>
    <w:p w:rsidR="00497DB7" w:rsidRPr="00652B6F" w:rsidRDefault="00497DB7" w:rsidP="00497DB7">
      <w:pPr>
        <w:pStyle w:val="a2"/>
        <w:spacing w:before="0"/>
        <w:ind w:firstLine="0"/>
        <w:jc w:val="center"/>
      </w:pPr>
    </w:p>
    <w:p w:rsidR="00497DB7" w:rsidRPr="00880725" w:rsidRDefault="00497DB7" w:rsidP="00497DB7">
      <w:pPr>
        <w:pStyle w:val="ab"/>
        <w:rPr>
          <w:bCs w:val="0"/>
          <w:sz w:val="28"/>
          <w:szCs w:val="28"/>
        </w:rPr>
      </w:pPr>
    </w:p>
    <w:p w:rsidR="00497DB7" w:rsidRPr="00641EA6" w:rsidRDefault="00497DB7" w:rsidP="00497DB7">
      <w:pPr>
        <w:pStyle w:val="a2"/>
        <w:spacing w:before="0"/>
        <w:ind w:firstLine="0"/>
        <w:jc w:val="center"/>
      </w:pPr>
    </w:p>
    <w:p w:rsidR="00497DB7" w:rsidRDefault="00497DB7" w:rsidP="00497DB7">
      <w:pPr>
        <w:pStyle w:val="a2"/>
        <w:spacing w:before="0"/>
        <w:ind w:firstLine="0"/>
        <w:jc w:val="center"/>
        <w:rPr>
          <w:rFonts w:cs="Arial"/>
          <w:bCs w:val="0"/>
        </w:rPr>
      </w:pPr>
    </w:p>
    <w:p w:rsidR="000367B6" w:rsidRPr="00641EA6" w:rsidRDefault="000367B6" w:rsidP="00497DB7">
      <w:pPr>
        <w:pStyle w:val="a2"/>
        <w:spacing w:before="0"/>
        <w:ind w:firstLine="0"/>
        <w:jc w:val="center"/>
        <w:rPr>
          <w:rFonts w:cs="Arial"/>
          <w:bCs w:val="0"/>
        </w:rPr>
      </w:pPr>
    </w:p>
    <w:p w:rsidR="00BC4656" w:rsidRPr="00993AD8" w:rsidRDefault="00BC4656" w:rsidP="00BC4656">
      <w:pPr>
        <w:pStyle w:val="a2"/>
        <w:ind w:firstLine="0"/>
        <w:jc w:val="center"/>
        <w:rPr>
          <w:sz w:val="32"/>
          <w:szCs w:val="32"/>
        </w:rPr>
      </w:pPr>
      <w:r w:rsidRPr="00993AD8">
        <w:rPr>
          <w:bCs w:val="0"/>
          <w:sz w:val="32"/>
          <w:szCs w:val="32"/>
        </w:rPr>
        <w:fldChar w:fldCharType="begin"/>
      </w:r>
      <w:r w:rsidRPr="00993AD8">
        <w:rPr>
          <w:bCs w:val="0"/>
          <w:sz w:val="32"/>
          <w:szCs w:val="32"/>
        </w:rPr>
        <w:instrText xml:space="preserve"> DOCPROPERTY "Раздел" \* MERGEFORMAT </w:instrText>
      </w:r>
      <w:r w:rsidRPr="00993AD8">
        <w:rPr>
          <w:bCs w:val="0"/>
          <w:sz w:val="32"/>
          <w:szCs w:val="32"/>
        </w:rPr>
        <w:fldChar w:fldCharType="separate"/>
      </w:r>
      <w:r w:rsidR="006722EE">
        <w:rPr>
          <w:bCs w:val="0"/>
          <w:sz w:val="32"/>
          <w:szCs w:val="32"/>
        </w:rPr>
        <w:t xml:space="preserve">Технический отчет по результатам инженерно-геодезических изысканий для подготовки проектной документации. </w:t>
      </w:r>
      <w:r w:rsidRPr="00993AD8">
        <w:rPr>
          <w:bCs w:val="0"/>
          <w:sz w:val="32"/>
          <w:szCs w:val="32"/>
        </w:rPr>
        <w:fldChar w:fldCharType="end"/>
      </w:r>
    </w:p>
    <w:p w:rsidR="00BC4656" w:rsidRPr="00993AD8" w:rsidRDefault="00BC4656" w:rsidP="00BC4656">
      <w:pPr>
        <w:pStyle w:val="a2"/>
        <w:ind w:firstLine="0"/>
        <w:jc w:val="center"/>
        <w:rPr>
          <w:sz w:val="32"/>
          <w:szCs w:val="32"/>
        </w:rPr>
      </w:pPr>
      <w:r w:rsidRPr="00993AD8">
        <w:rPr>
          <w:bCs w:val="0"/>
          <w:sz w:val="32"/>
          <w:szCs w:val="32"/>
        </w:rPr>
        <w:fldChar w:fldCharType="begin"/>
      </w:r>
      <w:r w:rsidRPr="00993AD8">
        <w:rPr>
          <w:bCs w:val="0"/>
          <w:sz w:val="32"/>
          <w:szCs w:val="32"/>
        </w:rPr>
        <w:instrText xml:space="preserve"> DOCPROPERTY "Подраздел" \* MERGEFORMAT </w:instrText>
      </w:r>
      <w:r w:rsidRPr="00993AD8">
        <w:rPr>
          <w:bCs w:val="0"/>
          <w:sz w:val="32"/>
          <w:szCs w:val="32"/>
        </w:rPr>
        <w:fldChar w:fldCharType="end"/>
      </w:r>
    </w:p>
    <w:p w:rsidR="00BC4656" w:rsidRPr="00993AD8" w:rsidRDefault="00BC4656" w:rsidP="00BC4656">
      <w:pPr>
        <w:pStyle w:val="a2"/>
        <w:ind w:firstLine="0"/>
        <w:jc w:val="center"/>
        <w:rPr>
          <w:sz w:val="32"/>
          <w:szCs w:val="32"/>
        </w:rPr>
      </w:pPr>
      <w:r w:rsidRPr="00993AD8">
        <w:rPr>
          <w:bCs w:val="0"/>
          <w:sz w:val="32"/>
          <w:szCs w:val="32"/>
        </w:rPr>
        <w:fldChar w:fldCharType="begin"/>
      </w:r>
      <w:r w:rsidRPr="00993AD8">
        <w:rPr>
          <w:bCs w:val="0"/>
          <w:sz w:val="32"/>
          <w:szCs w:val="32"/>
        </w:rPr>
        <w:instrText xml:space="preserve"> DOCPROPERTY "Часть" \* MERGEFORMAT </w:instrText>
      </w:r>
      <w:r w:rsidRPr="00993AD8">
        <w:rPr>
          <w:bCs w:val="0"/>
          <w:sz w:val="32"/>
          <w:szCs w:val="32"/>
        </w:rPr>
        <w:fldChar w:fldCharType="separate"/>
      </w:r>
      <w:r w:rsidR="006722EE">
        <w:rPr>
          <w:bCs w:val="0"/>
          <w:sz w:val="32"/>
          <w:szCs w:val="32"/>
        </w:rPr>
        <w:t>Часть 2 Материалы изысканий в формате MapInfo</w:t>
      </w:r>
      <w:r w:rsidRPr="00993AD8">
        <w:rPr>
          <w:bCs w:val="0"/>
          <w:sz w:val="32"/>
          <w:szCs w:val="32"/>
        </w:rPr>
        <w:fldChar w:fldCharType="end"/>
      </w:r>
    </w:p>
    <w:p w:rsidR="00BC4656" w:rsidRPr="00993AD8" w:rsidRDefault="00BC4656" w:rsidP="00BC4656">
      <w:pPr>
        <w:pStyle w:val="a2"/>
        <w:ind w:firstLine="0"/>
        <w:jc w:val="center"/>
        <w:rPr>
          <w:sz w:val="32"/>
          <w:szCs w:val="32"/>
        </w:rPr>
      </w:pPr>
      <w:r w:rsidRPr="00993AD8">
        <w:rPr>
          <w:bCs w:val="0"/>
          <w:sz w:val="32"/>
          <w:szCs w:val="32"/>
        </w:rPr>
        <w:fldChar w:fldCharType="begin"/>
      </w:r>
      <w:r w:rsidRPr="00993AD8">
        <w:rPr>
          <w:bCs w:val="0"/>
          <w:sz w:val="32"/>
          <w:szCs w:val="32"/>
        </w:rPr>
        <w:instrText xml:space="preserve"> DOCPROPERTY "Книга" \* MERGEFORMAT </w:instrText>
      </w:r>
      <w:r w:rsidRPr="00993AD8">
        <w:rPr>
          <w:bCs w:val="0"/>
          <w:sz w:val="32"/>
          <w:szCs w:val="32"/>
        </w:rPr>
        <w:fldChar w:fldCharType="end"/>
      </w:r>
    </w:p>
    <w:p w:rsidR="00497DB7" w:rsidRPr="00641EA6" w:rsidRDefault="00497DB7" w:rsidP="00497DB7">
      <w:pPr>
        <w:pStyle w:val="a2"/>
        <w:spacing w:before="0"/>
        <w:ind w:firstLine="0"/>
        <w:jc w:val="center"/>
      </w:pPr>
    </w:p>
    <w:p w:rsidR="00497DB7" w:rsidRDefault="00497DB7" w:rsidP="00497DB7">
      <w:pPr>
        <w:pStyle w:val="a2"/>
        <w:spacing w:before="0"/>
        <w:ind w:firstLine="0"/>
        <w:jc w:val="center"/>
        <w:rPr>
          <w:sz w:val="16"/>
          <w:szCs w:val="16"/>
        </w:rPr>
      </w:pPr>
    </w:p>
    <w:p w:rsidR="00497DB7" w:rsidRPr="001C1D7C" w:rsidRDefault="00497DB7" w:rsidP="00497DB7">
      <w:pPr>
        <w:pStyle w:val="ab"/>
        <w:rPr>
          <w:sz w:val="28"/>
          <w:szCs w:val="28"/>
        </w:rPr>
      </w:pPr>
      <w:r w:rsidRPr="001C1D7C">
        <w:rPr>
          <w:sz w:val="28"/>
          <w:szCs w:val="28"/>
        </w:rPr>
        <w:fldChar w:fldCharType="begin"/>
      </w:r>
      <w:r w:rsidRPr="001C1D7C">
        <w:rPr>
          <w:sz w:val="28"/>
          <w:szCs w:val="28"/>
        </w:rPr>
        <w:instrText xml:space="preserve"> DOCPROPERTY "Шифр</w:instrText>
      </w:r>
      <w:r w:rsidR="009E49EF">
        <w:rPr>
          <w:sz w:val="28"/>
          <w:szCs w:val="28"/>
        </w:rPr>
        <w:instrText xml:space="preserve"> тома</w:instrText>
      </w:r>
      <w:r w:rsidRPr="001C1D7C">
        <w:rPr>
          <w:sz w:val="28"/>
          <w:szCs w:val="28"/>
        </w:rPr>
        <w:instrText xml:space="preserve">" \* MERGEFORMAT </w:instrText>
      </w:r>
      <w:r w:rsidRPr="001C1D7C">
        <w:rPr>
          <w:sz w:val="28"/>
          <w:szCs w:val="28"/>
        </w:rPr>
        <w:fldChar w:fldCharType="separate"/>
      </w:r>
      <w:r w:rsidR="006722EE" w:rsidRPr="006722EE">
        <w:rPr>
          <w:bCs w:val="0"/>
          <w:sz w:val="28"/>
          <w:szCs w:val="28"/>
        </w:rPr>
        <w:t>8186П-П-093.000</w:t>
      </w:r>
      <w:r w:rsidR="006722EE">
        <w:rPr>
          <w:sz w:val="28"/>
          <w:szCs w:val="28"/>
        </w:rPr>
        <w:t>.000-ИГДИ-02</w:t>
      </w:r>
      <w:r w:rsidRPr="001C1D7C">
        <w:rPr>
          <w:sz w:val="28"/>
          <w:szCs w:val="28"/>
        </w:rPr>
        <w:fldChar w:fldCharType="end"/>
      </w:r>
    </w:p>
    <w:p w:rsidR="00497DB7" w:rsidRDefault="00497DB7" w:rsidP="00497DB7">
      <w:pPr>
        <w:pStyle w:val="ab"/>
        <w:rPr>
          <w:b w:val="0"/>
          <w:bCs w:val="0"/>
          <w:sz w:val="20"/>
        </w:rPr>
      </w:pPr>
    </w:p>
    <w:p w:rsidR="00497DB7" w:rsidRDefault="00497DB7" w:rsidP="00497DB7">
      <w:pPr>
        <w:pStyle w:val="ab"/>
        <w:rPr>
          <w:b w:val="0"/>
          <w:bCs w:val="0"/>
          <w:sz w:val="20"/>
        </w:rPr>
      </w:pPr>
    </w:p>
    <w:p w:rsidR="00497DB7" w:rsidRPr="00993AD8" w:rsidRDefault="00497DB7" w:rsidP="00497DB7">
      <w:pPr>
        <w:pStyle w:val="ab"/>
        <w:rPr>
          <w:b w:val="0"/>
          <w:bCs w:val="0"/>
          <w:sz w:val="28"/>
          <w:szCs w:val="28"/>
        </w:rPr>
      </w:pPr>
      <w:r w:rsidRPr="00993AD8">
        <w:rPr>
          <w:b w:val="0"/>
          <w:bCs w:val="0"/>
          <w:sz w:val="28"/>
          <w:szCs w:val="28"/>
        </w:rPr>
        <w:t xml:space="preserve">Том </w:t>
      </w:r>
      <w:r w:rsidRPr="00993AD8">
        <w:rPr>
          <w:b w:val="0"/>
          <w:bCs w:val="0"/>
          <w:sz w:val="28"/>
          <w:szCs w:val="28"/>
        </w:rPr>
        <w:fldChar w:fldCharType="begin"/>
      </w:r>
      <w:r w:rsidRPr="00993AD8">
        <w:rPr>
          <w:b w:val="0"/>
          <w:bCs w:val="0"/>
          <w:sz w:val="28"/>
          <w:szCs w:val="28"/>
        </w:rPr>
        <w:instrText xml:space="preserve"> DOCPROPERTY "Номер тома" \* MERGEFORMAT </w:instrText>
      </w:r>
      <w:r w:rsidRPr="00993AD8">
        <w:rPr>
          <w:b w:val="0"/>
          <w:bCs w:val="0"/>
          <w:sz w:val="28"/>
          <w:szCs w:val="28"/>
        </w:rPr>
        <w:fldChar w:fldCharType="separate"/>
      </w:r>
      <w:r w:rsidR="006722EE">
        <w:rPr>
          <w:b w:val="0"/>
          <w:bCs w:val="0"/>
          <w:sz w:val="28"/>
          <w:szCs w:val="28"/>
        </w:rPr>
        <w:t>1.2</w:t>
      </w:r>
      <w:r w:rsidRPr="00993AD8">
        <w:rPr>
          <w:b w:val="0"/>
          <w:bCs w:val="0"/>
          <w:sz w:val="28"/>
          <w:szCs w:val="28"/>
        </w:rPr>
        <w:fldChar w:fldCharType="end"/>
      </w:r>
    </w:p>
    <w:p w:rsidR="00595AF7" w:rsidRPr="006E289A" w:rsidRDefault="00595AF7" w:rsidP="00595AF7">
      <w:pPr>
        <w:pStyle w:val="a2"/>
        <w:spacing w:before="0"/>
        <w:ind w:firstLine="0"/>
        <w:jc w:val="center"/>
      </w:pPr>
    </w:p>
    <w:p w:rsidR="00595AF7" w:rsidRDefault="00595AF7" w:rsidP="00595AF7">
      <w:pPr>
        <w:pStyle w:val="ab"/>
        <w:rPr>
          <w:b w:val="0"/>
          <w:sz w:val="20"/>
        </w:rPr>
      </w:pPr>
    </w:p>
    <w:p w:rsidR="00595AF7" w:rsidRDefault="00595AF7" w:rsidP="00595AF7">
      <w:pPr>
        <w:pStyle w:val="a2"/>
        <w:spacing w:before="0"/>
        <w:ind w:firstLine="0"/>
        <w:jc w:val="center"/>
      </w:pPr>
    </w:p>
    <w:p w:rsidR="00595AF7" w:rsidRPr="007D46B3" w:rsidRDefault="00595AF7" w:rsidP="00595AF7">
      <w:pPr>
        <w:pStyle w:val="ab"/>
        <w:rPr>
          <w:b w:val="0"/>
          <w:sz w:val="20"/>
        </w:rPr>
      </w:pPr>
    </w:p>
    <w:p w:rsidR="00E40B21" w:rsidRDefault="00E40B21" w:rsidP="00E40B21">
      <w:pPr>
        <w:pStyle w:val="ab"/>
        <w:tabs>
          <w:tab w:val="right" w:pos="9356"/>
        </w:tabs>
        <w:jc w:val="left"/>
        <w:rPr>
          <w:sz w:val="24"/>
        </w:rPr>
      </w:pPr>
      <w:r>
        <w:rPr>
          <w:sz w:val="24"/>
          <w:szCs w:val="24"/>
        </w:rPr>
        <w:t>Начальник управления</w:t>
      </w:r>
      <w:r>
        <w:rPr>
          <w:sz w:val="24"/>
        </w:rPr>
        <w:tab/>
      </w:r>
      <w:r>
        <w:rPr>
          <w:sz w:val="24"/>
          <w:szCs w:val="24"/>
        </w:rPr>
        <w:t>Сидоренко С.А.</w:t>
      </w:r>
    </w:p>
    <w:p w:rsidR="00E40B21" w:rsidRDefault="00E40B21" w:rsidP="00E40B21">
      <w:pPr>
        <w:pStyle w:val="ab"/>
        <w:tabs>
          <w:tab w:val="right" w:pos="9356"/>
        </w:tabs>
        <w:jc w:val="left"/>
        <w:rPr>
          <w:sz w:val="24"/>
        </w:rPr>
      </w:pPr>
    </w:p>
    <w:p w:rsidR="00E40B21" w:rsidRDefault="00E40B21" w:rsidP="00E40B21">
      <w:pPr>
        <w:pStyle w:val="ab"/>
        <w:tabs>
          <w:tab w:val="right" w:pos="9356"/>
        </w:tabs>
        <w:jc w:val="left"/>
      </w:pPr>
      <w:r>
        <w:rPr>
          <w:sz w:val="24"/>
        </w:rPr>
        <w:t>Главный инженер проекта</w:t>
      </w:r>
      <w:r>
        <w:rPr>
          <w:sz w:val="24"/>
        </w:rPr>
        <w:tab/>
        <w:t>Мингалиев Л.Н.</w:t>
      </w:r>
    </w:p>
    <w:p w:rsidR="00643CD6" w:rsidRDefault="00643CD6">
      <w:pPr>
        <w:pStyle w:val="ab"/>
        <w:rPr>
          <w:b w:val="0"/>
          <w:sz w:val="20"/>
        </w:rPr>
      </w:pPr>
    </w:p>
    <w:p w:rsidR="00643CD6" w:rsidRPr="007163D5" w:rsidRDefault="00643CD6">
      <w:pPr>
        <w:pStyle w:val="ab"/>
        <w:rPr>
          <w:b w:val="0"/>
          <w:sz w:val="20"/>
        </w:rPr>
      </w:pPr>
    </w:p>
    <w:p w:rsidR="00643CD6" w:rsidRDefault="00643CD6">
      <w:pPr>
        <w:pStyle w:val="ab"/>
        <w:rPr>
          <w:bCs w:val="0"/>
        </w:rPr>
        <w:sectPr w:rsidR="00643CD6" w:rsidSect="00A50F44">
          <w:headerReference w:type="default" r:id="rId10"/>
          <w:footerReference w:type="default" r:id="rId11"/>
          <w:footerReference w:type="first" r:id="rId12"/>
          <w:pgSz w:w="11906" w:h="16838" w:code="9"/>
          <w:pgMar w:top="851" w:right="567" w:bottom="1701" w:left="1418" w:header="0" w:footer="567" w:gutter="0"/>
          <w:pgNumType w:start="0"/>
          <w:cols w:space="720"/>
        </w:sectPr>
      </w:pPr>
    </w:p>
    <w:p w:rsidR="00E40B21" w:rsidRDefault="00E40B21" w:rsidP="00E40B21">
      <w:pPr>
        <w:pStyle w:val="a2"/>
        <w:rPr>
          <w:sz w:val="24"/>
        </w:rPr>
      </w:pPr>
      <w:r>
        <w:rPr>
          <w:sz w:val="24"/>
        </w:rPr>
        <w:lastRenderedPageBreak/>
        <w:t xml:space="preserve">В разработке технической документации тома </w:t>
      </w:r>
      <w:r>
        <w:rPr>
          <w:sz w:val="24"/>
        </w:rPr>
        <w:fldChar w:fldCharType="begin"/>
      </w:r>
      <w:r>
        <w:rPr>
          <w:sz w:val="24"/>
        </w:rPr>
        <w:instrText xml:space="preserve"> DOCPROPERTY "Номер тома" \* MERGEFORMAT </w:instrText>
      </w:r>
      <w:r>
        <w:rPr>
          <w:sz w:val="24"/>
        </w:rPr>
        <w:fldChar w:fldCharType="separate"/>
      </w:r>
      <w:r>
        <w:rPr>
          <w:sz w:val="24"/>
        </w:rPr>
        <w:t>1.2</w:t>
      </w:r>
      <w:r>
        <w:rPr>
          <w:sz w:val="24"/>
        </w:rPr>
        <w:fldChar w:fldCharType="end"/>
      </w:r>
      <w:r>
        <w:rPr>
          <w:sz w:val="24"/>
        </w:rPr>
        <w:t xml:space="preserve"> принимали участие специалисты:</w:t>
      </w:r>
    </w:p>
    <w:p w:rsidR="00E40B21" w:rsidRDefault="00E40B21" w:rsidP="00E40B21">
      <w:pPr>
        <w:pStyle w:val="a2"/>
        <w:tabs>
          <w:tab w:val="right" w:pos="9639"/>
        </w:tabs>
        <w:ind w:firstLine="0"/>
        <w:rPr>
          <w:sz w:val="24"/>
          <w:lang w:eastAsia="ja-JP"/>
        </w:rPr>
      </w:pPr>
    </w:p>
    <w:p w:rsidR="00E40B21" w:rsidRDefault="00E40B21" w:rsidP="00E40B21">
      <w:pPr>
        <w:pStyle w:val="a2"/>
        <w:tabs>
          <w:tab w:val="right" w:pos="9639"/>
        </w:tabs>
        <w:ind w:firstLine="0"/>
        <w:rPr>
          <w:sz w:val="24"/>
          <w:lang w:eastAsia="ja-JP"/>
        </w:rPr>
      </w:pPr>
      <w:r>
        <w:rPr>
          <w:sz w:val="24"/>
          <w:lang w:eastAsia="ja-JP"/>
        </w:rPr>
        <w:t>Главный специалист</w:t>
      </w:r>
      <w:r>
        <w:rPr>
          <w:sz w:val="24"/>
          <w:lang w:eastAsia="ja-JP"/>
        </w:rPr>
        <w:tab/>
        <w:t>Е.В. Ремнев</w:t>
      </w:r>
    </w:p>
    <w:p w:rsidR="00E40B21" w:rsidRDefault="00E40B21" w:rsidP="00E40B21">
      <w:pPr>
        <w:pStyle w:val="a2"/>
        <w:tabs>
          <w:tab w:val="right" w:pos="9639"/>
        </w:tabs>
        <w:ind w:firstLine="0"/>
        <w:rPr>
          <w:sz w:val="24"/>
          <w:lang w:eastAsia="ja-JP"/>
        </w:rPr>
      </w:pPr>
    </w:p>
    <w:p w:rsidR="00E40B21" w:rsidRDefault="00E40B21" w:rsidP="00E40B21">
      <w:pPr>
        <w:pStyle w:val="a2"/>
        <w:tabs>
          <w:tab w:val="right" w:pos="9639"/>
        </w:tabs>
        <w:ind w:firstLine="0"/>
        <w:rPr>
          <w:sz w:val="24"/>
          <w:lang w:eastAsia="ja-JP"/>
        </w:rPr>
      </w:pPr>
      <w:r>
        <w:rPr>
          <w:sz w:val="24"/>
          <w:lang w:eastAsia="ja-JP"/>
        </w:rPr>
        <w:t>Инженер 1 категории</w:t>
      </w:r>
      <w:r>
        <w:rPr>
          <w:sz w:val="24"/>
          <w:lang w:eastAsia="ja-JP"/>
        </w:rPr>
        <w:tab/>
        <w:t>И.П. Ступникова</w:t>
      </w:r>
    </w:p>
    <w:p w:rsidR="00643CD6" w:rsidRPr="00B54D60" w:rsidRDefault="00643CD6"/>
    <w:p w:rsidR="00643CD6" w:rsidRDefault="00643CD6"/>
    <w:p w:rsidR="00643CD6" w:rsidRDefault="00643CD6">
      <w:pPr>
        <w:pStyle w:val="a2"/>
        <w:sectPr w:rsidR="00643CD6" w:rsidSect="00221077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 w:code="9"/>
          <w:pgMar w:top="851" w:right="567" w:bottom="2835" w:left="1418" w:header="0" w:footer="0" w:gutter="0"/>
          <w:pgNumType w:start="1"/>
          <w:cols w:space="720"/>
          <w:titlePg/>
          <w:docGrid w:linePitch="272"/>
        </w:sectPr>
      </w:pPr>
    </w:p>
    <w:p w:rsidR="00643CD6" w:rsidRDefault="00643CD6">
      <w:pPr>
        <w:pStyle w:val="ab"/>
        <w:rPr>
          <w:b w:val="0"/>
          <w:bCs w:val="0"/>
        </w:rPr>
      </w:pPr>
      <w:r>
        <w:rPr>
          <w:b w:val="0"/>
          <w:bCs w:val="0"/>
        </w:rPr>
        <w:lastRenderedPageBreak/>
        <w:t xml:space="preserve">Состав </w:t>
      </w:r>
      <w:r w:rsidR="00E40B21">
        <w:rPr>
          <w:b w:val="0"/>
          <w:bCs w:val="0"/>
        </w:rPr>
        <w:t>отчета</w:t>
      </w:r>
    </w:p>
    <w:p w:rsidR="00643CD6" w:rsidRDefault="00643CD6">
      <w:pPr>
        <w:pStyle w:val="ab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6"/>
        <w:gridCol w:w="3376"/>
        <w:gridCol w:w="5068"/>
        <w:gridCol w:w="1131"/>
      </w:tblGrid>
      <w:tr w:rsidR="00643CD6" w:rsidTr="00E40B21">
        <w:trPr>
          <w:cantSplit/>
          <w:trHeight w:hRule="exact" w:val="1134"/>
          <w:tblHeader/>
        </w:trPr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643CD6" w:rsidRDefault="00643CD6">
            <w:pPr>
              <w:pStyle w:val="aa"/>
            </w:pPr>
            <w:r>
              <w:t>Номер тома</w:t>
            </w:r>
          </w:p>
        </w:tc>
        <w:tc>
          <w:tcPr>
            <w:tcW w:w="3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3CD6" w:rsidRDefault="00643CD6">
            <w:pPr>
              <w:pStyle w:val="aa"/>
            </w:pPr>
            <w:r>
              <w:t>Обозначение</w:t>
            </w:r>
          </w:p>
        </w:tc>
        <w:tc>
          <w:tcPr>
            <w:tcW w:w="50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3CD6" w:rsidRDefault="00643CD6">
            <w:pPr>
              <w:pStyle w:val="aa"/>
            </w:pPr>
            <w:r>
              <w:t>Наименование</w:t>
            </w:r>
          </w:p>
        </w:tc>
        <w:tc>
          <w:tcPr>
            <w:tcW w:w="1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3CD6" w:rsidRDefault="00643CD6">
            <w:pPr>
              <w:pStyle w:val="aa"/>
            </w:pPr>
            <w:r>
              <w:t>Приме</w:t>
            </w:r>
            <w:r>
              <w:softHyphen/>
              <w:t>чание</w:t>
            </w:r>
          </w:p>
        </w:tc>
      </w:tr>
      <w:tr w:rsidR="00643CD6" w:rsidTr="00E40B21">
        <w:trPr>
          <w:cantSplit/>
        </w:trPr>
        <w:tc>
          <w:tcPr>
            <w:tcW w:w="84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643CD6" w:rsidRDefault="00A6016A">
            <w:pPr>
              <w:pStyle w:val="a9"/>
              <w:jc w:val="center"/>
            </w:pPr>
            <w:bookmarkStart w:id="0" w:name="СоставПД"/>
            <w:bookmarkEnd w:id="0"/>
            <w:r>
              <w:t>1.1</w:t>
            </w:r>
          </w:p>
        </w:tc>
        <w:tc>
          <w:tcPr>
            <w:tcW w:w="33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643CD6" w:rsidRDefault="00A6016A">
            <w:pPr>
              <w:pStyle w:val="a9"/>
            </w:pPr>
            <w:r>
              <w:t>8186П-П-093.000.000-ИГДИ-01</w:t>
            </w:r>
          </w:p>
        </w:tc>
        <w:tc>
          <w:tcPr>
            <w:tcW w:w="506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643CD6" w:rsidRDefault="00A6016A">
            <w:pPr>
              <w:pStyle w:val="a9"/>
            </w:pPr>
            <w:r>
              <w:t>Технический отчет по результатам инженерно-геодезических изысканий для подготовки проектной документации. Часть 1 Технический отчет по результатам инженерно-геодезических изысканий для подготовки проектной документации</w:t>
            </w:r>
          </w:p>
        </w:tc>
        <w:tc>
          <w:tcPr>
            <w:tcW w:w="113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643CD6" w:rsidRDefault="00643CD6">
            <w:pPr>
              <w:pStyle w:val="a9"/>
            </w:pPr>
          </w:p>
        </w:tc>
      </w:tr>
      <w:tr w:rsidR="00643CD6" w:rsidTr="00E40B21">
        <w:trPr>
          <w:cantSplit/>
        </w:trPr>
        <w:tc>
          <w:tcPr>
            <w:tcW w:w="84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643CD6" w:rsidRPr="000B5642" w:rsidRDefault="00A6016A">
            <w:pPr>
              <w:pStyle w:val="a9"/>
              <w:jc w:val="center"/>
              <w:rPr>
                <w:lang w:val="en-US"/>
              </w:rPr>
            </w:pPr>
            <w:r>
              <w:rPr>
                <w:lang w:val="en-US"/>
              </w:rPr>
              <w:t>1.2</w:t>
            </w:r>
          </w:p>
        </w:tc>
        <w:tc>
          <w:tcPr>
            <w:tcW w:w="33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643CD6" w:rsidRDefault="00A6016A">
            <w:pPr>
              <w:pStyle w:val="a9"/>
            </w:pPr>
            <w:r>
              <w:t>8186П-П-093.000.000-ИГДИ-02</w:t>
            </w:r>
          </w:p>
        </w:tc>
        <w:tc>
          <w:tcPr>
            <w:tcW w:w="506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643CD6" w:rsidRDefault="00A6016A">
            <w:pPr>
              <w:pStyle w:val="a9"/>
            </w:pPr>
            <w:r>
              <w:t>Технический отчет по результатам инженерно-геодезических изысканий для подготовки проектной документации. Часть 2 Материалы изысканий в формате «MapInfo»</w:t>
            </w:r>
          </w:p>
        </w:tc>
        <w:tc>
          <w:tcPr>
            <w:tcW w:w="113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643CD6" w:rsidRDefault="00643CD6">
            <w:pPr>
              <w:pStyle w:val="a9"/>
            </w:pPr>
          </w:p>
        </w:tc>
      </w:tr>
      <w:tr w:rsidR="00643CD6" w:rsidTr="00E40B21">
        <w:trPr>
          <w:cantSplit/>
        </w:trPr>
        <w:tc>
          <w:tcPr>
            <w:tcW w:w="84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643CD6" w:rsidRDefault="00A6016A">
            <w:pPr>
              <w:pStyle w:val="a9"/>
              <w:jc w:val="center"/>
            </w:pPr>
            <w:r>
              <w:t>2</w:t>
            </w:r>
          </w:p>
        </w:tc>
        <w:tc>
          <w:tcPr>
            <w:tcW w:w="33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643CD6" w:rsidRDefault="00A6016A">
            <w:pPr>
              <w:pStyle w:val="a9"/>
            </w:pPr>
            <w:r>
              <w:t>8186П-П-093.000.000-ИГИ-01</w:t>
            </w:r>
          </w:p>
        </w:tc>
        <w:tc>
          <w:tcPr>
            <w:tcW w:w="506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643CD6" w:rsidRDefault="00A6016A">
            <w:pPr>
              <w:pStyle w:val="a9"/>
            </w:pPr>
            <w:r>
              <w:t>Технический отчет по результатам инженерно-геологических изысканий для подготовки проектной документации</w:t>
            </w:r>
          </w:p>
        </w:tc>
        <w:tc>
          <w:tcPr>
            <w:tcW w:w="113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643CD6" w:rsidRDefault="00643CD6">
            <w:pPr>
              <w:pStyle w:val="a9"/>
            </w:pPr>
          </w:p>
        </w:tc>
      </w:tr>
      <w:tr w:rsidR="00643CD6" w:rsidTr="00E40B21">
        <w:trPr>
          <w:cantSplit/>
        </w:trPr>
        <w:tc>
          <w:tcPr>
            <w:tcW w:w="84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643CD6" w:rsidRDefault="00A6016A">
            <w:pPr>
              <w:pStyle w:val="a9"/>
              <w:jc w:val="center"/>
            </w:pPr>
            <w:r>
              <w:t>3</w:t>
            </w:r>
          </w:p>
        </w:tc>
        <w:tc>
          <w:tcPr>
            <w:tcW w:w="33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643CD6" w:rsidRDefault="00A6016A">
            <w:pPr>
              <w:pStyle w:val="a9"/>
            </w:pPr>
            <w:r>
              <w:t>8186П-П-093.000.000-ИЭИ-01</w:t>
            </w:r>
          </w:p>
        </w:tc>
        <w:tc>
          <w:tcPr>
            <w:tcW w:w="506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643CD6" w:rsidRDefault="00A6016A">
            <w:pPr>
              <w:pStyle w:val="a9"/>
            </w:pPr>
            <w:r>
              <w:t>Технический отчет по результатам инженерно-экологических изысканий для подготовки проектной документации</w:t>
            </w:r>
          </w:p>
        </w:tc>
        <w:tc>
          <w:tcPr>
            <w:tcW w:w="113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643CD6" w:rsidRDefault="00643CD6">
            <w:pPr>
              <w:pStyle w:val="a9"/>
            </w:pPr>
          </w:p>
        </w:tc>
      </w:tr>
      <w:tr w:rsidR="00643CD6" w:rsidTr="00E40B21">
        <w:trPr>
          <w:cantSplit/>
        </w:trPr>
        <w:tc>
          <w:tcPr>
            <w:tcW w:w="84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643CD6" w:rsidRDefault="00A6016A">
            <w:pPr>
              <w:pStyle w:val="a9"/>
              <w:jc w:val="center"/>
            </w:pPr>
            <w:r>
              <w:t>4</w:t>
            </w:r>
          </w:p>
        </w:tc>
        <w:tc>
          <w:tcPr>
            <w:tcW w:w="33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643CD6" w:rsidRDefault="00A6016A">
            <w:pPr>
              <w:pStyle w:val="a9"/>
            </w:pPr>
            <w:r>
              <w:t>8186П-П-093.000.000-ИГМИ-01</w:t>
            </w:r>
          </w:p>
        </w:tc>
        <w:tc>
          <w:tcPr>
            <w:tcW w:w="506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643CD6" w:rsidRDefault="00A6016A">
            <w:pPr>
              <w:pStyle w:val="a9"/>
            </w:pPr>
            <w:r>
              <w:t>Технический отчет по результатам инженерно-гидрометеорологических изысканий для подготовки проектной документации</w:t>
            </w:r>
          </w:p>
        </w:tc>
        <w:tc>
          <w:tcPr>
            <w:tcW w:w="113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643CD6" w:rsidRDefault="00643CD6">
            <w:pPr>
              <w:pStyle w:val="a9"/>
            </w:pPr>
          </w:p>
        </w:tc>
      </w:tr>
      <w:tr w:rsidR="00A6016A" w:rsidTr="00E40B21">
        <w:trPr>
          <w:cantSplit/>
        </w:trPr>
        <w:tc>
          <w:tcPr>
            <w:tcW w:w="84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6016A" w:rsidRDefault="00A6016A">
            <w:pPr>
              <w:pStyle w:val="a9"/>
              <w:jc w:val="center"/>
            </w:pPr>
          </w:p>
        </w:tc>
        <w:tc>
          <w:tcPr>
            <w:tcW w:w="33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6016A" w:rsidRDefault="00A6016A">
            <w:pPr>
              <w:pStyle w:val="a9"/>
            </w:pPr>
          </w:p>
        </w:tc>
        <w:tc>
          <w:tcPr>
            <w:tcW w:w="506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6016A" w:rsidRDefault="00A6016A">
            <w:pPr>
              <w:pStyle w:val="a9"/>
            </w:pPr>
          </w:p>
        </w:tc>
        <w:tc>
          <w:tcPr>
            <w:tcW w:w="113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6016A" w:rsidRDefault="00A6016A">
            <w:pPr>
              <w:pStyle w:val="a9"/>
            </w:pPr>
          </w:p>
        </w:tc>
      </w:tr>
    </w:tbl>
    <w:p w:rsidR="00643CD6" w:rsidRDefault="00643CD6"/>
    <w:p w:rsidR="00E40B21" w:rsidRDefault="00E40B21">
      <w:pPr>
        <w:pStyle w:val="a2"/>
      </w:pPr>
    </w:p>
    <w:p w:rsidR="00E40B21" w:rsidRDefault="00E40B21">
      <w:pPr>
        <w:pStyle w:val="a2"/>
        <w:sectPr w:rsidR="00E40B21">
          <w:headerReference w:type="default" r:id="rId17"/>
          <w:footerReference w:type="default" r:id="rId18"/>
          <w:pgSz w:w="11906" w:h="16838" w:code="9"/>
          <w:pgMar w:top="907" w:right="567" w:bottom="1134" w:left="1134" w:header="567" w:footer="284" w:gutter="0"/>
          <w:pgNumType w:start="1" w:chapSep="period"/>
          <w:cols w:space="720"/>
        </w:sectPr>
      </w:pPr>
    </w:p>
    <w:p w:rsidR="00E40B21" w:rsidRPr="000B5642" w:rsidRDefault="00E40B21" w:rsidP="00E40B21">
      <w:pPr>
        <w:pStyle w:val="ab"/>
        <w:outlineLvl w:val="0"/>
        <w:rPr>
          <w:b w:val="0"/>
          <w:bCs w:val="0"/>
        </w:rPr>
      </w:pPr>
      <w:r>
        <w:rPr>
          <w:b w:val="0"/>
          <w:bCs w:val="0"/>
        </w:rPr>
        <w:lastRenderedPageBreak/>
        <w:t>Содержание</w:t>
      </w:r>
    </w:p>
    <w:p w:rsidR="00E40B21" w:rsidRPr="000B5642" w:rsidRDefault="00E40B21" w:rsidP="00E40B21">
      <w:pPr>
        <w:pStyle w:val="ab"/>
        <w:rPr>
          <w:b w:val="0"/>
          <w:bCs w:val="0"/>
          <w:sz w:val="20"/>
        </w:rPr>
      </w:pPr>
    </w:p>
    <w:p w:rsidR="00E40B21" w:rsidRDefault="00E40B21">
      <w:pPr>
        <w:pStyle w:val="10"/>
        <w:tabs>
          <w:tab w:val="right" w:leader="dot" w:pos="9911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fldChar w:fldCharType="begin"/>
      </w:r>
      <w:r>
        <w:instrText xml:space="preserve"> TOC \o "1-4" \z \t "Приложение СамНИПИ;2" </w:instrText>
      </w:r>
      <w:r>
        <w:fldChar w:fldCharType="separate"/>
      </w:r>
      <w:r>
        <w:rPr>
          <w:noProof/>
        </w:rPr>
        <w:t>1 Пояснительная записка</w:t>
      </w:r>
      <w:r>
        <w:rPr>
          <w:noProof/>
          <w:webHidden/>
        </w:rPr>
        <w:tab/>
      </w:r>
      <w:r>
        <w:rPr>
          <w:noProof/>
          <w:webHidden/>
        </w:rPr>
        <w:fldChar w:fldCharType="begin"/>
      </w:r>
      <w:r>
        <w:rPr>
          <w:noProof/>
          <w:webHidden/>
        </w:rPr>
        <w:instrText xml:space="preserve"> PAGEREF _Toc85794744 \h </w:instrText>
      </w:r>
      <w:r>
        <w:rPr>
          <w:noProof/>
          <w:webHidden/>
        </w:rPr>
      </w:r>
      <w:r>
        <w:rPr>
          <w:noProof/>
          <w:webHidden/>
        </w:rPr>
        <w:fldChar w:fldCharType="separate"/>
      </w:r>
      <w:r w:rsidR="00545E78">
        <w:rPr>
          <w:noProof/>
          <w:webHidden/>
        </w:rPr>
        <w:t>1.1</w:t>
      </w:r>
      <w:r>
        <w:rPr>
          <w:noProof/>
          <w:webHidden/>
        </w:rPr>
        <w:fldChar w:fldCharType="end"/>
      </w:r>
    </w:p>
    <w:p w:rsidR="00E40B21" w:rsidRDefault="00E40B21" w:rsidP="00E40B21">
      <w:pPr>
        <w:pStyle w:val="10"/>
        <w:spacing w:before="0"/>
        <w:ind w:right="57"/>
        <w:outlineLvl w:val="0"/>
        <w:rPr>
          <w:noProof/>
        </w:rPr>
      </w:pPr>
      <w:r>
        <w:fldChar w:fldCharType="end"/>
      </w:r>
      <w:r w:rsidRPr="00F56AFF">
        <w:rPr>
          <w:noProof/>
        </w:rPr>
        <w:t xml:space="preserve"> </w:t>
      </w:r>
      <w:r>
        <w:rPr>
          <w:noProof/>
        </w:rPr>
        <w:t xml:space="preserve">Чертеж: </w:t>
      </w:r>
    </w:p>
    <w:p w:rsidR="00E40B21" w:rsidRDefault="00E40B21" w:rsidP="00E40B21">
      <w:pPr>
        <w:pStyle w:val="a2"/>
      </w:pPr>
      <w:bookmarkStart w:id="1" w:name="_GoBack"/>
      <w:bookmarkEnd w:id="1"/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4820"/>
        <w:gridCol w:w="1098"/>
      </w:tblGrid>
      <w:tr w:rsidR="00E40B21" w:rsidTr="001112C0">
        <w:tc>
          <w:tcPr>
            <w:tcW w:w="4219" w:type="dxa"/>
            <w:vAlign w:val="bottom"/>
          </w:tcPr>
          <w:p w:rsidR="00E40B21" w:rsidRDefault="00E40B21" w:rsidP="001112C0">
            <w:pPr>
              <w:jc w:val="left"/>
            </w:pPr>
            <w:r w:rsidRPr="00C852A8">
              <w:rPr>
                <w:sz w:val="24"/>
              </w:rPr>
              <w:t xml:space="preserve">Топографический план </w:t>
            </w:r>
            <w:r>
              <w:rPr>
                <w:sz w:val="24"/>
              </w:rPr>
              <w:t>трасс по месторождению</w:t>
            </w:r>
          </w:p>
        </w:tc>
        <w:tc>
          <w:tcPr>
            <w:tcW w:w="4820" w:type="dxa"/>
            <w:vAlign w:val="center"/>
          </w:tcPr>
          <w:p w:rsidR="00E40B21" w:rsidRPr="00456B9E" w:rsidRDefault="00E40B21" w:rsidP="00E40B21">
            <w:pPr>
              <w:rPr>
                <w:sz w:val="24"/>
              </w:rPr>
            </w:pPr>
            <w:r>
              <w:rPr>
                <w:sz w:val="24"/>
              </w:rPr>
              <w:t>818</w:t>
            </w:r>
            <w:r>
              <w:rPr>
                <w:sz w:val="24"/>
              </w:rPr>
              <w:t>6</w:t>
            </w:r>
            <w:r w:rsidRPr="00095C47">
              <w:rPr>
                <w:sz w:val="24"/>
              </w:rPr>
              <w:t>П-П-</w:t>
            </w:r>
            <w:r>
              <w:rPr>
                <w:sz w:val="24"/>
              </w:rPr>
              <w:t>093</w:t>
            </w:r>
            <w:r w:rsidRPr="00095C47">
              <w:rPr>
                <w:sz w:val="24"/>
              </w:rPr>
              <w:t>.000.000-ИГДИ-02-Ч-001</w:t>
            </w:r>
          </w:p>
        </w:tc>
        <w:tc>
          <w:tcPr>
            <w:tcW w:w="1098" w:type="dxa"/>
          </w:tcPr>
          <w:p w:rsidR="00E40B21" w:rsidRDefault="00E40B21" w:rsidP="001112C0">
            <w:pPr>
              <w:rPr>
                <w:sz w:val="24"/>
              </w:rPr>
            </w:pPr>
          </w:p>
        </w:tc>
      </w:tr>
    </w:tbl>
    <w:p w:rsidR="00E40B21" w:rsidRPr="00A50F44" w:rsidRDefault="00E40B21" w:rsidP="00E40B21"/>
    <w:p w:rsidR="00E40B21" w:rsidRDefault="00E40B21">
      <w:pPr>
        <w:pStyle w:val="a2"/>
        <w:sectPr w:rsidR="00E40B21">
          <w:headerReference w:type="default" r:id="rId19"/>
          <w:footerReference w:type="default" r:id="rId20"/>
          <w:pgSz w:w="11906" w:h="16838" w:code="9"/>
          <w:pgMar w:top="907" w:right="567" w:bottom="1134" w:left="1418" w:header="567" w:footer="284" w:gutter="0"/>
          <w:pgNumType w:start="1" w:chapSep="period"/>
          <w:cols w:space="720"/>
        </w:sectPr>
      </w:pPr>
    </w:p>
    <w:p w:rsidR="00E40B21" w:rsidRPr="00E40B21" w:rsidRDefault="00E40B21" w:rsidP="00E40B21">
      <w:pPr>
        <w:pStyle w:val="1"/>
      </w:pPr>
      <w:bookmarkStart w:id="2" w:name="_Toc216512383"/>
      <w:bookmarkStart w:id="3" w:name="_Toc216751030"/>
      <w:bookmarkStart w:id="4" w:name="_Toc228267004"/>
      <w:bookmarkStart w:id="5" w:name="_Toc229362175"/>
      <w:bookmarkStart w:id="6" w:name="_Toc229378195"/>
      <w:bookmarkStart w:id="7" w:name="_Toc306871425"/>
      <w:bookmarkStart w:id="8" w:name="_Toc312836599"/>
      <w:bookmarkStart w:id="9" w:name="_Toc503534509"/>
      <w:bookmarkStart w:id="10" w:name="_Toc509305981"/>
      <w:bookmarkStart w:id="11" w:name="_Toc81468539"/>
      <w:bookmarkStart w:id="12" w:name="_Toc85794744"/>
      <w:r w:rsidRPr="00E40B21">
        <w:lastRenderedPageBreak/>
        <w:t>Пояснительная записка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E40B21" w:rsidRDefault="00E40B21" w:rsidP="00E40B21">
      <w:pPr>
        <w:pStyle w:val="ab"/>
        <w:ind w:firstLine="709"/>
        <w:jc w:val="both"/>
        <w:rPr>
          <w:b w:val="0"/>
          <w:sz w:val="20"/>
        </w:rPr>
      </w:pPr>
      <w:r w:rsidRPr="00F87D3A">
        <w:rPr>
          <w:b w:val="0"/>
          <w:sz w:val="20"/>
        </w:rPr>
        <w:t xml:space="preserve">Том </w:t>
      </w:r>
      <w:r>
        <w:rPr>
          <w:b w:val="0"/>
          <w:sz w:val="20"/>
        </w:rPr>
        <w:t>1.2</w:t>
      </w:r>
      <w:r w:rsidRPr="00F87D3A">
        <w:rPr>
          <w:b w:val="0"/>
          <w:sz w:val="20"/>
        </w:rPr>
        <w:t xml:space="preserve"> настоящего отчета включает материалы инженерно-геодезических изысканий в формате «MapInfo», выполненные отделом </w:t>
      </w:r>
      <w:r>
        <w:rPr>
          <w:b w:val="0"/>
          <w:sz w:val="20"/>
        </w:rPr>
        <w:t>геодезических</w:t>
      </w:r>
      <w:r w:rsidRPr="00F87D3A">
        <w:rPr>
          <w:b w:val="0"/>
          <w:sz w:val="20"/>
        </w:rPr>
        <w:t xml:space="preserve"> изысканий ООО «СамараНИПИнефть» по объекту «</w:t>
      </w:r>
      <w:r w:rsidRPr="00B54C59">
        <w:rPr>
          <w:b w:val="0"/>
          <w:sz w:val="20"/>
        </w:rPr>
        <w:fldChar w:fldCharType="begin"/>
      </w:r>
      <w:r w:rsidRPr="00B54C59">
        <w:rPr>
          <w:b w:val="0"/>
          <w:sz w:val="20"/>
        </w:rPr>
        <w:instrText xml:space="preserve"> DOCPROPERTY "Наименование договора" \* MERGEFORMAT " </w:instrText>
      </w:r>
      <w:r w:rsidRPr="00B54C59">
        <w:rPr>
          <w:b w:val="0"/>
          <w:sz w:val="20"/>
        </w:rPr>
        <w:fldChar w:fldCharType="separate"/>
      </w:r>
      <w:r>
        <w:rPr>
          <w:b w:val="0"/>
          <w:sz w:val="20"/>
        </w:rPr>
        <w:t>Обустройство скважины №813 Сорочинско-Никольского месторождения</w:t>
      </w:r>
      <w:r w:rsidRPr="00B54C59">
        <w:rPr>
          <w:b w:val="0"/>
          <w:sz w:val="20"/>
        </w:rPr>
        <w:fldChar w:fldCharType="end"/>
      </w:r>
      <w:r w:rsidRPr="00F87D3A">
        <w:rPr>
          <w:b w:val="0"/>
          <w:sz w:val="20"/>
        </w:rPr>
        <w:t>».</w:t>
      </w:r>
    </w:p>
    <w:p w:rsidR="00E40B21" w:rsidRDefault="00E40B21" w:rsidP="00E40B21">
      <w:pPr>
        <w:pStyle w:val="a2"/>
        <w:spacing w:before="0"/>
        <w:rPr>
          <w:rFonts w:cs="Arial"/>
        </w:rPr>
      </w:pPr>
    </w:p>
    <w:p w:rsidR="00E40B21" w:rsidRPr="005D263D" w:rsidRDefault="00E40B21" w:rsidP="00E40B21">
      <w:pPr>
        <w:pStyle w:val="a2"/>
        <w:spacing w:before="0"/>
        <w:rPr>
          <w:rFonts w:cs="Arial"/>
        </w:rPr>
      </w:pPr>
      <w:r w:rsidRPr="005D263D">
        <w:rPr>
          <w:rFonts w:cs="Arial"/>
        </w:rPr>
        <w:t>Основанием для выполнения работ послужили:</w:t>
      </w:r>
    </w:p>
    <w:p w:rsidR="00E40B21" w:rsidRPr="00325788" w:rsidRDefault="00E40B21" w:rsidP="00E40B21">
      <w:pPr>
        <w:pStyle w:val="a"/>
        <w:numPr>
          <w:ilvl w:val="0"/>
          <w:numId w:val="8"/>
        </w:numPr>
      </w:pPr>
      <w:r w:rsidRPr="00BC32BF">
        <w:t xml:space="preserve">техническое задание, выданное главным инженером проекта </w:t>
      </w:r>
      <w:r>
        <w:t xml:space="preserve"> Мингалиевым Л.Н. </w:t>
      </w:r>
      <w:r w:rsidRPr="00BC32BF">
        <w:t xml:space="preserve">и утвержденное </w:t>
      </w:r>
      <w:r>
        <w:t>начальником управления по проектно-изыскательским работам</w:t>
      </w:r>
      <w:r w:rsidRPr="00BC32BF">
        <w:t xml:space="preserve"> </w:t>
      </w:r>
      <w:r>
        <w:t>А</w:t>
      </w:r>
      <w:r w:rsidRPr="00BC32BF">
        <w:t>О «</w:t>
      </w:r>
      <w:r>
        <w:t>Оренбургнефть</w:t>
      </w:r>
      <w:r w:rsidRPr="00BC32BF">
        <w:t xml:space="preserve">» </w:t>
      </w:r>
      <w:r>
        <w:t>Мишиным Н.Н.</w:t>
      </w:r>
    </w:p>
    <w:p w:rsidR="00E40B21" w:rsidRPr="00450B3A" w:rsidRDefault="00E40B21" w:rsidP="00E40B21">
      <w:pPr>
        <w:pStyle w:val="a"/>
        <w:numPr>
          <w:ilvl w:val="0"/>
          <w:numId w:val="8"/>
        </w:numPr>
      </w:pPr>
      <w:r w:rsidRPr="00450B3A">
        <w:t>технические условия по инженерно–геодезическим изысканиям, выданные Управлением маркшейдерских работ.</w:t>
      </w:r>
    </w:p>
    <w:p w:rsidR="00E40B21" w:rsidRPr="005D263D" w:rsidRDefault="00E40B21" w:rsidP="00E40B21">
      <w:pPr>
        <w:pStyle w:val="af2"/>
        <w:spacing w:before="0" w:line="360" w:lineRule="auto"/>
        <w:rPr>
          <w:rFonts w:cs="Arial"/>
        </w:rPr>
      </w:pPr>
      <w:r w:rsidRPr="005D263D">
        <w:rPr>
          <w:rFonts w:cs="Arial"/>
        </w:rPr>
        <w:t>Планы, разработанные в данном томе, соответствуют планам, выполненным в формате «AutoCAD» и приведены в томе 1</w:t>
      </w:r>
      <w:r>
        <w:rPr>
          <w:rFonts w:cs="Arial"/>
        </w:rPr>
        <w:t>.1</w:t>
      </w:r>
      <w:r w:rsidRPr="005D263D">
        <w:rPr>
          <w:rFonts w:cs="Arial"/>
        </w:rPr>
        <w:t xml:space="preserve"> настоящего проекта.</w:t>
      </w:r>
    </w:p>
    <w:p w:rsidR="00E40B21" w:rsidRDefault="00E40B21" w:rsidP="00E40B21">
      <w:pPr>
        <w:pStyle w:val="a2"/>
        <w:rPr>
          <w:bCs w:val="0"/>
        </w:rPr>
      </w:pPr>
      <w:r w:rsidRPr="00F41977">
        <w:rPr>
          <w:bCs w:val="0"/>
        </w:rPr>
        <w:t>Инженерно-топографически</w:t>
      </w:r>
      <w:r>
        <w:rPr>
          <w:bCs w:val="0"/>
        </w:rPr>
        <w:t>е</w:t>
      </w:r>
      <w:r w:rsidRPr="00F41977">
        <w:rPr>
          <w:bCs w:val="0"/>
        </w:rPr>
        <w:t xml:space="preserve"> план</w:t>
      </w:r>
      <w:r>
        <w:rPr>
          <w:bCs w:val="0"/>
        </w:rPr>
        <w:t>ы</w:t>
      </w:r>
      <w:r w:rsidRPr="00F41977">
        <w:rPr>
          <w:bCs w:val="0"/>
        </w:rPr>
        <w:t xml:space="preserve"> составлен</w:t>
      </w:r>
      <w:r>
        <w:rPr>
          <w:bCs w:val="0"/>
        </w:rPr>
        <w:t>ы</w:t>
      </w:r>
      <w:r w:rsidRPr="00F41977">
        <w:rPr>
          <w:bCs w:val="0"/>
        </w:rPr>
        <w:t xml:space="preserve"> </w:t>
      </w:r>
      <w:r>
        <w:rPr>
          <w:bCs w:val="0"/>
        </w:rPr>
        <w:t xml:space="preserve">в </w:t>
      </w:r>
      <w:r w:rsidRPr="00F41977">
        <w:rPr>
          <w:bCs w:val="0"/>
        </w:rPr>
        <w:t>системе координат</w:t>
      </w:r>
      <w:r w:rsidRPr="00A915A3">
        <w:t xml:space="preserve"> </w:t>
      </w:r>
      <w:r>
        <w:t>«МСК субъект 56»</w:t>
      </w:r>
      <w:r w:rsidRPr="00F41977">
        <w:rPr>
          <w:bCs w:val="0"/>
        </w:rPr>
        <w:t xml:space="preserve">, Балтийской системе высот и в соответствии с требованиями </w:t>
      </w:r>
      <w:r>
        <w:rPr>
          <w:bCs w:val="0"/>
        </w:rPr>
        <w:t xml:space="preserve">методических указаний по созданию цифровой топографической информации (ЦТИ), классификатора ЦТИ масштаба 1:2000 и </w:t>
      </w:r>
      <w:r w:rsidRPr="00F04A1C">
        <w:t>«</w:t>
      </w:r>
      <w:r>
        <w:rPr>
          <w:bCs w:val="0"/>
        </w:rPr>
        <w:t>У</w:t>
      </w:r>
      <w:r w:rsidRPr="00F41977">
        <w:rPr>
          <w:bCs w:val="0"/>
        </w:rPr>
        <w:t>словных знаков для топографических планов</w:t>
      </w:r>
      <w:r>
        <w:rPr>
          <w:bCs w:val="0"/>
        </w:rPr>
        <w:t xml:space="preserve"> масштабов 1:5000 – 1:500</w:t>
      </w:r>
      <w:r w:rsidRPr="0006211F">
        <w:rPr>
          <w:bCs w:val="0"/>
        </w:rPr>
        <w:t>»</w:t>
      </w:r>
      <w:r>
        <w:rPr>
          <w:bCs w:val="0"/>
        </w:rPr>
        <w:t>.</w:t>
      </w:r>
    </w:p>
    <w:p w:rsidR="00E40B21" w:rsidRDefault="00E40B21" w:rsidP="00E40B21">
      <w:pPr>
        <w:pStyle w:val="a2"/>
      </w:pPr>
    </w:p>
    <w:p w:rsidR="00E40B21" w:rsidRDefault="00E40B21" w:rsidP="00E40B21">
      <w:pPr>
        <w:pStyle w:val="a2"/>
      </w:pPr>
    </w:p>
    <w:p w:rsidR="00903AD9" w:rsidRDefault="00903AD9">
      <w:pPr>
        <w:pStyle w:val="a2"/>
      </w:pPr>
    </w:p>
    <w:p w:rsidR="00E40B21" w:rsidRPr="00FF0AA2" w:rsidRDefault="00E40B21">
      <w:pPr>
        <w:pStyle w:val="a2"/>
      </w:pPr>
    </w:p>
    <w:sectPr w:rsidR="00E40B21" w:rsidRPr="00FF0AA2" w:rsidSect="00E40B21">
      <w:headerReference w:type="even" r:id="rId21"/>
      <w:headerReference w:type="default" r:id="rId22"/>
      <w:footerReference w:type="default" r:id="rId23"/>
      <w:pgSz w:w="11907" w:h="16839" w:code="9"/>
      <w:pgMar w:top="907" w:right="567" w:bottom="1134" w:left="1418" w:header="567" w:footer="284" w:gutter="0"/>
      <w:pgNumType w:start="1" w:chapStyle="1" w:chapSep="period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235" w:rsidRDefault="00A31235">
      <w:r>
        <w:separator/>
      </w:r>
    </w:p>
  </w:endnote>
  <w:endnote w:type="continuationSeparator" w:id="0">
    <w:p w:rsidR="00A31235" w:rsidRDefault="00A31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A98" w:rsidRPr="002223D7" w:rsidRDefault="00E40B21">
    <w:pPr>
      <w:pStyle w:val="a7"/>
      <w:pBdr>
        <w:top w:val="none" w:sz="0" w:space="0" w:color="auto"/>
      </w:pBdr>
      <w:jc w:val="center"/>
      <w:rPr>
        <w:b/>
        <w:bCs/>
        <w:sz w:val="32"/>
      </w:rPr>
    </w:pPr>
    <w:r>
      <w:rPr>
        <w:b/>
        <w:bCs/>
        <w:sz w:val="32"/>
      </w:rPr>
      <w:t xml:space="preserve">Самара, </w:t>
    </w:r>
    <w:r w:rsidR="00F62A98">
      <w:rPr>
        <w:b/>
        <w:bCs/>
        <w:sz w:val="32"/>
      </w:rPr>
      <w:t>20</w:t>
    </w:r>
    <w:r w:rsidR="00FD05E1">
      <w:rPr>
        <w:b/>
        <w:bCs/>
        <w:sz w:val="32"/>
        <w:lang w:val="en-US"/>
      </w:rPr>
      <w:t>2</w:t>
    </w:r>
    <w:r w:rsidR="002223D7">
      <w:rPr>
        <w:b/>
        <w:bCs/>
        <w:sz w:val="32"/>
      </w:rPr>
      <w:t>1</w:t>
    </w:r>
  </w:p>
  <w:p w:rsidR="001E2BB9" w:rsidRPr="001E2BB9" w:rsidRDefault="001E2BB9" w:rsidP="001E2BB9">
    <w:pPr>
      <w:pStyle w:val="a7"/>
      <w:pBdr>
        <w:top w:val="none" w:sz="0" w:space="0" w:color="auto"/>
      </w:pBdr>
      <w:rPr>
        <w:b/>
        <w:bCs/>
        <w:sz w:val="32"/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A98" w:rsidRDefault="00F62A98">
    <w:pPr>
      <w:pStyle w:val="a7"/>
      <w:pBdr>
        <w:top w:val="none" w:sz="0" w:space="0" w:color="auto"/>
      </w:pBd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A98" w:rsidRDefault="00F62A98">
    <w:pPr>
      <w:pStyle w:val="a7"/>
      <w:pBdr>
        <w:top w:val="none" w:sz="0" w:space="0" w:color="auto"/>
      </w:pBd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A98" w:rsidRDefault="00F62A98">
    <w:pPr>
      <w:pStyle w:val="a7"/>
      <w:pBdr>
        <w:top w:val="none" w:sz="0" w:space="0" w:color="auto"/>
      </w:pBd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B21" w:rsidRDefault="00E40B21">
    <w:pPr>
      <w:pStyle w:val="40"/>
    </w:pPr>
    <w:r>
      <w:rPr>
        <w:sz w:val="20"/>
        <w:lang w:val="ru-RU"/>
      </w:rPr>
      <w:t>СамараНИПИнефть</w:t>
    </w:r>
    <w:r>
      <w:rPr>
        <w:lang w:val="ru-RU"/>
      </w:rPr>
      <w:tab/>
    </w:r>
    <w:r w:rsidRPr="00E40B21">
      <w:rPr>
        <w:bCs/>
        <w:lang w:val="ru-RU"/>
      </w:rPr>
      <w:t>8186П-П-093.000.000-ИГДИ-02</w:t>
    </w:r>
    <w:r>
      <w:rPr>
        <w:lang w:val="ru-RU"/>
      </w:rPr>
      <w:tab/>
      <w:t>СО.</w:t>
    </w:r>
    <w:r w:rsidRPr="00E40B21">
      <w:fldChar w:fldCharType="begin"/>
    </w:r>
    <w:r w:rsidRPr="00E40B21">
      <w:rPr>
        <w:lang w:val="ru-RU"/>
      </w:rPr>
      <w:instrText xml:space="preserve"> </w:instrText>
    </w:r>
    <w:r w:rsidRPr="00E40B21">
      <w:instrText>PAGE</w:instrText>
    </w:r>
    <w:r w:rsidRPr="00E40B21">
      <w:rPr>
        <w:lang w:val="ru-RU"/>
      </w:rPr>
      <w:instrText xml:space="preserve">  \* </w:instrText>
    </w:r>
    <w:r w:rsidRPr="00E40B21">
      <w:instrText>MERGEFORMAT</w:instrText>
    </w:r>
    <w:r w:rsidRPr="00E40B21">
      <w:rPr>
        <w:lang w:val="ru-RU"/>
      </w:rPr>
      <w:instrText xml:space="preserve"> </w:instrText>
    </w:r>
    <w:r w:rsidRPr="00E40B21">
      <w:fldChar w:fldCharType="separate"/>
    </w:r>
    <w:r w:rsidR="00545E78">
      <w:t>1</w:t>
    </w:r>
    <w:r w:rsidRPr="00E40B21">
      <w:fldChar w:fldCharType="end"/>
    </w:r>
  </w:p>
  <w:p w:rsidR="00E40B21" w:rsidRDefault="00E40B21">
    <w:pPr>
      <w:pStyle w:val="40"/>
    </w:pPr>
    <w:r>
      <w:t>8186P-P-093_000_000-IGDI-02-PZ-001-RC01.docx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B21" w:rsidRDefault="00E40B21">
    <w:pPr>
      <w:pStyle w:val="40"/>
    </w:pPr>
    <w:r w:rsidRPr="008C7781">
      <w:rPr>
        <w:sz w:val="20"/>
        <w:lang w:val="ru-RU"/>
      </w:rPr>
      <w:t>СамараНИПИнефть</w:t>
    </w:r>
    <w:r w:rsidRPr="008C7781">
      <w:rPr>
        <w:lang w:val="ru-RU"/>
      </w:rPr>
      <w:tab/>
    </w:r>
    <w:r w:rsidRPr="00E40B21">
      <w:rPr>
        <w:bCs/>
        <w:lang w:val="ru-RU"/>
      </w:rPr>
      <w:t>8186П-П-093.000.000-ИГДИ-02</w:t>
    </w:r>
    <w:r w:rsidRPr="008C7781">
      <w:rPr>
        <w:lang w:val="ru-RU"/>
      </w:rPr>
      <w:tab/>
      <w:t>С.</w:t>
    </w:r>
    <w:r w:rsidRPr="00E40B21">
      <w:fldChar w:fldCharType="begin"/>
    </w:r>
    <w:r w:rsidRPr="00E40B21">
      <w:rPr>
        <w:lang w:val="ru-RU"/>
      </w:rPr>
      <w:instrText xml:space="preserve"> </w:instrText>
    </w:r>
    <w:r w:rsidRPr="00E40B21">
      <w:instrText>PAGE</w:instrText>
    </w:r>
    <w:r w:rsidRPr="00E40B21">
      <w:rPr>
        <w:lang w:val="ru-RU"/>
      </w:rPr>
      <w:instrText xml:space="preserve">  \* </w:instrText>
    </w:r>
    <w:r w:rsidRPr="00E40B21">
      <w:instrText>MERGEFORMAT</w:instrText>
    </w:r>
    <w:r w:rsidRPr="00E40B21">
      <w:rPr>
        <w:lang w:val="ru-RU"/>
      </w:rPr>
      <w:instrText xml:space="preserve"> </w:instrText>
    </w:r>
    <w:r w:rsidRPr="00E40B21">
      <w:fldChar w:fldCharType="separate"/>
    </w:r>
    <w:r w:rsidR="00545E78">
      <w:t>1</w:t>
    </w:r>
    <w:r w:rsidRPr="00E40B21">
      <w:fldChar w:fldCharType="end"/>
    </w:r>
  </w:p>
  <w:p w:rsidR="00E40B21" w:rsidRDefault="00E40B21">
    <w:pPr>
      <w:pStyle w:val="40"/>
    </w:pPr>
    <w:r>
      <w:t>8186P-P-093_000_000-IGDI-02-PZ-001-RC01.docx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B21" w:rsidRPr="008C7781" w:rsidRDefault="00E40B21">
    <w:pPr>
      <w:pStyle w:val="40"/>
      <w:rPr>
        <w:sz w:val="4"/>
        <w:lang w:val="ru-RU"/>
      </w:rPr>
    </w:pPr>
    <w:r w:rsidRPr="008C7781">
      <w:rPr>
        <w:sz w:val="20"/>
        <w:lang w:val="ru-RU"/>
      </w:rPr>
      <w:t>СамараНИПИнефть</w:t>
    </w:r>
    <w:r w:rsidRPr="008C7781">
      <w:rPr>
        <w:lang w:val="ru-RU"/>
      </w:rPr>
      <w:tab/>
    </w:r>
    <w:r w:rsidRPr="00E40B21">
      <w:rPr>
        <w:bCs/>
        <w:lang w:val="ru-RU"/>
      </w:rPr>
      <w:t>8186П-П-093.000.000-ИГДИ-02</w:t>
    </w:r>
    <w:r w:rsidRPr="008C7781">
      <w:rPr>
        <w:lang w:val="ru-RU"/>
      </w:rPr>
      <w:tab/>
    </w:r>
    <w:r w:rsidRPr="00E40B21">
      <w:fldChar w:fldCharType="begin"/>
    </w:r>
    <w:r w:rsidRPr="00E40B21">
      <w:rPr>
        <w:lang w:val="ru-RU"/>
      </w:rPr>
      <w:instrText xml:space="preserve"> </w:instrText>
    </w:r>
    <w:r w:rsidRPr="00E40B21">
      <w:instrText>PAGE</w:instrText>
    </w:r>
    <w:r w:rsidRPr="00E40B21">
      <w:rPr>
        <w:lang w:val="ru-RU"/>
      </w:rPr>
      <w:instrText xml:space="preserve">  \* </w:instrText>
    </w:r>
    <w:r w:rsidRPr="00E40B21">
      <w:instrText>MERGEFORMAT</w:instrText>
    </w:r>
    <w:r w:rsidRPr="00E40B21">
      <w:rPr>
        <w:lang w:val="ru-RU"/>
      </w:rPr>
      <w:instrText xml:space="preserve"> </w:instrText>
    </w:r>
    <w:r w:rsidRPr="00E40B21">
      <w:fldChar w:fldCharType="separate"/>
    </w:r>
    <w:r w:rsidR="00545E78" w:rsidRPr="00545E78">
      <w:rPr>
        <w:lang w:val="ru-RU"/>
      </w:rPr>
      <w:t>1</w:t>
    </w:r>
    <w:r w:rsidR="00545E78">
      <w:t>.1</w:t>
    </w:r>
    <w:r w:rsidRPr="00E40B21">
      <w:fldChar w:fldCharType="end"/>
    </w:r>
  </w:p>
  <w:p w:rsidR="00E40B21" w:rsidRPr="008C7781" w:rsidRDefault="00E40B21">
    <w:pPr>
      <w:pStyle w:val="40"/>
      <w:rPr>
        <w:lang w:val="ru-RU"/>
      </w:rPr>
    </w:pPr>
    <w:r w:rsidRPr="00E40B21">
      <w:rPr>
        <w:lang w:val="ru-RU"/>
      </w:rPr>
      <w:t>8186P-P-093_000_</w:t>
    </w:r>
    <w:r>
      <w:t>000-IGDI-02-PZ-001-RC01.docx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235" w:rsidRDefault="00A31235">
      <w:r>
        <w:separator/>
      </w:r>
    </w:p>
  </w:footnote>
  <w:footnote w:type="continuationSeparator" w:id="0">
    <w:p w:rsidR="00A31235" w:rsidRDefault="00A312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A98" w:rsidRDefault="00F62A98">
    <w:pPr>
      <w:pStyle w:val="a6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A98" w:rsidRDefault="009A7E7C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91440</wp:posOffset>
              </wp:positionV>
              <wp:extent cx="7406640" cy="10515600"/>
              <wp:effectExtent l="0" t="0" r="381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6640" cy="10515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62A98" w:rsidRDefault="00F62A98">
                          <w:pPr>
                            <w:rPr>
                              <w:sz w:val="16"/>
                            </w:rPr>
                          </w:pPr>
                        </w:p>
                        <w:tbl>
                          <w:tblPr>
                            <w:tblW w:w="0" w:type="auto"/>
                            <w:jc w:val="right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454"/>
                            <w:gridCol w:w="284"/>
                            <w:gridCol w:w="397"/>
                            <w:gridCol w:w="570"/>
                            <w:gridCol w:w="564"/>
                            <w:gridCol w:w="570"/>
                            <w:gridCol w:w="564"/>
                            <w:gridCol w:w="851"/>
                            <w:gridCol w:w="567"/>
                            <w:gridCol w:w="6237"/>
                            <w:gridCol w:w="568"/>
                          </w:tblGrid>
                          <w:tr w:rsidR="00F62A98">
                            <w:trPr>
                              <w:cantSplit/>
                              <w:trHeight w:val="11850"/>
                              <w:jc w:val="right"/>
                            </w:trPr>
                            <w:tc>
                              <w:tcPr>
                                <w:tcW w:w="1135" w:type="dxa"/>
                                <w:gridSpan w:val="3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1" w:type="dxa"/>
                                <w:gridSpan w:val="8"/>
                                <w:vMerge w:val="restart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221077" w:rsidRDefault="00221077" w:rsidP="00221077">
                                <w:pPr>
                                  <w:pStyle w:val="a9"/>
                                  <w:spacing w:before="0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F62A98">
                            <w:trPr>
                              <w:cantSplit/>
                              <w:trHeight w:hRule="exact" w:val="1418"/>
                              <w:jc w:val="right"/>
                            </w:trPr>
                            <w:tc>
                              <w:tcPr>
                                <w:tcW w:w="454" w:type="dxa"/>
                                <w:vMerge w:val="restart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F62A98" w:rsidRDefault="00F62A98">
                                <w:pPr>
                                  <w:ind w:left="113" w:right="113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textDirection w:val="btLr"/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Взам. инв. №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1" w:type="dxa"/>
                                <w:gridSpan w:val="8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F62A98">
                            <w:trPr>
                              <w:cantSplit/>
                              <w:trHeight w:val="207"/>
                              <w:jc w:val="right"/>
                            </w:trPr>
                            <w:tc>
                              <w:tcPr>
                                <w:tcW w:w="454" w:type="dxa"/>
                                <w:vMerge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F62A98" w:rsidRDefault="00F62A98">
                                <w:pPr>
                                  <w:ind w:left="113" w:right="113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vMerge w:val="restart"/>
                                <w:tcBorders>
                                  <w:top w:val="nil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textDirection w:val="btLr"/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vMerge w:val="restart"/>
                                <w:tcBorders>
                                  <w:top w:val="nil"/>
                                  <w:left w:val="single" w:sz="12" w:space="0" w:color="auto"/>
                                  <w:bottom w:val="single" w:sz="12" w:space="0" w:color="auto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1" w:type="dxa"/>
                                <w:gridSpan w:val="8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F62A98">
                            <w:trPr>
                              <w:cantSplit/>
                              <w:trHeight w:val="207"/>
                              <w:jc w:val="right"/>
                            </w:trPr>
                            <w:tc>
                              <w:tcPr>
                                <w:tcW w:w="454" w:type="dxa"/>
                                <w:vMerge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F62A98" w:rsidRDefault="00F62A98">
                                <w:pPr>
                                  <w:ind w:left="113" w:right="113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textDirection w:val="btLr"/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1" w:type="dxa"/>
                                <w:gridSpan w:val="8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F62A98">
                            <w:trPr>
                              <w:cantSplit/>
                              <w:trHeight w:val="207"/>
                              <w:jc w:val="right"/>
                            </w:trPr>
                            <w:tc>
                              <w:tcPr>
                                <w:tcW w:w="454" w:type="dxa"/>
                                <w:vMerge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F62A98" w:rsidRDefault="00F62A98">
                                <w:pPr>
                                  <w:ind w:left="113" w:right="113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textDirection w:val="btLr"/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1" w:type="dxa"/>
                                <w:gridSpan w:val="8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F62A98">
                            <w:trPr>
                              <w:cantSplit/>
                              <w:trHeight w:val="207"/>
                              <w:jc w:val="right"/>
                            </w:trPr>
                            <w:tc>
                              <w:tcPr>
                                <w:tcW w:w="454" w:type="dxa"/>
                                <w:vMerge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F62A98" w:rsidRDefault="00F62A98">
                                <w:pPr>
                                  <w:ind w:left="113" w:right="113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textDirection w:val="btLr"/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1" w:type="dxa"/>
                                <w:gridSpan w:val="8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F62A98">
                            <w:trPr>
                              <w:cantSplit/>
                              <w:trHeight w:val="207"/>
                              <w:jc w:val="right"/>
                            </w:trPr>
                            <w:tc>
                              <w:tcPr>
                                <w:tcW w:w="454" w:type="dxa"/>
                                <w:vMerge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F62A98" w:rsidRDefault="00F62A98">
                                <w:pPr>
                                  <w:ind w:left="113" w:right="113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textDirection w:val="btLr"/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1" w:type="dxa"/>
                                <w:gridSpan w:val="8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F62A98">
                            <w:trPr>
                              <w:cantSplit/>
                              <w:trHeight w:val="207"/>
                              <w:jc w:val="right"/>
                            </w:trPr>
                            <w:tc>
                              <w:tcPr>
                                <w:tcW w:w="454" w:type="dxa"/>
                                <w:vMerge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F62A98" w:rsidRDefault="00F62A98">
                                <w:pPr>
                                  <w:ind w:left="113" w:right="113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textDirection w:val="btLr"/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nil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1" w:type="dxa"/>
                                <w:gridSpan w:val="8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F62A98">
                            <w:trPr>
                              <w:cantSplit/>
                              <w:trHeight w:val="207"/>
                              <w:jc w:val="right"/>
                            </w:trPr>
                            <w:tc>
                              <w:tcPr>
                                <w:tcW w:w="454" w:type="dxa"/>
                                <w:vMerge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F62A98" w:rsidRDefault="00F62A98">
                                <w:pPr>
                                  <w:ind w:left="113" w:right="113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vMerge w:val="restart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textDirection w:val="btLr"/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vMerge w:val="restart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1" w:type="dxa"/>
                                <w:gridSpan w:val="8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F62A98">
                            <w:trPr>
                              <w:cantSplit/>
                              <w:trHeight w:val="230"/>
                              <w:jc w:val="right"/>
                            </w:trPr>
                            <w:tc>
                              <w:tcPr>
                                <w:tcW w:w="454" w:type="dxa"/>
                                <w:vMerge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F62A98" w:rsidRDefault="00F62A98"/>
                            </w:tc>
                            <w:tc>
                              <w:tcPr>
                                <w:tcW w:w="284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:rsidR="00F62A98" w:rsidRDefault="00F62A98"/>
                            </w:tc>
                            <w:tc>
                              <w:tcPr>
                                <w:tcW w:w="397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nil"/>
                                </w:tcBorders>
                              </w:tcPr>
                              <w:p w:rsidR="00F62A98" w:rsidRDefault="00F62A98"/>
                            </w:tc>
                            <w:tc>
                              <w:tcPr>
                                <w:tcW w:w="10491" w:type="dxa"/>
                                <w:gridSpan w:val="8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/>
                            </w:tc>
                          </w:tr>
                          <w:tr w:rsidR="00F62A98">
                            <w:trPr>
                              <w:cantSplit/>
                              <w:trHeight w:hRule="exact" w:val="284"/>
                              <w:jc w:val="right"/>
                            </w:trPr>
                            <w:tc>
                              <w:tcPr>
                                <w:tcW w:w="454" w:type="dxa"/>
                                <w:vMerge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F62A98" w:rsidRDefault="00F62A98"/>
                            </w:tc>
                            <w:tc>
                              <w:tcPr>
                                <w:tcW w:w="284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:rsidR="00F62A98" w:rsidRDefault="00F62A98"/>
                            </w:tc>
                            <w:tc>
                              <w:tcPr>
                                <w:tcW w:w="397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:rsidR="00F62A98" w:rsidRDefault="00F62A98"/>
                            </w:tc>
                            <w:tc>
                              <w:tcPr>
                                <w:tcW w:w="570" w:type="dxa"/>
                                <w:tcBorders>
                                  <w:top w:val="nil"/>
                                  <w:left w:val="nil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4" w:type="dxa"/>
                                <w:tcBorders>
                                  <w:top w:val="nil"/>
                                  <w:left w:val="single" w:sz="4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0" w:type="dxa"/>
                                <w:tcBorders>
                                  <w:top w:val="nil"/>
                                  <w:left w:val="nil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4" w:type="dxa"/>
                                <w:tcBorders>
                                  <w:top w:val="nil"/>
                                  <w:left w:val="single" w:sz="4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nil"/>
                                  <w:left w:val="nil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nil"/>
                                  <w:left w:val="nil"/>
                                  <w:right w:val="nil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237" w:type="dxa"/>
                                <w:vMerge w:val="restart"/>
                                <w:tcBorders>
                                  <w:top w:val="nil"/>
                                  <w:left w:val="single" w:sz="12" w:space="0" w:color="auto"/>
                                  <w:bottom w:val="nil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b"/>
                                  <w:rPr>
                                    <w:b w:val="0"/>
                                    <w:bCs w:val="0"/>
                                    <w:sz w:val="28"/>
                                  </w:rPr>
                                </w:pPr>
                                <w:r>
                                  <w:rPr>
                                    <w:b w:val="0"/>
                                    <w:bCs w:val="0"/>
                                    <w:sz w:val="28"/>
                                  </w:rPr>
                                  <w:fldChar w:fldCharType="begin"/>
                                </w:r>
                                <w:r>
                                  <w:rPr>
                                    <w:b w:val="0"/>
                                    <w:bCs w:val="0"/>
                                    <w:sz w:val="28"/>
                                  </w:rPr>
                                  <w:instrText xml:space="preserve"> DOCPROPERTY "Шифр тома" </w:instrText>
                                </w:r>
                                <w:r w:rsidRPr="00C62009">
                                  <w:rPr>
                                    <w:b w:val="0"/>
                                    <w:bCs w:val="0"/>
                                    <w:sz w:val="28"/>
                                  </w:rPr>
                                  <w:instrText>\* MERGEFORMAT</w:instrText>
                                </w:r>
                                <w:r>
                                  <w:rPr>
                                    <w:b w:val="0"/>
                                    <w:bCs w:val="0"/>
                                    <w:sz w:val="28"/>
                                  </w:rPr>
                                  <w:instrText xml:space="preserve"> </w:instrText>
                                </w:r>
                                <w:r>
                                  <w:rPr>
                                    <w:b w:val="0"/>
                                    <w:bCs w:val="0"/>
                                    <w:sz w:val="28"/>
                                  </w:rPr>
                                  <w:fldChar w:fldCharType="separate"/>
                                </w:r>
                                <w:r w:rsidR="00545E78">
                                  <w:rPr>
                                    <w:b w:val="0"/>
                                    <w:bCs w:val="0"/>
                                    <w:sz w:val="28"/>
                                  </w:rPr>
                                  <w:t>8186П-П-093.000.000-ИГДИ-02</w:t>
                                </w:r>
                                <w:r>
                                  <w:rPr>
                                    <w:b w:val="0"/>
                                    <w:bCs w:val="0"/>
                                    <w:sz w:val="28"/>
                                  </w:rPr>
                                  <w:fldChar w:fldCharType="end"/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nil"/>
                                  <w:left w:val="nil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Лист</w:t>
                                </w:r>
                              </w:p>
                            </w:tc>
                          </w:tr>
                          <w:tr w:rsidR="00F62A98">
                            <w:trPr>
                              <w:cantSplit/>
                              <w:trHeight w:hRule="exact" w:val="284"/>
                              <w:jc w:val="right"/>
                            </w:trPr>
                            <w:tc>
                              <w:tcPr>
                                <w:tcW w:w="454" w:type="dxa"/>
                                <w:vMerge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F62A98" w:rsidRDefault="00F62A98"/>
                            </w:tc>
                            <w:tc>
                              <w:tcPr>
                                <w:tcW w:w="284" w:type="dxa"/>
                                <w:vMerge/>
                                <w:tcBorders>
                                  <w:top w:val="nil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:rsidR="00F62A98" w:rsidRDefault="00F62A98"/>
                            </w:tc>
                            <w:tc>
                              <w:tcPr>
                                <w:tcW w:w="397" w:type="dxa"/>
                                <w:vMerge/>
                                <w:tcBorders>
                                  <w:top w:val="nil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:rsidR="00F62A98" w:rsidRDefault="00F62A98"/>
                            </w:tc>
                            <w:tc>
                              <w:tcPr>
                                <w:tcW w:w="570" w:type="dxa"/>
                                <w:tcBorders>
                                  <w:top w:val="nil"/>
                                  <w:left w:val="nil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4" w:type="dxa"/>
                                <w:tcBorders>
                                  <w:top w:val="nil"/>
                                  <w:left w:val="single" w:sz="4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0" w:type="dxa"/>
                                <w:tcBorders>
                                  <w:top w:val="nil"/>
                                  <w:left w:val="nil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4" w:type="dxa"/>
                                <w:tcBorders>
                                  <w:top w:val="nil"/>
                                  <w:left w:val="single" w:sz="4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nil"/>
                                  <w:left w:val="nil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nil"/>
                                  <w:left w:val="nil"/>
                                  <w:right w:val="nil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237" w:type="dxa"/>
                                <w:vMerge/>
                                <w:tcBorders>
                                  <w:top w:val="nil"/>
                                  <w:left w:val="single" w:sz="12" w:space="0" w:color="auto"/>
                                  <w:bottom w:val="nil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/>
                            </w:tc>
                            <w:tc>
                              <w:tcPr>
                                <w:tcW w:w="567" w:type="dxa"/>
                                <w:vMerge w:val="restart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СС.</w:t>
                                </w:r>
                                <w:r>
                                  <w:rPr>
                                    <w:sz w:val="18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18"/>
                                  </w:rPr>
                                  <w:instrText xml:space="preserve"> PAGE  \* MERGEFORMAT </w:instrText>
                                </w:r>
                                <w:r>
                                  <w:rPr>
                                    <w:sz w:val="18"/>
                                  </w:rPr>
                                  <w:fldChar w:fldCharType="separate"/>
                                </w:r>
                                <w:r w:rsidR="00E40B21">
                                  <w:rPr>
                                    <w:noProof/>
                                    <w:sz w:val="18"/>
                                  </w:rPr>
                                  <w:t>2</w:t>
                                </w:r>
                                <w:r>
                                  <w:rPr>
                                    <w:sz w:val="18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 w:rsidR="00F62A98">
                            <w:trPr>
                              <w:cantSplit/>
                              <w:trHeight w:hRule="exact" w:val="284"/>
                              <w:jc w:val="right"/>
                            </w:trPr>
                            <w:tc>
                              <w:tcPr>
                                <w:tcW w:w="454" w:type="dxa"/>
                                <w:vMerge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F62A98" w:rsidRDefault="00F62A98"/>
                            </w:tc>
                            <w:tc>
                              <w:tcPr>
                                <w:tcW w:w="284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:rsidR="00F62A98" w:rsidRDefault="00F62A98"/>
                            </w:tc>
                            <w:tc>
                              <w:tcPr>
                                <w:tcW w:w="397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:rsidR="00F62A98" w:rsidRDefault="00F62A98"/>
                            </w:tc>
                            <w:tc>
                              <w:tcPr>
                                <w:tcW w:w="570" w:type="dxa"/>
                                <w:tcBorders>
                                  <w:left w:val="nil"/>
                                  <w:bottom w:val="single" w:sz="12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Изм.</w:t>
                                </w:r>
                              </w:p>
                            </w:tc>
                            <w:tc>
                              <w:tcPr>
                                <w:tcW w:w="564" w:type="dxa"/>
                                <w:tcBorders>
                                  <w:left w:val="single" w:sz="4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Кол.уч</w:t>
                                </w:r>
                              </w:p>
                            </w:tc>
                            <w:tc>
                              <w:tcPr>
                                <w:tcW w:w="570" w:type="dxa"/>
                                <w:tcBorders>
                                  <w:left w:val="nil"/>
                                  <w:bottom w:val="single" w:sz="12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564" w:type="dxa"/>
                                <w:tcBorders>
                                  <w:left w:val="single" w:sz="4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№док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left w:val="nil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Подп.</w:t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left w:val="nil"/>
                                  <w:bottom w:val="single" w:sz="12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6237" w:type="dxa"/>
                                <w:vMerge/>
                                <w:tcBorders>
                                  <w:top w:val="nil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568" w:type="dxa"/>
                                <w:vMerge/>
                                <w:tcBorders>
                                  <w:top w:val="nil"/>
                                  <w:left w:val="nil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:rsidR="00F62A98" w:rsidRDefault="00F62A98">
                                <w:pPr>
                                  <w:pStyle w:val="a9"/>
                                  <w:jc w:val="center"/>
                                </w:pPr>
                              </w:p>
                            </w:tc>
                          </w:tr>
                        </w:tbl>
                        <w:p w:rsidR="00F62A98" w:rsidRDefault="00F62A9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7.2pt;width:583.2pt;height:828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" o:allowincell="f" stroked="f">
              <v:textbox>
                <w:txbxContent>
                  <w:p w:rsidR="00F62A98" w:rsidRDefault="00F62A98">
                    <w:pPr>
                      <w:rPr>
                        <w:sz w:val="16"/>
                      </w:rPr>
                    </w:pPr>
                  </w:p>
                  <w:tbl>
                    <w:tblPr>
                      <w:tblW w:w="0" w:type="auto"/>
                      <w:jc w:val="right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454"/>
                      <w:gridCol w:w="284"/>
                      <w:gridCol w:w="397"/>
                      <w:gridCol w:w="570"/>
                      <w:gridCol w:w="564"/>
                      <w:gridCol w:w="570"/>
                      <w:gridCol w:w="564"/>
                      <w:gridCol w:w="851"/>
                      <w:gridCol w:w="567"/>
                      <w:gridCol w:w="6237"/>
                      <w:gridCol w:w="568"/>
                    </w:tblGrid>
                    <w:tr w:rsidR="00F62A98">
                      <w:trPr>
                        <w:cantSplit/>
                        <w:trHeight w:val="11850"/>
                        <w:jc w:val="right"/>
                      </w:trPr>
                      <w:tc>
                        <w:tcPr>
                          <w:tcW w:w="1135" w:type="dxa"/>
                          <w:gridSpan w:val="3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0491" w:type="dxa"/>
                          <w:gridSpan w:val="8"/>
                          <w:vMerge w:val="restart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221077" w:rsidRDefault="00221077" w:rsidP="00221077">
                          <w:pPr>
                            <w:pStyle w:val="a9"/>
                            <w:spacing w:before="0"/>
                            <w:rPr>
                              <w:sz w:val="18"/>
                            </w:rPr>
                          </w:pPr>
                        </w:p>
                      </w:tc>
                    </w:tr>
                    <w:tr w:rsidR="00F62A98">
                      <w:trPr>
                        <w:cantSplit/>
                        <w:trHeight w:hRule="exact" w:val="1418"/>
                        <w:jc w:val="right"/>
                      </w:trPr>
                      <w:tc>
                        <w:tcPr>
                          <w:tcW w:w="454" w:type="dxa"/>
                          <w:vMerge w:val="restart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F62A98" w:rsidRDefault="00F62A98">
                          <w:pPr>
                            <w:ind w:left="113" w:right="113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textDirection w:val="btLr"/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Взам. инв. №</w:t>
                          </w: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0491" w:type="dxa"/>
                          <w:gridSpan w:val="8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</w:tr>
                    <w:tr w:rsidR="00F62A98">
                      <w:trPr>
                        <w:cantSplit/>
                        <w:trHeight w:val="207"/>
                        <w:jc w:val="right"/>
                      </w:trPr>
                      <w:tc>
                        <w:tcPr>
                          <w:tcW w:w="454" w:type="dxa"/>
                          <w:vMerge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F62A98" w:rsidRDefault="00F62A98">
                          <w:pPr>
                            <w:ind w:left="113" w:right="113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vMerge w:val="restart"/>
                          <w:tcBorders>
                            <w:top w:val="nil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textDirection w:val="btLr"/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Подпись и дата</w:t>
                          </w:r>
                        </w:p>
                      </w:tc>
                      <w:tc>
                        <w:tcPr>
                          <w:tcW w:w="397" w:type="dxa"/>
                          <w:vMerge w:val="restart"/>
                          <w:tcBorders>
                            <w:top w:val="nil"/>
                            <w:left w:val="single" w:sz="12" w:space="0" w:color="auto"/>
                            <w:bottom w:val="single" w:sz="12" w:space="0" w:color="auto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0491" w:type="dxa"/>
                          <w:gridSpan w:val="8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</w:tr>
                    <w:tr w:rsidR="00F62A98">
                      <w:trPr>
                        <w:cantSplit/>
                        <w:trHeight w:val="207"/>
                        <w:jc w:val="right"/>
                      </w:trPr>
                      <w:tc>
                        <w:tcPr>
                          <w:tcW w:w="454" w:type="dxa"/>
                          <w:vMerge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F62A98" w:rsidRDefault="00F62A98">
                          <w:pPr>
                            <w:ind w:left="113" w:right="113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textDirection w:val="btLr"/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0491" w:type="dxa"/>
                          <w:gridSpan w:val="8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</w:tr>
                    <w:tr w:rsidR="00F62A98">
                      <w:trPr>
                        <w:cantSplit/>
                        <w:trHeight w:val="207"/>
                        <w:jc w:val="right"/>
                      </w:trPr>
                      <w:tc>
                        <w:tcPr>
                          <w:tcW w:w="454" w:type="dxa"/>
                          <w:vMerge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F62A98" w:rsidRDefault="00F62A98">
                          <w:pPr>
                            <w:ind w:left="113" w:right="113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textDirection w:val="btLr"/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0491" w:type="dxa"/>
                          <w:gridSpan w:val="8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</w:tr>
                    <w:tr w:rsidR="00F62A98">
                      <w:trPr>
                        <w:cantSplit/>
                        <w:trHeight w:val="207"/>
                        <w:jc w:val="right"/>
                      </w:trPr>
                      <w:tc>
                        <w:tcPr>
                          <w:tcW w:w="454" w:type="dxa"/>
                          <w:vMerge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F62A98" w:rsidRDefault="00F62A98">
                          <w:pPr>
                            <w:ind w:left="113" w:right="113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textDirection w:val="btLr"/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0491" w:type="dxa"/>
                          <w:gridSpan w:val="8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</w:tr>
                    <w:tr w:rsidR="00F62A98">
                      <w:trPr>
                        <w:cantSplit/>
                        <w:trHeight w:val="207"/>
                        <w:jc w:val="right"/>
                      </w:trPr>
                      <w:tc>
                        <w:tcPr>
                          <w:tcW w:w="454" w:type="dxa"/>
                          <w:vMerge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F62A98" w:rsidRDefault="00F62A98">
                          <w:pPr>
                            <w:ind w:left="113" w:right="113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textDirection w:val="btLr"/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0491" w:type="dxa"/>
                          <w:gridSpan w:val="8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</w:tr>
                    <w:tr w:rsidR="00F62A98">
                      <w:trPr>
                        <w:cantSplit/>
                        <w:trHeight w:val="207"/>
                        <w:jc w:val="right"/>
                      </w:trPr>
                      <w:tc>
                        <w:tcPr>
                          <w:tcW w:w="454" w:type="dxa"/>
                          <w:vMerge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F62A98" w:rsidRDefault="00F62A98">
                          <w:pPr>
                            <w:ind w:left="113" w:right="113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textDirection w:val="btLr"/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0491" w:type="dxa"/>
                          <w:gridSpan w:val="8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</w:tr>
                    <w:tr w:rsidR="00F62A98">
                      <w:trPr>
                        <w:cantSplit/>
                        <w:trHeight w:val="207"/>
                        <w:jc w:val="right"/>
                      </w:trPr>
                      <w:tc>
                        <w:tcPr>
                          <w:tcW w:w="454" w:type="dxa"/>
                          <w:vMerge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F62A98" w:rsidRDefault="00F62A98">
                          <w:pPr>
                            <w:ind w:left="113" w:right="113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vMerge w:val="restart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textDirection w:val="btLr"/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Инв. № подл.</w:t>
                          </w:r>
                        </w:p>
                      </w:tc>
                      <w:tc>
                        <w:tcPr>
                          <w:tcW w:w="397" w:type="dxa"/>
                          <w:vMerge w:val="restart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0491" w:type="dxa"/>
                          <w:gridSpan w:val="8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</w:tr>
                    <w:tr w:rsidR="00F62A98">
                      <w:trPr>
                        <w:cantSplit/>
                        <w:trHeight w:val="230"/>
                        <w:jc w:val="right"/>
                      </w:trPr>
                      <w:tc>
                        <w:tcPr>
                          <w:tcW w:w="454" w:type="dxa"/>
                          <w:vMerge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F62A98" w:rsidRDefault="00F62A98"/>
                      </w:tc>
                      <w:tc>
                        <w:tcPr>
                          <w:tcW w:w="284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</w:tcPr>
                        <w:p w:rsidR="00F62A98" w:rsidRDefault="00F62A98"/>
                      </w:tc>
                      <w:tc>
                        <w:tcPr>
                          <w:tcW w:w="397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nil"/>
                          </w:tcBorders>
                        </w:tcPr>
                        <w:p w:rsidR="00F62A98" w:rsidRDefault="00F62A98"/>
                      </w:tc>
                      <w:tc>
                        <w:tcPr>
                          <w:tcW w:w="10491" w:type="dxa"/>
                          <w:gridSpan w:val="8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/>
                      </w:tc>
                    </w:tr>
                    <w:tr w:rsidR="00F62A98">
                      <w:trPr>
                        <w:cantSplit/>
                        <w:trHeight w:hRule="exact" w:val="284"/>
                        <w:jc w:val="right"/>
                      </w:trPr>
                      <w:tc>
                        <w:tcPr>
                          <w:tcW w:w="454" w:type="dxa"/>
                          <w:vMerge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F62A98" w:rsidRDefault="00F62A98"/>
                      </w:tc>
                      <w:tc>
                        <w:tcPr>
                          <w:tcW w:w="284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</w:tcPr>
                        <w:p w:rsidR="00F62A98" w:rsidRDefault="00F62A98"/>
                      </w:tc>
                      <w:tc>
                        <w:tcPr>
                          <w:tcW w:w="397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</w:tcPr>
                        <w:p w:rsidR="00F62A98" w:rsidRDefault="00F62A98"/>
                      </w:tc>
                      <w:tc>
                        <w:tcPr>
                          <w:tcW w:w="570" w:type="dxa"/>
                          <w:tcBorders>
                            <w:top w:val="nil"/>
                            <w:left w:val="nil"/>
                            <w:right w:val="single" w:sz="4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4" w:type="dxa"/>
                          <w:tcBorders>
                            <w:top w:val="nil"/>
                            <w:left w:val="single" w:sz="4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70" w:type="dxa"/>
                          <w:tcBorders>
                            <w:top w:val="nil"/>
                            <w:left w:val="nil"/>
                            <w:right w:val="single" w:sz="4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4" w:type="dxa"/>
                          <w:tcBorders>
                            <w:top w:val="nil"/>
                            <w:left w:val="single" w:sz="4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top w:val="nil"/>
                            <w:left w:val="nil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nil"/>
                            <w:left w:val="nil"/>
                            <w:right w:val="nil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6237" w:type="dxa"/>
                          <w:vMerge w:val="restart"/>
                          <w:tcBorders>
                            <w:top w:val="nil"/>
                            <w:left w:val="single" w:sz="12" w:space="0" w:color="auto"/>
                            <w:bottom w:val="nil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b"/>
                            <w:rPr>
                              <w:b w:val="0"/>
                              <w:bCs w:val="0"/>
                              <w:sz w:val="28"/>
                            </w:rPr>
                          </w:pPr>
                          <w:r>
                            <w:rPr>
                              <w:b w:val="0"/>
                              <w:bCs w:val="0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b w:val="0"/>
                              <w:bCs w:val="0"/>
                              <w:sz w:val="28"/>
                            </w:rPr>
                            <w:instrText xml:space="preserve"> DOCPROPERTY "Шифр тома" </w:instrText>
                          </w:r>
                          <w:r w:rsidRPr="00C62009">
                            <w:rPr>
                              <w:b w:val="0"/>
                              <w:bCs w:val="0"/>
                              <w:sz w:val="28"/>
                            </w:rPr>
                            <w:instrText>\* MERGEFORMAT</w:instrText>
                          </w:r>
                          <w:r>
                            <w:rPr>
                              <w:b w:val="0"/>
                              <w:bCs w:val="0"/>
                              <w:sz w:val="28"/>
                            </w:rPr>
                            <w:instrText xml:space="preserve"> </w:instrText>
                          </w:r>
                          <w:r>
                            <w:rPr>
                              <w:b w:val="0"/>
                              <w:bCs w:val="0"/>
                              <w:sz w:val="28"/>
                            </w:rPr>
                            <w:fldChar w:fldCharType="separate"/>
                          </w:r>
                          <w:r w:rsidR="00545E78">
                            <w:rPr>
                              <w:b w:val="0"/>
                              <w:bCs w:val="0"/>
                              <w:sz w:val="28"/>
                            </w:rPr>
                            <w:t>8186П-П-093.000.000-ИГДИ-02</w:t>
                          </w:r>
                          <w:r>
                            <w:rPr>
                              <w:b w:val="0"/>
                              <w:bCs w:val="0"/>
                              <w:sz w:val="28"/>
                            </w:rPr>
                            <w:fldChar w:fldCharType="end"/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nil"/>
                            <w:left w:val="nil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Лист</w:t>
                          </w:r>
                        </w:p>
                      </w:tc>
                    </w:tr>
                    <w:tr w:rsidR="00F62A98">
                      <w:trPr>
                        <w:cantSplit/>
                        <w:trHeight w:hRule="exact" w:val="284"/>
                        <w:jc w:val="right"/>
                      </w:trPr>
                      <w:tc>
                        <w:tcPr>
                          <w:tcW w:w="454" w:type="dxa"/>
                          <w:vMerge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F62A98" w:rsidRDefault="00F62A98"/>
                      </w:tc>
                      <w:tc>
                        <w:tcPr>
                          <w:tcW w:w="284" w:type="dxa"/>
                          <w:vMerge/>
                          <w:tcBorders>
                            <w:top w:val="nil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</w:tcPr>
                        <w:p w:rsidR="00F62A98" w:rsidRDefault="00F62A98"/>
                      </w:tc>
                      <w:tc>
                        <w:tcPr>
                          <w:tcW w:w="397" w:type="dxa"/>
                          <w:vMerge/>
                          <w:tcBorders>
                            <w:top w:val="nil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</w:tcPr>
                        <w:p w:rsidR="00F62A98" w:rsidRDefault="00F62A98"/>
                      </w:tc>
                      <w:tc>
                        <w:tcPr>
                          <w:tcW w:w="570" w:type="dxa"/>
                          <w:tcBorders>
                            <w:top w:val="nil"/>
                            <w:left w:val="nil"/>
                            <w:right w:val="single" w:sz="4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4" w:type="dxa"/>
                          <w:tcBorders>
                            <w:top w:val="nil"/>
                            <w:left w:val="single" w:sz="4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70" w:type="dxa"/>
                          <w:tcBorders>
                            <w:top w:val="nil"/>
                            <w:left w:val="nil"/>
                            <w:right w:val="single" w:sz="4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4" w:type="dxa"/>
                          <w:tcBorders>
                            <w:top w:val="nil"/>
                            <w:left w:val="single" w:sz="4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top w:val="nil"/>
                            <w:left w:val="nil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nil"/>
                            <w:left w:val="nil"/>
                            <w:right w:val="nil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6237" w:type="dxa"/>
                          <w:vMerge/>
                          <w:tcBorders>
                            <w:top w:val="nil"/>
                            <w:left w:val="single" w:sz="12" w:space="0" w:color="auto"/>
                            <w:bottom w:val="nil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/>
                      </w:tc>
                      <w:tc>
                        <w:tcPr>
                          <w:tcW w:w="567" w:type="dxa"/>
                          <w:vMerge w:val="restart"/>
                          <w:tcBorders>
                            <w:top w:val="nil"/>
                            <w:left w:val="nil"/>
                            <w:bottom w:val="nil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СС.</w:t>
                          </w: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 w:rsidR="00E40B21">
                            <w:rPr>
                              <w:noProof/>
                              <w:sz w:val="18"/>
                            </w:rPr>
                            <w:t>2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c>
                    </w:tr>
                    <w:tr w:rsidR="00F62A98">
                      <w:trPr>
                        <w:cantSplit/>
                        <w:trHeight w:hRule="exact" w:val="284"/>
                        <w:jc w:val="right"/>
                      </w:trPr>
                      <w:tc>
                        <w:tcPr>
                          <w:tcW w:w="454" w:type="dxa"/>
                          <w:vMerge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F62A98" w:rsidRDefault="00F62A98"/>
                      </w:tc>
                      <w:tc>
                        <w:tcPr>
                          <w:tcW w:w="284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</w:tcPr>
                        <w:p w:rsidR="00F62A98" w:rsidRDefault="00F62A98"/>
                      </w:tc>
                      <w:tc>
                        <w:tcPr>
                          <w:tcW w:w="397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</w:tcPr>
                        <w:p w:rsidR="00F62A98" w:rsidRDefault="00F62A98"/>
                      </w:tc>
                      <w:tc>
                        <w:tcPr>
                          <w:tcW w:w="570" w:type="dxa"/>
                          <w:tcBorders>
                            <w:left w:val="nil"/>
                            <w:bottom w:val="single" w:sz="12" w:space="0" w:color="auto"/>
                            <w:right w:val="single" w:sz="4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Изм.</w:t>
                          </w:r>
                        </w:p>
                      </w:tc>
                      <w:tc>
                        <w:tcPr>
                          <w:tcW w:w="564" w:type="dxa"/>
                          <w:tcBorders>
                            <w:left w:val="single" w:sz="4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Кол.уч</w:t>
                          </w:r>
                        </w:p>
                      </w:tc>
                      <w:tc>
                        <w:tcPr>
                          <w:tcW w:w="570" w:type="dxa"/>
                          <w:tcBorders>
                            <w:left w:val="nil"/>
                            <w:bottom w:val="single" w:sz="12" w:space="0" w:color="auto"/>
                            <w:right w:val="single" w:sz="4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564" w:type="dxa"/>
                          <w:tcBorders>
                            <w:left w:val="single" w:sz="4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№док</w:t>
                          </w:r>
                        </w:p>
                      </w:tc>
                      <w:tc>
                        <w:tcPr>
                          <w:tcW w:w="851" w:type="dxa"/>
                          <w:tcBorders>
                            <w:left w:val="nil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Подп.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left w:val="nil"/>
                            <w:bottom w:val="single" w:sz="12" w:space="0" w:color="auto"/>
                            <w:right w:val="nil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6237" w:type="dxa"/>
                          <w:vMerge/>
                          <w:tcBorders>
                            <w:top w:val="nil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568" w:type="dxa"/>
                          <w:vMerge/>
                          <w:tcBorders>
                            <w:top w:val="nil"/>
                            <w:left w:val="nil"/>
                            <w:bottom w:val="single" w:sz="12" w:space="0" w:color="auto"/>
                            <w:right w:val="single" w:sz="12" w:space="0" w:color="auto"/>
                          </w:tcBorders>
                        </w:tcPr>
                        <w:p w:rsidR="00F62A98" w:rsidRDefault="00F62A98">
                          <w:pPr>
                            <w:pStyle w:val="a9"/>
                            <w:jc w:val="center"/>
                          </w:pPr>
                        </w:p>
                      </w:tc>
                    </w:tr>
                  </w:tbl>
                  <w:p w:rsidR="00F62A98" w:rsidRDefault="00F62A98"/>
                </w:txbxContent>
              </v:textbox>
              <w10:wrap anchorx="page" anchory="page"/>
            </v:shape>
          </w:pict>
        </mc:Fallback>
      </mc:AlternateContent>
    </w:r>
  </w:p>
  <w:p w:rsidR="00F62A98" w:rsidRDefault="00F62A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A98" w:rsidRDefault="009A7E7C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1" layoutInCell="0" allowOverlap="1">
              <wp:simplePos x="0" y="0"/>
              <wp:positionH relativeFrom="page">
                <wp:posOffset>107950</wp:posOffset>
              </wp:positionH>
              <wp:positionV relativeFrom="page">
                <wp:posOffset>180340</wp:posOffset>
              </wp:positionV>
              <wp:extent cx="7200265" cy="10332085"/>
              <wp:effectExtent l="0" t="0" r="635" b="1206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265" cy="103320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11630" w:type="dxa"/>
                            <w:jc w:val="right"/>
                            <w:tblInd w:w="15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454"/>
                            <w:gridCol w:w="285"/>
                            <w:gridCol w:w="400"/>
                            <w:gridCol w:w="567"/>
                            <w:gridCol w:w="567"/>
                            <w:gridCol w:w="567"/>
                            <w:gridCol w:w="567"/>
                            <w:gridCol w:w="851"/>
                            <w:gridCol w:w="567"/>
                            <w:gridCol w:w="3969"/>
                            <w:gridCol w:w="851"/>
                            <w:gridCol w:w="851"/>
                            <w:gridCol w:w="1134"/>
                          </w:tblGrid>
                          <w:tr w:rsidR="004D54A8">
                            <w:trPr>
                              <w:cantSplit/>
                              <w:trHeight w:val="11260"/>
                              <w:jc w:val="right"/>
                            </w:trPr>
                            <w:tc>
                              <w:tcPr>
                                <w:tcW w:w="454" w:type="dxa"/>
                                <w:vMerge w:val="restart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vAlign w:val="bottom"/>
                              </w:tcPr>
                              <w:p w:rsidR="004D54A8" w:rsidRDefault="004D54A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68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4D54A8" w:rsidRDefault="004D54A8"/>
                            </w:tc>
                            <w:tc>
                              <w:tcPr>
                                <w:tcW w:w="10491" w:type="dxa"/>
                                <w:gridSpan w:val="10"/>
                                <w:vMerge w:val="restart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4" w:space="0" w:color="auto"/>
                                  <w:right w:val="single" w:sz="12" w:space="0" w:color="auto"/>
                                </w:tcBorders>
                                <w:vAlign w:val="bottom"/>
                              </w:tcPr>
                              <w:p w:rsidR="004D54A8" w:rsidRDefault="004D54A8" w:rsidP="00FF705B">
                                <w:pPr>
                                  <w:pStyle w:val="a2"/>
                                </w:pPr>
                              </w:p>
                            </w:tc>
                          </w:tr>
                          <w:tr w:rsidR="004D54A8">
                            <w:trPr>
                              <w:cantSplit/>
                              <w:trHeight w:val="1511"/>
                              <w:jc w:val="right"/>
                            </w:trPr>
                            <w:tc>
                              <w:tcPr>
                                <w:tcW w:w="454" w:type="dxa"/>
                                <w:vMerge/>
                                <w:tcBorders>
                                  <w:top w:val="single" w:sz="12" w:space="0" w:color="auto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4D54A8" w:rsidRDefault="004D54A8">
                                <w:pPr>
                                  <w:ind w:left="113" w:right="113"/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4" w:space="0" w:color="auto"/>
                                  <w:right w:val="single" w:sz="12" w:space="0" w:color="auto"/>
                                </w:tcBorders>
                                <w:textDirection w:val="btLr"/>
                                <w:vAlign w:val="center"/>
                              </w:tcPr>
                              <w:p w:rsidR="004D54A8" w:rsidRDefault="004D54A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Взам.</w:t>
                                </w:r>
                                <w:r>
                                  <w:rPr>
                                    <w:sz w:val="18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18"/>
                                  </w:rPr>
                                  <w:t>инв. №</w:t>
                                </w:r>
                              </w:p>
                            </w:tc>
                            <w:tc>
                              <w:tcPr>
                                <w:tcW w:w="400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:rsidR="004D54A8" w:rsidRDefault="004D54A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1" w:type="dxa"/>
                                <w:gridSpan w:val="10"/>
                                <w:vMerge/>
                                <w:tcBorders>
                                  <w:left w:val="single" w:sz="12" w:space="0" w:color="auto"/>
                                  <w:bottom w:val="single" w:sz="4" w:space="0" w:color="auto"/>
                                  <w:right w:val="single" w:sz="12" w:space="0" w:color="auto"/>
                                </w:tcBorders>
                                <w:vAlign w:val="bottom"/>
                              </w:tcPr>
                              <w:p w:rsidR="004D54A8" w:rsidRDefault="004D54A8">
                                <w:pPr>
                                  <w:ind w:left="284" w:right="57" w:firstLine="720"/>
                                  <w:jc w:val="both"/>
                                </w:pPr>
                              </w:p>
                            </w:tc>
                          </w:tr>
                          <w:tr w:rsidR="004D54A8">
                            <w:trPr>
                              <w:cantSplit/>
                              <w:trHeight w:val="1077"/>
                              <w:jc w:val="right"/>
                            </w:trPr>
                            <w:tc>
                              <w:tcPr>
                                <w:tcW w:w="454" w:type="dxa"/>
                                <w:vMerge w:val="restart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4D54A8" w:rsidRDefault="004D54A8">
                                <w:pPr>
                                  <w:ind w:left="113" w:right="113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vMerge w:val="restart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textDirection w:val="btLr"/>
                              </w:tcPr>
                              <w:p w:rsidR="004D54A8" w:rsidRDefault="004D54A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400" w:type="dxa"/>
                                <w:vMerge w:val="restart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nil"/>
                                </w:tcBorders>
                              </w:tcPr>
                              <w:p w:rsidR="004D54A8" w:rsidRDefault="004D54A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1" w:type="dxa"/>
                                <w:gridSpan w:val="10"/>
                                <w:vMerge/>
                                <w:tcBorders>
                                  <w:left w:val="single" w:sz="12" w:space="0" w:color="auto"/>
                                  <w:bottom w:val="nil"/>
                                  <w:right w:val="single" w:sz="12" w:space="0" w:color="auto"/>
                                </w:tcBorders>
                              </w:tcPr>
                              <w:p w:rsidR="004D54A8" w:rsidRDefault="004D54A8"/>
                            </w:tc>
                          </w:tr>
                          <w:tr w:rsidR="00F62A98">
                            <w:trPr>
                              <w:cantSplit/>
                              <w:trHeight w:hRule="exact" w:val="284"/>
                              <w:jc w:val="right"/>
                            </w:trPr>
                            <w:tc>
                              <w:tcPr>
                                <w:tcW w:w="454" w:type="dxa"/>
                                <w:vMerge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F62A98" w:rsidRDefault="00F62A98">
                                <w:pPr>
                                  <w:ind w:left="113" w:right="113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textDirection w:val="btLr"/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0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textDirection w:val="btLr"/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12" w:space="0" w:color="auto"/>
                                  <w:left w:val="nil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12" w:space="0" w:color="auto"/>
                                  <w:left w:val="nil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12" w:space="0" w:color="auto"/>
                                  <w:left w:val="nil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12" w:space="0" w:color="auto"/>
                                  <w:left w:val="nil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12" w:space="0" w:color="auto"/>
                                  <w:left w:val="nil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12" w:space="0" w:color="auto"/>
                                  <w:left w:val="nil"/>
                                  <w:right w:val="nil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805" w:type="dxa"/>
                                <w:gridSpan w:val="4"/>
                                <w:vMerge w:val="restart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nil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Pr="002F0E4A" w:rsidRDefault="00F62A98">
                                <w:pPr>
                                  <w:pStyle w:val="ab"/>
                                  <w:rPr>
                                    <w:b w:val="0"/>
                                  </w:rPr>
                                </w:pPr>
                                <w:r w:rsidRPr="002F0E4A">
                                  <w:rPr>
                                    <w:b w:val="0"/>
                                  </w:rPr>
                                  <w:fldChar w:fldCharType="begin"/>
                                </w:r>
                                <w:r w:rsidRPr="002F0E4A">
                                  <w:rPr>
                                    <w:b w:val="0"/>
                                  </w:rPr>
                                  <w:instrText xml:space="preserve"> DOCPROPERTY "Шифр</w:instrText>
                                </w:r>
                                <w:r>
                                  <w:rPr>
                                    <w:b w:val="0"/>
                                  </w:rPr>
                                  <w:instrText xml:space="preserve"> тома</w:instrText>
                                </w:r>
                                <w:r w:rsidRPr="002F0E4A">
                                  <w:rPr>
                                    <w:b w:val="0"/>
                                  </w:rPr>
                                  <w:instrText xml:space="preserve">" \* MERGEFORMAT </w:instrText>
                                </w:r>
                                <w:r w:rsidRPr="002F0E4A">
                                  <w:rPr>
                                    <w:b w:val="0"/>
                                  </w:rPr>
                                  <w:fldChar w:fldCharType="separate"/>
                                </w:r>
                                <w:r w:rsidR="00545E78">
                                  <w:rPr>
                                    <w:b w:val="0"/>
                                  </w:rPr>
                                  <w:t>8186П-П-093.000.000-ИГДИ-02</w:t>
                                </w:r>
                                <w:r w:rsidRPr="002F0E4A">
                                  <w:rPr>
                                    <w:b w:val="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 w:rsidR="00F62A98">
                            <w:trPr>
                              <w:cantSplit/>
                              <w:trHeight w:hRule="exact" w:val="284"/>
                              <w:jc w:val="right"/>
                            </w:trPr>
                            <w:tc>
                              <w:tcPr>
                                <w:tcW w:w="454" w:type="dxa"/>
                                <w:vMerge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F62A98" w:rsidRDefault="00F62A98">
                                <w:pPr>
                                  <w:ind w:left="113" w:right="113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textDirection w:val="btLr"/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0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textDirection w:val="btLr"/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left w:val="nil"/>
                                  <w:bottom w:val="nil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left w:val="nil"/>
                                  <w:bottom w:val="nil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left w:val="nil"/>
                                  <w:bottom w:val="nil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left w:val="nil"/>
                                  <w:bottom w:val="nil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left w:val="nil"/>
                                  <w:bottom w:val="nil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left w:val="nil"/>
                                  <w:bottom w:val="nil"/>
                                  <w:right w:val="nil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805" w:type="dxa"/>
                                <w:gridSpan w:val="4"/>
                                <w:vMerge/>
                                <w:tcBorders>
                                  <w:top w:val="nil"/>
                                  <w:left w:val="single" w:sz="12" w:space="0" w:color="auto"/>
                                  <w:bottom w:val="nil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jc w:val="center"/>
                                </w:pPr>
                              </w:p>
                            </w:tc>
                          </w:tr>
                          <w:tr w:rsidR="00F62A98">
                            <w:trPr>
                              <w:cantSplit/>
                              <w:trHeight w:hRule="exact" w:val="284"/>
                              <w:jc w:val="right"/>
                            </w:trPr>
                            <w:tc>
                              <w:tcPr>
                                <w:tcW w:w="454" w:type="dxa"/>
                                <w:vMerge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F62A98" w:rsidRDefault="00F62A98">
                                <w:pPr>
                                  <w:ind w:left="113" w:right="113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nil"/>
                                  <w:right w:val="single" w:sz="12" w:space="0" w:color="auto"/>
                                </w:tcBorders>
                                <w:textDirection w:val="btLr"/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0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nil"/>
                                  <w:right w:val="single" w:sz="12" w:space="0" w:color="auto"/>
                                </w:tcBorders>
                                <w:textDirection w:val="btLr"/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12" w:space="0" w:color="auto"/>
                                  <w:left w:val="nil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Изм.</w:t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12" w:space="0" w:color="auto"/>
                                  <w:left w:val="nil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pacing w:val="-20"/>
                                    <w:sz w:val="18"/>
                                  </w:rPr>
                                  <w:t>Кол.у</w:t>
                                </w:r>
                                <w:r>
                                  <w:rPr>
                                    <w:sz w:val="18"/>
                                  </w:rPr>
                                  <w:t>ч</w:t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12" w:space="0" w:color="auto"/>
                                  <w:left w:val="nil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12" w:space="0" w:color="auto"/>
                                  <w:left w:val="nil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№док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12" w:space="0" w:color="auto"/>
                                  <w:left w:val="nil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Подп.</w:t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12" w:space="0" w:color="auto"/>
                                  <w:left w:val="nil"/>
                                  <w:bottom w:val="single" w:sz="12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6805" w:type="dxa"/>
                                <w:gridSpan w:val="4"/>
                                <w:vMerge/>
                                <w:tcBorders>
                                  <w:top w:val="nil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jc w:val="center"/>
                                </w:pPr>
                              </w:p>
                            </w:tc>
                          </w:tr>
                          <w:tr w:rsidR="00F62A98">
                            <w:trPr>
                              <w:cantSplit/>
                              <w:trHeight w:hRule="exact" w:val="284"/>
                              <w:jc w:val="right"/>
                            </w:trPr>
                            <w:tc>
                              <w:tcPr>
                                <w:tcW w:w="454" w:type="dxa"/>
                                <w:vMerge w:val="restart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F62A98" w:rsidRDefault="00F62A98">
                                <w:pPr>
                                  <w:ind w:left="113" w:right="113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vMerge w:val="restart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textDirection w:val="btLr"/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400" w:type="dxa"/>
                                <w:vMerge w:val="restart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textDirection w:val="btLr"/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tcBorders>
                                  <w:top w:val="nil"/>
                                  <w:left w:val="nil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A6016A">
                                <w:pPr>
                                  <w:pStyle w:val="a9"/>
                                  <w:spacing w:before="0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Разработал</w:t>
                                </w: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tcBorders>
                                  <w:top w:val="nil"/>
                                  <w:left w:val="nil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E40B21">
                                <w:pPr>
                                  <w:pStyle w:val="a9"/>
                                  <w:spacing w:before="0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Ступникова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nil"/>
                                  <w:left w:val="nil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nil"/>
                                  <w:left w:val="nil"/>
                                  <w:right w:val="nil"/>
                                </w:tcBorders>
                                <w:vAlign w:val="center"/>
                              </w:tcPr>
                              <w:p w:rsidR="00F62A98" w:rsidRDefault="00E40B21">
                                <w:pPr>
                                  <w:pStyle w:val="a9"/>
                                  <w:spacing w:before="0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10.21</w:t>
                                </w:r>
                              </w:p>
                            </w:tc>
                            <w:tc>
                              <w:tcPr>
                                <w:tcW w:w="3969" w:type="dxa"/>
                                <w:vMerge w:val="restart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nil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Pr="00223C3E" w:rsidRDefault="00F62A98">
                                <w:pPr>
                                  <w:pStyle w:val="ab"/>
                                  <w:rPr>
                                    <w:b w:val="0"/>
                                    <w:bCs w:val="0"/>
                                    <w:sz w:val="16"/>
                                    <w:szCs w:val="16"/>
                                  </w:rPr>
                                </w:pPr>
                                <w:r w:rsidRPr="00AC5D07">
                                  <w:rPr>
                                    <w:b w:val="0"/>
                                    <w:bCs w:val="0"/>
                                    <w:sz w:val="16"/>
                                    <w:szCs w:val="16"/>
                                  </w:rPr>
                                  <w:t>Том</w:t>
                                </w:r>
                                <w:r w:rsidRPr="00AC5D07">
                                  <w:rPr>
                                    <w:b w:val="0"/>
                                    <w:bCs w:val="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AC5D07">
                                  <w:rPr>
                                    <w:b w:val="0"/>
                                    <w:bCs w:val="0"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AC5D07">
                                  <w:rPr>
                                    <w:b w:val="0"/>
                                    <w:bCs w:val="0"/>
                                    <w:sz w:val="16"/>
                                    <w:szCs w:val="16"/>
                                  </w:rPr>
                                  <w:instrText xml:space="preserve"> DOCPROPERTY "Номер тома" \* MERGEFORMAT </w:instrText>
                                </w:r>
                                <w:r w:rsidRPr="00AC5D07">
                                  <w:rPr>
                                    <w:b w:val="0"/>
                                    <w:bCs w:val="0"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="00545E78">
                                  <w:rPr>
                                    <w:b w:val="0"/>
                                    <w:bCs w:val="0"/>
                                    <w:sz w:val="16"/>
                                    <w:szCs w:val="16"/>
                                  </w:rPr>
                                  <w:t>1.2</w:t>
                                </w:r>
                                <w:r w:rsidRPr="00AC5D07">
                                  <w:rPr>
                                    <w:b w:val="0"/>
                                    <w:bCs w:val="0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  <w:r w:rsidRPr="00AC5D07">
                                  <w:rPr>
                                    <w:b w:val="0"/>
                                    <w:bCs w:val="0"/>
                                    <w:sz w:val="16"/>
                                    <w:szCs w:val="16"/>
                                  </w:rPr>
                                  <w:t xml:space="preserve"> - </w:t>
                                </w:r>
                                <w:r w:rsidRPr="00D96710">
                                  <w:rPr>
                                    <w:b w:val="0"/>
                                    <w:bCs w:val="0"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D96710">
                                  <w:rPr>
                                    <w:b w:val="0"/>
                                    <w:bCs w:val="0"/>
                                    <w:sz w:val="16"/>
                                    <w:szCs w:val="16"/>
                                  </w:rPr>
                                  <w:instrText xml:space="preserve"> DOCPROPERTY "Раздел" \* MERGEFORMAT </w:instrText>
                                </w:r>
                                <w:r w:rsidRPr="00D96710">
                                  <w:rPr>
                                    <w:b w:val="0"/>
                                    <w:bCs w:val="0"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="00545E78">
                                  <w:rPr>
                                    <w:b w:val="0"/>
                                    <w:bCs w:val="0"/>
                                    <w:sz w:val="16"/>
                                    <w:szCs w:val="16"/>
                                  </w:rPr>
                                  <w:t xml:space="preserve">Технический отчет по результатам инженерно-геодезических изысканий для подготовки проектной документации. </w:t>
                                </w:r>
                                <w:r w:rsidRPr="00D96710">
                                  <w:rPr>
                                    <w:b w:val="0"/>
                                    <w:bCs w:val="0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  <w:r w:rsidRPr="00D96710">
                                  <w:rPr>
                                    <w:b w:val="0"/>
                                    <w:bCs w:val="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D96710">
                                  <w:rPr>
                                    <w:b w:val="0"/>
                                    <w:bCs w:val="0"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D96710">
                                  <w:rPr>
                                    <w:b w:val="0"/>
                                    <w:bCs w:val="0"/>
                                    <w:sz w:val="16"/>
                                    <w:szCs w:val="16"/>
                                  </w:rPr>
                                  <w:instrText xml:space="preserve"> DOCPROPERTY "Подраздел" \* MERGEFORMAT </w:instrText>
                                </w:r>
                                <w:r w:rsidRPr="00D96710">
                                  <w:rPr>
                                    <w:b w:val="0"/>
                                    <w:bCs w:val="0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  <w:r w:rsidRPr="00D96710">
                                  <w:rPr>
                                    <w:b w:val="0"/>
                                    <w:bCs w:val="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D96710">
                                  <w:rPr>
                                    <w:b w:val="0"/>
                                    <w:bCs w:val="0"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D96710">
                                  <w:rPr>
                                    <w:b w:val="0"/>
                                    <w:bCs w:val="0"/>
                                    <w:sz w:val="16"/>
                                    <w:szCs w:val="16"/>
                                  </w:rPr>
                                  <w:instrText xml:space="preserve"> DOCPROPERTY "Часть" \* MERGEFORMAT </w:instrText>
                                </w:r>
                                <w:r w:rsidRPr="00D96710">
                                  <w:rPr>
                                    <w:b w:val="0"/>
                                    <w:bCs w:val="0"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="00545E78">
                                  <w:rPr>
                                    <w:b w:val="0"/>
                                    <w:bCs w:val="0"/>
                                    <w:sz w:val="16"/>
                                    <w:szCs w:val="16"/>
                                  </w:rPr>
                                  <w:t>Часть 2 Материалы изысканий в формате MapInfo</w:t>
                                </w:r>
                                <w:r w:rsidRPr="00D96710">
                                  <w:rPr>
                                    <w:b w:val="0"/>
                                    <w:bCs w:val="0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  <w:r w:rsidRPr="00D96710">
                                  <w:rPr>
                                    <w:b w:val="0"/>
                                    <w:bCs w:val="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D96710">
                                  <w:rPr>
                                    <w:b w:val="0"/>
                                    <w:bCs w:val="0"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D96710">
                                  <w:rPr>
                                    <w:b w:val="0"/>
                                    <w:bCs w:val="0"/>
                                    <w:sz w:val="16"/>
                                    <w:szCs w:val="16"/>
                                  </w:rPr>
                                  <w:instrText xml:space="preserve"> DOCPROPERTY "Книга" \* MERGEFORMAT </w:instrText>
                                </w:r>
                                <w:r w:rsidRPr="00D96710">
                                  <w:rPr>
                                    <w:b w:val="0"/>
                                    <w:bCs w:val="0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Стадия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134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Листов</w:t>
                                </w:r>
                              </w:p>
                            </w:tc>
                          </w:tr>
                          <w:tr w:rsidR="00F62A98">
                            <w:trPr>
                              <w:cantSplit/>
                              <w:trHeight w:hRule="exact" w:val="284"/>
                              <w:jc w:val="right"/>
                            </w:trPr>
                            <w:tc>
                              <w:tcPr>
                                <w:tcW w:w="454" w:type="dxa"/>
                                <w:vMerge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F62A98" w:rsidRDefault="00F62A98">
                                <w:pPr>
                                  <w:ind w:left="113" w:right="113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textDirection w:val="btLr"/>
                                <w:vAlign w:val="center"/>
                              </w:tcPr>
                              <w:p w:rsidR="00F62A98" w:rsidRDefault="00F62A98">
                                <w:pPr>
                                  <w:ind w:left="113" w:right="113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0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textDirection w:val="btLr"/>
                                <w:vAlign w:val="center"/>
                              </w:tcPr>
                              <w:p w:rsidR="00F62A98" w:rsidRDefault="00F62A98">
                                <w:pPr>
                                  <w:ind w:left="113" w:right="113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tcBorders>
                                  <w:left w:val="nil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tcBorders>
                                  <w:left w:val="nil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left w:val="nil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left w:val="nil"/>
                                  <w:right w:val="nil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top w:val="nil"/>
                                  <w:left w:val="single" w:sz="12" w:space="0" w:color="auto"/>
                                  <w:bottom w:val="nil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12" w:space="0" w:color="auto"/>
                                  <w:left w:val="nil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П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12" w:space="0" w:color="auto"/>
                                  <w:left w:val="nil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СС.</w:t>
                                </w:r>
                                <w:r>
                                  <w:rPr>
                                    <w:sz w:val="18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18"/>
                                  </w:rPr>
                                  <w:instrText xml:space="preserve"> PAGE  \* MERGEFORMAT </w:instrText>
                                </w:r>
                                <w:r>
                                  <w:rPr>
                                    <w:sz w:val="18"/>
                                  </w:rPr>
                                  <w:fldChar w:fldCharType="separate"/>
                                </w:r>
                                <w:r w:rsidR="00545E78">
                                  <w:rPr>
                                    <w:noProof/>
                                    <w:sz w:val="18"/>
                                  </w:rPr>
                                  <w:t>1</w:t>
                                </w:r>
                                <w:r>
                                  <w:rPr>
                                    <w:sz w:val="18"/>
                                  </w:rPr>
                                  <w:fldChar w:fldCharType="end"/>
                                </w:r>
                              </w:p>
                            </w:tc>
                            <w:tc>
                              <w:tcPr>
                                <w:tcW w:w="1134" w:type="dxa"/>
                                <w:tcBorders>
                                  <w:top w:val="single" w:sz="12" w:space="0" w:color="auto"/>
                                  <w:left w:val="nil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18"/>
                                  </w:rPr>
                                  <w:instrText xml:space="preserve"> =</w:instrText>
                                </w:r>
                                <w:r>
                                  <w:rPr>
                                    <w:sz w:val="18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18"/>
                                  </w:rPr>
                                  <w:instrText xml:space="preserve"> NUMPAGES  \* MERGEFORMAT </w:instrText>
                                </w:r>
                                <w:r>
                                  <w:rPr>
                                    <w:sz w:val="18"/>
                                  </w:rPr>
                                  <w:fldChar w:fldCharType="separate"/>
                                </w:r>
                                <w:r w:rsidR="00545E78">
                                  <w:rPr>
                                    <w:noProof/>
                                    <w:sz w:val="18"/>
                                  </w:rPr>
                                  <w:instrText>6</w:instrText>
                                </w:r>
                                <w:r>
                                  <w:rPr>
                                    <w:sz w:val="18"/>
                                  </w:rPr>
                                  <w:fldChar w:fldCharType="end"/>
                                </w:r>
                                <w:r>
                                  <w:rPr>
                                    <w:sz w:val="18"/>
                                  </w:rPr>
                                  <w:instrText xml:space="preserve">-1 \* MERGEFORMAT </w:instrText>
                                </w:r>
                                <w:r>
                                  <w:rPr>
                                    <w:sz w:val="18"/>
                                  </w:rPr>
                                  <w:fldChar w:fldCharType="separate"/>
                                </w:r>
                                <w:r w:rsidR="00545E78">
                                  <w:rPr>
                                    <w:noProof/>
                                    <w:sz w:val="18"/>
                                  </w:rPr>
                                  <w:t>5</w:t>
                                </w:r>
                                <w:r>
                                  <w:rPr>
                                    <w:sz w:val="18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 w:rsidR="00F62A98">
                            <w:trPr>
                              <w:cantSplit/>
                              <w:trHeight w:hRule="exact" w:val="284"/>
                              <w:jc w:val="right"/>
                            </w:trPr>
                            <w:tc>
                              <w:tcPr>
                                <w:tcW w:w="454" w:type="dxa"/>
                                <w:vMerge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F62A98" w:rsidRDefault="00F62A98"/>
                            </w:tc>
                            <w:tc>
                              <w:tcPr>
                                <w:tcW w:w="285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:rsidR="00F62A98" w:rsidRDefault="00F62A98"/>
                            </w:tc>
                            <w:tc>
                              <w:tcPr>
                                <w:tcW w:w="400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:rsidR="00F62A98" w:rsidRDefault="00F62A98"/>
                            </w:tc>
                            <w:tc>
                              <w:tcPr>
                                <w:tcW w:w="1134" w:type="dxa"/>
                                <w:gridSpan w:val="2"/>
                                <w:tcBorders>
                                  <w:left w:val="nil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tcBorders>
                                  <w:left w:val="nil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Pr="00D435C1" w:rsidRDefault="00F62A98">
                                <w:pPr>
                                  <w:pStyle w:val="a9"/>
                                  <w:spacing w:before="0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left w:val="nil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left w:val="nil"/>
                                  <w:right w:val="nil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pStyle w:val="a9"/>
                                  <w:spacing w:before="0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top w:val="nil"/>
                                  <w:left w:val="single" w:sz="12" w:space="0" w:color="auto"/>
                                  <w:bottom w:val="nil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F62A9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2836" w:type="dxa"/>
                                <w:gridSpan w:val="3"/>
                                <w:vMerge w:val="restart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F62A98" w:rsidRDefault="009A7E7C">
                                <w:pPr>
                                  <w:pStyle w:val="a9"/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noProof/>
                                    <w:snapToGrid/>
                                  </w:rPr>
                                  <w:drawing>
                                    <wp:inline distT="0" distB="0" distL="0" distR="0">
                                      <wp:extent cx="1571625" cy="476250"/>
                                      <wp:effectExtent l="0" t="0" r="9525" b="0"/>
                                      <wp:docPr id="3" name="Рисунок 4" descr="Блок_в_штамп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4" descr="Блок_в_штамп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571625" cy="4762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  <w:tr w:rsidR="00227A2B">
                            <w:trPr>
                              <w:cantSplit/>
                              <w:trHeight w:hRule="exact" w:val="284"/>
                              <w:jc w:val="right"/>
                            </w:trPr>
                            <w:tc>
                              <w:tcPr>
                                <w:tcW w:w="454" w:type="dxa"/>
                                <w:vMerge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227A2B" w:rsidRDefault="00227A2B"/>
                            </w:tc>
                            <w:tc>
                              <w:tcPr>
                                <w:tcW w:w="285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:rsidR="00227A2B" w:rsidRDefault="00227A2B"/>
                            </w:tc>
                            <w:tc>
                              <w:tcPr>
                                <w:tcW w:w="400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:rsidR="00227A2B" w:rsidRDefault="00227A2B"/>
                            </w:tc>
                            <w:tc>
                              <w:tcPr>
                                <w:tcW w:w="1134" w:type="dxa"/>
                                <w:gridSpan w:val="2"/>
                                <w:tcBorders>
                                  <w:left w:val="nil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227A2B" w:rsidRDefault="00227A2B" w:rsidP="00055394">
                                <w:pPr>
                                  <w:pStyle w:val="a9"/>
                                  <w:spacing w:before="0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Н.контроль</w:t>
                                </w: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tcBorders>
                                  <w:left w:val="nil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227A2B" w:rsidRPr="00D435C1" w:rsidRDefault="00E40B21" w:rsidP="00055394">
                                <w:pPr>
                                  <w:pStyle w:val="a9"/>
                                  <w:spacing w:before="0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Махрина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left w:val="nil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227A2B" w:rsidRDefault="00227A2B">
                                <w:pPr>
                                  <w:pStyle w:val="a9"/>
                                  <w:spacing w:before="0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left w:val="nil"/>
                                  <w:right w:val="nil"/>
                                </w:tcBorders>
                                <w:vAlign w:val="center"/>
                              </w:tcPr>
                              <w:p w:rsidR="00227A2B" w:rsidRPr="00E40B21" w:rsidRDefault="00E40B21">
                                <w:pPr>
                                  <w:pStyle w:val="a9"/>
                                  <w:spacing w:before="0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10.21</w:t>
                                </w:r>
                              </w:p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top w:val="nil"/>
                                  <w:left w:val="single" w:sz="12" w:space="0" w:color="auto"/>
                                  <w:bottom w:val="nil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227A2B" w:rsidRDefault="00227A2B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2836" w:type="dxa"/>
                                <w:gridSpan w:val="3"/>
                                <w:vMerge/>
                                <w:tcBorders>
                                  <w:left w:val="nil"/>
                                  <w:bottom w:val="nil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227A2B" w:rsidRDefault="00227A2B">
                                <w:pPr>
                                  <w:jc w:val="center"/>
                                </w:pPr>
                              </w:p>
                            </w:tc>
                          </w:tr>
                          <w:tr w:rsidR="00227A2B">
                            <w:trPr>
                              <w:cantSplit/>
                              <w:trHeight w:hRule="exact" w:val="284"/>
                              <w:jc w:val="right"/>
                            </w:trPr>
                            <w:tc>
                              <w:tcPr>
                                <w:tcW w:w="454" w:type="dxa"/>
                                <w:vMerge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227A2B" w:rsidRDefault="00227A2B"/>
                            </w:tc>
                            <w:tc>
                              <w:tcPr>
                                <w:tcW w:w="285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:rsidR="00227A2B" w:rsidRDefault="00227A2B"/>
                            </w:tc>
                            <w:tc>
                              <w:tcPr>
                                <w:tcW w:w="400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:rsidR="00227A2B" w:rsidRDefault="00227A2B"/>
                            </w:tc>
                            <w:tc>
                              <w:tcPr>
                                <w:tcW w:w="1134" w:type="dxa"/>
                                <w:gridSpan w:val="2"/>
                                <w:tcBorders>
                                  <w:left w:val="nil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227A2B" w:rsidRDefault="00A6016A" w:rsidP="00055394">
                                <w:pPr>
                                  <w:pStyle w:val="a9"/>
                                  <w:spacing w:before="0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Нач.отдела</w:t>
                                </w: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tcBorders>
                                  <w:left w:val="nil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227A2B" w:rsidRDefault="00E40B21" w:rsidP="00055394">
                                <w:pPr>
                                  <w:pStyle w:val="a9"/>
                                  <w:spacing w:before="0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Селезнева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left w:val="nil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227A2B" w:rsidRDefault="00227A2B">
                                <w:pPr>
                                  <w:pStyle w:val="a9"/>
                                  <w:spacing w:before="0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left w:val="nil"/>
                                  <w:bottom w:val="single" w:sz="12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227A2B" w:rsidRDefault="00E40B21">
                                <w:pPr>
                                  <w:pStyle w:val="a9"/>
                                  <w:spacing w:before="0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10.21</w:t>
                                </w:r>
                              </w:p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top w:val="nil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227A2B" w:rsidRDefault="00227A2B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2836" w:type="dxa"/>
                                <w:gridSpan w:val="3"/>
                                <w:vMerge/>
                                <w:tcBorders>
                                  <w:top w:val="nil"/>
                                  <w:left w:val="nil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:rsidR="00227A2B" w:rsidRDefault="00227A2B"/>
                            </w:tc>
                          </w:tr>
                        </w:tbl>
                        <w:p w:rsidR="00F62A98" w:rsidRDefault="00F62A9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8.5pt;margin-top:14.2pt;width:566.95pt;height:813.5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" o:allowincell="f" filled="f" stroked="f">
              <v:textbox inset="0,0,0,0">
                <w:txbxContent>
                  <w:tbl>
                    <w:tblPr>
                      <w:tblW w:w="11630" w:type="dxa"/>
                      <w:jc w:val="right"/>
                      <w:tblInd w:w="15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454"/>
                      <w:gridCol w:w="285"/>
                      <w:gridCol w:w="400"/>
                      <w:gridCol w:w="567"/>
                      <w:gridCol w:w="567"/>
                      <w:gridCol w:w="567"/>
                      <w:gridCol w:w="567"/>
                      <w:gridCol w:w="851"/>
                      <w:gridCol w:w="567"/>
                      <w:gridCol w:w="3969"/>
                      <w:gridCol w:w="851"/>
                      <w:gridCol w:w="851"/>
                      <w:gridCol w:w="1134"/>
                    </w:tblGrid>
                    <w:tr w:rsidR="004D54A8">
                      <w:trPr>
                        <w:cantSplit/>
                        <w:trHeight w:val="11260"/>
                        <w:jc w:val="right"/>
                      </w:trPr>
                      <w:tc>
                        <w:tcPr>
                          <w:tcW w:w="454" w:type="dxa"/>
                          <w:vMerge w:val="restart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vAlign w:val="bottom"/>
                        </w:tcPr>
                        <w:p w:rsidR="004D54A8" w:rsidRDefault="004D54A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685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4D54A8" w:rsidRDefault="004D54A8"/>
                      </w:tc>
                      <w:tc>
                        <w:tcPr>
                          <w:tcW w:w="10491" w:type="dxa"/>
                          <w:gridSpan w:val="10"/>
                          <w:vMerge w:val="restart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4" w:space="0" w:color="auto"/>
                            <w:right w:val="single" w:sz="12" w:space="0" w:color="auto"/>
                          </w:tcBorders>
                          <w:vAlign w:val="bottom"/>
                        </w:tcPr>
                        <w:p w:rsidR="004D54A8" w:rsidRDefault="004D54A8" w:rsidP="00FF705B">
                          <w:pPr>
                            <w:pStyle w:val="a2"/>
                          </w:pPr>
                        </w:p>
                      </w:tc>
                    </w:tr>
                    <w:tr w:rsidR="004D54A8">
                      <w:trPr>
                        <w:cantSplit/>
                        <w:trHeight w:val="1511"/>
                        <w:jc w:val="right"/>
                      </w:trPr>
                      <w:tc>
                        <w:tcPr>
                          <w:tcW w:w="454" w:type="dxa"/>
                          <w:vMerge/>
                          <w:tcBorders>
                            <w:top w:val="single" w:sz="12" w:space="0" w:color="auto"/>
                            <w:left w:val="nil"/>
                            <w:bottom w:val="nil"/>
                            <w:right w:val="nil"/>
                          </w:tcBorders>
                        </w:tcPr>
                        <w:p w:rsidR="004D54A8" w:rsidRDefault="004D54A8">
                          <w:pPr>
                            <w:ind w:left="113" w:right="113"/>
                            <w:jc w:val="center"/>
                          </w:pPr>
                        </w:p>
                      </w:tc>
                      <w:tc>
                        <w:tcPr>
                          <w:tcW w:w="285" w:type="dxa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4" w:space="0" w:color="auto"/>
                            <w:right w:val="single" w:sz="12" w:space="0" w:color="auto"/>
                          </w:tcBorders>
                          <w:textDirection w:val="btLr"/>
                          <w:vAlign w:val="center"/>
                        </w:tcPr>
                        <w:p w:rsidR="004D54A8" w:rsidRDefault="004D54A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Взам.</w:t>
                          </w:r>
                          <w:r>
                            <w:rPr>
                              <w:sz w:val="18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инв. №</w:t>
                          </w:r>
                        </w:p>
                      </w:tc>
                      <w:tc>
                        <w:tcPr>
                          <w:tcW w:w="400" w:type="dxa"/>
                          <w:tcBorders>
                            <w:top w:val="single" w:sz="12" w:space="0" w:color="auto"/>
                            <w:left w:val="single" w:sz="12" w:space="0" w:color="auto"/>
                            <w:bottom w:val="nil"/>
                            <w:right w:val="single" w:sz="4" w:space="0" w:color="auto"/>
                          </w:tcBorders>
                        </w:tcPr>
                        <w:p w:rsidR="004D54A8" w:rsidRDefault="004D54A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0491" w:type="dxa"/>
                          <w:gridSpan w:val="10"/>
                          <w:vMerge/>
                          <w:tcBorders>
                            <w:left w:val="single" w:sz="12" w:space="0" w:color="auto"/>
                            <w:bottom w:val="single" w:sz="4" w:space="0" w:color="auto"/>
                            <w:right w:val="single" w:sz="12" w:space="0" w:color="auto"/>
                          </w:tcBorders>
                          <w:vAlign w:val="bottom"/>
                        </w:tcPr>
                        <w:p w:rsidR="004D54A8" w:rsidRDefault="004D54A8">
                          <w:pPr>
                            <w:ind w:left="284" w:right="57" w:firstLine="720"/>
                            <w:jc w:val="both"/>
                          </w:pPr>
                        </w:p>
                      </w:tc>
                    </w:tr>
                    <w:tr w:rsidR="004D54A8">
                      <w:trPr>
                        <w:cantSplit/>
                        <w:trHeight w:val="1077"/>
                        <w:jc w:val="right"/>
                      </w:trPr>
                      <w:tc>
                        <w:tcPr>
                          <w:tcW w:w="454" w:type="dxa"/>
                          <w:vMerge w:val="restart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4D54A8" w:rsidRDefault="004D54A8">
                          <w:pPr>
                            <w:ind w:left="113" w:right="113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vMerge w:val="restart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textDirection w:val="btLr"/>
                        </w:tcPr>
                        <w:p w:rsidR="004D54A8" w:rsidRDefault="004D54A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Подпись и дата</w:t>
                          </w:r>
                        </w:p>
                      </w:tc>
                      <w:tc>
                        <w:tcPr>
                          <w:tcW w:w="400" w:type="dxa"/>
                          <w:vMerge w:val="restart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nil"/>
                          </w:tcBorders>
                        </w:tcPr>
                        <w:p w:rsidR="004D54A8" w:rsidRDefault="004D54A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0491" w:type="dxa"/>
                          <w:gridSpan w:val="10"/>
                          <w:vMerge/>
                          <w:tcBorders>
                            <w:left w:val="single" w:sz="12" w:space="0" w:color="auto"/>
                            <w:bottom w:val="nil"/>
                            <w:right w:val="single" w:sz="12" w:space="0" w:color="auto"/>
                          </w:tcBorders>
                        </w:tcPr>
                        <w:p w:rsidR="004D54A8" w:rsidRDefault="004D54A8"/>
                      </w:tc>
                    </w:tr>
                    <w:tr w:rsidR="00F62A98">
                      <w:trPr>
                        <w:cantSplit/>
                        <w:trHeight w:hRule="exact" w:val="284"/>
                        <w:jc w:val="right"/>
                      </w:trPr>
                      <w:tc>
                        <w:tcPr>
                          <w:tcW w:w="454" w:type="dxa"/>
                          <w:vMerge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F62A98" w:rsidRDefault="00F62A98">
                          <w:pPr>
                            <w:ind w:left="113" w:right="113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textDirection w:val="btLr"/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400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textDirection w:val="btLr"/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12" w:space="0" w:color="auto"/>
                            <w:left w:val="nil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12" w:space="0" w:color="auto"/>
                            <w:left w:val="nil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12" w:space="0" w:color="auto"/>
                            <w:left w:val="nil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12" w:space="0" w:color="auto"/>
                            <w:left w:val="nil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12" w:space="0" w:color="auto"/>
                            <w:left w:val="nil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12" w:space="0" w:color="auto"/>
                            <w:left w:val="nil"/>
                            <w:right w:val="nil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6805" w:type="dxa"/>
                          <w:gridSpan w:val="4"/>
                          <w:vMerge w:val="restart"/>
                          <w:tcBorders>
                            <w:top w:val="single" w:sz="12" w:space="0" w:color="auto"/>
                            <w:left w:val="single" w:sz="12" w:space="0" w:color="auto"/>
                            <w:bottom w:val="nil"/>
                            <w:right w:val="single" w:sz="12" w:space="0" w:color="auto"/>
                          </w:tcBorders>
                          <w:vAlign w:val="center"/>
                        </w:tcPr>
                        <w:p w:rsidR="00F62A98" w:rsidRPr="002F0E4A" w:rsidRDefault="00F62A98">
                          <w:pPr>
                            <w:pStyle w:val="ab"/>
                            <w:rPr>
                              <w:b w:val="0"/>
                            </w:rPr>
                          </w:pPr>
                          <w:r w:rsidRPr="002F0E4A">
                            <w:rPr>
                              <w:b w:val="0"/>
                            </w:rPr>
                            <w:fldChar w:fldCharType="begin"/>
                          </w:r>
                          <w:r w:rsidRPr="002F0E4A">
                            <w:rPr>
                              <w:b w:val="0"/>
                            </w:rPr>
                            <w:instrText xml:space="preserve"> DOCPROPERTY "Шифр</w:instrText>
                          </w:r>
                          <w:r>
                            <w:rPr>
                              <w:b w:val="0"/>
                            </w:rPr>
                            <w:instrText xml:space="preserve"> тома</w:instrText>
                          </w:r>
                          <w:r w:rsidRPr="002F0E4A">
                            <w:rPr>
                              <w:b w:val="0"/>
                            </w:rPr>
                            <w:instrText xml:space="preserve">" \* MERGEFORMAT </w:instrText>
                          </w:r>
                          <w:r w:rsidRPr="002F0E4A">
                            <w:rPr>
                              <w:b w:val="0"/>
                            </w:rPr>
                            <w:fldChar w:fldCharType="separate"/>
                          </w:r>
                          <w:r w:rsidR="00545E78">
                            <w:rPr>
                              <w:b w:val="0"/>
                            </w:rPr>
                            <w:t>8186П-П-093.000.000-ИГДИ-02</w:t>
                          </w:r>
                          <w:r w:rsidRPr="002F0E4A">
                            <w:rPr>
                              <w:b w:val="0"/>
                            </w:rPr>
                            <w:fldChar w:fldCharType="end"/>
                          </w:r>
                        </w:p>
                      </w:tc>
                    </w:tr>
                    <w:tr w:rsidR="00F62A98">
                      <w:trPr>
                        <w:cantSplit/>
                        <w:trHeight w:hRule="exact" w:val="284"/>
                        <w:jc w:val="right"/>
                      </w:trPr>
                      <w:tc>
                        <w:tcPr>
                          <w:tcW w:w="454" w:type="dxa"/>
                          <w:vMerge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F62A98" w:rsidRDefault="00F62A98">
                          <w:pPr>
                            <w:ind w:left="113" w:right="113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textDirection w:val="btLr"/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400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textDirection w:val="btLr"/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left w:val="nil"/>
                            <w:bottom w:val="nil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left w:val="nil"/>
                            <w:bottom w:val="nil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left w:val="nil"/>
                            <w:bottom w:val="nil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left w:val="nil"/>
                            <w:bottom w:val="nil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left w:val="nil"/>
                            <w:bottom w:val="nil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left w:val="nil"/>
                            <w:bottom w:val="nil"/>
                            <w:right w:val="nil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6805" w:type="dxa"/>
                          <w:gridSpan w:val="4"/>
                          <w:vMerge/>
                          <w:tcBorders>
                            <w:top w:val="nil"/>
                            <w:left w:val="single" w:sz="12" w:space="0" w:color="auto"/>
                            <w:bottom w:val="nil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jc w:val="center"/>
                          </w:pPr>
                        </w:p>
                      </w:tc>
                    </w:tr>
                    <w:tr w:rsidR="00F62A98">
                      <w:trPr>
                        <w:cantSplit/>
                        <w:trHeight w:hRule="exact" w:val="284"/>
                        <w:jc w:val="right"/>
                      </w:trPr>
                      <w:tc>
                        <w:tcPr>
                          <w:tcW w:w="454" w:type="dxa"/>
                          <w:vMerge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F62A98" w:rsidRDefault="00F62A98">
                          <w:pPr>
                            <w:ind w:left="113" w:right="113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nil"/>
                            <w:right w:val="single" w:sz="12" w:space="0" w:color="auto"/>
                          </w:tcBorders>
                          <w:textDirection w:val="btLr"/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400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nil"/>
                            <w:right w:val="single" w:sz="12" w:space="0" w:color="auto"/>
                          </w:tcBorders>
                          <w:textDirection w:val="btLr"/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12" w:space="0" w:color="auto"/>
                            <w:left w:val="nil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Изм.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12" w:space="0" w:color="auto"/>
                            <w:left w:val="nil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rPr>
                              <w:sz w:val="18"/>
                            </w:rPr>
                          </w:pPr>
                          <w:r>
                            <w:rPr>
                              <w:spacing w:val="-20"/>
                              <w:sz w:val="18"/>
                            </w:rPr>
                            <w:t>Кол.у</w:t>
                          </w:r>
                          <w:r>
                            <w:rPr>
                              <w:sz w:val="18"/>
                            </w:rPr>
                            <w:t>ч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12" w:space="0" w:color="auto"/>
                            <w:left w:val="nil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12" w:space="0" w:color="auto"/>
                            <w:left w:val="nil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№док</w:t>
                          </w: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12" w:space="0" w:color="auto"/>
                            <w:left w:val="nil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Подп.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12" w:space="0" w:color="auto"/>
                            <w:left w:val="nil"/>
                            <w:bottom w:val="single" w:sz="12" w:space="0" w:color="auto"/>
                            <w:right w:val="nil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6805" w:type="dxa"/>
                          <w:gridSpan w:val="4"/>
                          <w:vMerge/>
                          <w:tcBorders>
                            <w:top w:val="nil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jc w:val="center"/>
                          </w:pPr>
                        </w:p>
                      </w:tc>
                    </w:tr>
                    <w:tr w:rsidR="00F62A98">
                      <w:trPr>
                        <w:cantSplit/>
                        <w:trHeight w:hRule="exact" w:val="284"/>
                        <w:jc w:val="right"/>
                      </w:trPr>
                      <w:tc>
                        <w:tcPr>
                          <w:tcW w:w="454" w:type="dxa"/>
                          <w:vMerge w:val="restart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F62A98" w:rsidRDefault="00F62A98">
                          <w:pPr>
                            <w:ind w:left="113" w:right="113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vMerge w:val="restart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textDirection w:val="btLr"/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Инв. № подл.</w:t>
                          </w:r>
                        </w:p>
                      </w:tc>
                      <w:tc>
                        <w:tcPr>
                          <w:tcW w:w="400" w:type="dxa"/>
                          <w:vMerge w:val="restart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textDirection w:val="btLr"/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134" w:type="dxa"/>
                          <w:gridSpan w:val="2"/>
                          <w:tcBorders>
                            <w:top w:val="nil"/>
                            <w:left w:val="nil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A6016A">
                          <w:pPr>
                            <w:pStyle w:val="a9"/>
                            <w:spacing w:before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Разработал</w:t>
                          </w:r>
                        </w:p>
                      </w:tc>
                      <w:tc>
                        <w:tcPr>
                          <w:tcW w:w="1134" w:type="dxa"/>
                          <w:gridSpan w:val="2"/>
                          <w:tcBorders>
                            <w:top w:val="nil"/>
                            <w:left w:val="nil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E40B21">
                          <w:pPr>
                            <w:pStyle w:val="a9"/>
                            <w:spacing w:before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Ступникова</w:t>
                          </w:r>
                        </w:p>
                      </w:tc>
                      <w:tc>
                        <w:tcPr>
                          <w:tcW w:w="851" w:type="dxa"/>
                          <w:tcBorders>
                            <w:top w:val="nil"/>
                            <w:left w:val="nil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nil"/>
                            <w:left w:val="nil"/>
                            <w:right w:val="nil"/>
                          </w:tcBorders>
                          <w:vAlign w:val="center"/>
                        </w:tcPr>
                        <w:p w:rsidR="00F62A98" w:rsidRDefault="00E40B21">
                          <w:pPr>
                            <w:pStyle w:val="a9"/>
                            <w:spacing w:before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10.21</w:t>
                          </w:r>
                        </w:p>
                      </w:tc>
                      <w:tc>
                        <w:tcPr>
                          <w:tcW w:w="3969" w:type="dxa"/>
                          <w:vMerge w:val="restart"/>
                          <w:tcBorders>
                            <w:top w:val="single" w:sz="12" w:space="0" w:color="auto"/>
                            <w:left w:val="single" w:sz="12" w:space="0" w:color="auto"/>
                            <w:bottom w:val="nil"/>
                            <w:right w:val="single" w:sz="12" w:space="0" w:color="auto"/>
                          </w:tcBorders>
                          <w:vAlign w:val="center"/>
                        </w:tcPr>
                        <w:p w:rsidR="00F62A98" w:rsidRPr="00223C3E" w:rsidRDefault="00F62A98">
                          <w:pPr>
                            <w:pStyle w:val="ab"/>
                            <w:rPr>
                              <w:b w:val="0"/>
                              <w:bCs w:val="0"/>
                              <w:sz w:val="16"/>
                              <w:szCs w:val="16"/>
                            </w:rPr>
                          </w:pPr>
                          <w:r w:rsidRPr="00AC5D07">
                            <w:rPr>
                              <w:b w:val="0"/>
                              <w:bCs w:val="0"/>
                              <w:sz w:val="16"/>
                              <w:szCs w:val="16"/>
                            </w:rPr>
                            <w:t>Том</w:t>
                          </w:r>
                          <w:r w:rsidRPr="00AC5D07">
                            <w:rPr>
                              <w:b w:val="0"/>
                              <w:bCs w:val="0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AC5D07">
                            <w:rPr>
                              <w:b w:val="0"/>
                              <w:bCs w:val="0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C5D07">
                            <w:rPr>
                              <w:b w:val="0"/>
                              <w:bCs w:val="0"/>
                              <w:sz w:val="16"/>
                              <w:szCs w:val="16"/>
                            </w:rPr>
                            <w:instrText xml:space="preserve"> DOCPROPERTY "Номер тома" \* MERGEFORMAT </w:instrText>
                          </w:r>
                          <w:r w:rsidRPr="00AC5D07">
                            <w:rPr>
                              <w:b w:val="0"/>
                              <w:bCs w:val="0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45E78">
                            <w:rPr>
                              <w:b w:val="0"/>
                              <w:bCs w:val="0"/>
                              <w:sz w:val="16"/>
                              <w:szCs w:val="16"/>
                            </w:rPr>
                            <w:t>1.2</w:t>
                          </w:r>
                          <w:r w:rsidRPr="00AC5D07">
                            <w:rPr>
                              <w:b w:val="0"/>
                              <w:bCs w:val="0"/>
                              <w:sz w:val="16"/>
                              <w:szCs w:val="16"/>
                            </w:rPr>
                            <w:fldChar w:fldCharType="end"/>
                          </w:r>
                          <w:r w:rsidRPr="00AC5D07">
                            <w:rPr>
                              <w:b w:val="0"/>
                              <w:bCs w:val="0"/>
                              <w:sz w:val="16"/>
                              <w:szCs w:val="16"/>
                            </w:rPr>
                            <w:t xml:space="preserve"> - </w:t>
                          </w:r>
                          <w:r w:rsidRPr="00D96710">
                            <w:rPr>
                              <w:b w:val="0"/>
                              <w:bCs w:val="0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D96710">
                            <w:rPr>
                              <w:b w:val="0"/>
                              <w:bCs w:val="0"/>
                              <w:sz w:val="16"/>
                              <w:szCs w:val="16"/>
                            </w:rPr>
                            <w:instrText xml:space="preserve"> DOCPROPERTY "Раздел" \* MERGEFORMAT </w:instrText>
                          </w:r>
                          <w:r w:rsidRPr="00D96710">
                            <w:rPr>
                              <w:b w:val="0"/>
                              <w:bCs w:val="0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45E78">
                            <w:rPr>
                              <w:b w:val="0"/>
                              <w:bCs w:val="0"/>
                              <w:sz w:val="16"/>
                              <w:szCs w:val="16"/>
                            </w:rPr>
                            <w:t xml:space="preserve">Технический отчет по результатам инженерно-геодезических изысканий для подготовки проектной документации. </w:t>
                          </w:r>
                          <w:r w:rsidRPr="00D96710">
                            <w:rPr>
                              <w:b w:val="0"/>
                              <w:bCs w:val="0"/>
                              <w:sz w:val="16"/>
                              <w:szCs w:val="16"/>
                            </w:rPr>
                            <w:fldChar w:fldCharType="end"/>
                          </w:r>
                          <w:r w:rsidRPr="00D96710">
                            <w:rPr>
                              <w:b w:val="0"/>
                              <w:bCs w:val="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D96710">
                            <w:rPr>
                              <w:b w:val="0"/>
                              <w:bCs w:val="0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D96710">
                            <w:rPr>
                              <w:b w:val="0"/>
                              <w:bCs w:val="0"/>
                              <w:sz w:val="16"/>
                              <w:szCs w:val="16"/>
                            </w:rPr>
                            <w:instrText xml:space="preserve"> DOCPROPERTY "Подраздел" \* MERGEFORMAT </w:instrText>
                          </w:r>
                          <w:r w:rsidRPr="00D96710">
                            <w:rPr>
                              <w:b w:val="0"/>
                              <w:bCs w:val="0"/>
                              <w:sz w:val="16"/>
                              <w:szCs w:val="16"/>
                            </w:rPr>
                            <w:fldChar w:fldCharType="end"/>
                          </w:r>
                          <w:r w:rsidRPr="00D96710">
                            <w:rPr>
                              <w:b w:val="0"/>
                              <w:bCs w:val="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D96710">
                            <w:rPr>
                              <w:b w:val="0"/>
                              <w:bCs w:val="0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D96710">
                            <w:rPr>
                              <w:b w:val="0"/>
                              <w:bCs w:val="0"/>
                              <w:sz w:val="16"/>
                              <w:szCs w:val="16"/>
                            </w:rPr>
                            <w:instrText xml:space="preserve"> DOCPROPERTY "Часть" \* MERGEFORMAT </w:instrText>
                          </w:r>
                          <w:r w:rsidRPr="00D96710">
                            <w:rPr>
                              <w:b w:val="0"/>
                              <w:bCs w:val="0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45E78">
                            <w:rPr>
                              <w:b w:val="0"/>
                              <w:bCs w:val="0"/>
                              <w:sz w:val="16"/>
                              <w:szCs w:val="16"/>
                            </w:rPr>
                            <w:t>Часть 2 Материалы изысканий в формате MapInfo</w:t>
                          </w:r>
                          <w:r w:rsidRPr="00D96710">
                            <w:rPr>
                              <w:b w:val="0"/>
                              <w:bCs w:val="0"/>
                              <w:sz w:val="16"/>
                              <w:szCs w:val="16"/>
                            </w:rPr>
                            <w:fldChar w:fldCharType="end"/>
                          </w:r>
                          <w:r w:rsidRPr="00D96710">
                            <w:rPr>
                              <w:b w:val="0"/>
                              <w:bCs w:val="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D96710">
                            <w:rPr>
                              <w:b w:val="0"/>
                              <w:bCs w:val="0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D96710">
                            <w:rPr>
                              <w:b w:val="0"/>
                              <w:bCs w:val="0"/>
                              <w:sz w:val="16"/>
                              <w:szCs w:val="16"/>
                            </w:rPr>
                            <w:instrText xml:space="preserve"> DOCPROPERTY "Книга" \* MERGEFORMAT </w:instrText>
                          </w:r>
                          <w:r w:rsidRPr="00D96710">
                            <w:rPr>
                              <w:b w:val="0"/>
                              <w:bCs w:val="0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c>
                      <w:tc>
                        <w:tcPr>
                          <w:tcW w:w="851" w:type="dxa"/>
                          <w:tcBorders>
                            <w:top w:val="nil"/>
                            <w:left w:val="nil"/>
                            <w:bottom w:val="nil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Стадия</w:t>
                          </w:r>
                        </w:p>
                      </w:tc>
                      <w:tc>
                        <w:tcPr>
                          <w:tcW w:w="851" w:type="dxa"/>
                          <w:tcBorders>
                            <w:top w:val="nil"/>
                            <w:left w:val="nil"/>
                            <w:bottom w:val="nil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134" w:type="dxa"/>
                          <w:tcBorders>
                            <w:top w:val="nil"/>
                            <w:left w:val="nil"/>
                            <w:bottom w:val="nil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Листов</w:t>
                          </w:r>
                        </w:p>
                      </w:tc>
                    </w:tr>
                    <w:tr w:rsidR="00F62A98">
                      <w:trPr>
                        <w:cantSplit/>
                        <w:trHeight w:hRule="exact" w:val="284"/>
                        <w:jc w:val="right"/>
                      </w:trPr>
                      <w:tc>
                        <w:tcPr>
                          <w:tcW w:w="454" w:type="dxa"/>
                          <w:vMerge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F62A98" w:rsidRDefault="00F62A98">
                          <w:pPr>
                            <w:ind w:left="113" w:right="113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textDirection w:val="btLr"/>
                          <w:vAlign w:val="center"/>
                        </w:tcPr>
                        <w:p w:rsidR="00F62A98" w:rsidRDefault="00F62A98">
                          <w:pPr>
                            <w:ind w:left="113" w:right="113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400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textDirection w:val="btLr"/>
                          <w:vAlign w:val="center"/>
                        </w:tcPr>
                        <w:p w:rsidR="00F62A98" w:rsidRDefault="00F62A98">
                          <w:pPr>
                            <w:ind w:left="113" w:right="113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134" w:type="dxa"/>
                          <w:gridSpan w:val="2"/>
                          <w:tcBorders>
                            <w:left w:val="nil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134" w:type="dxa"/>
                          <w:gridSpan w:val="2"/>
                          <w:tcBorders>
                            <w:left w:val="nil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left w:val="nil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left w:val="nil"/>
                            <w:right w:val="nil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  <w:vMerge/>
                          <w:tcBorders>
                            <w:top w:val="nil"/>
                            <w:left w:val="single" w:sz="12" w:space="0" w:color="auto"/>
                            <w:bottom w:val="nil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12" w:space="0" w:color="auto"/>
                            <w:left w:val="nil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П</w:t>
                          </w: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12" w:space="0" w:color="auto"/>
                            <w:left w:val="nil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СС.</w:t>
                          </w: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 w:rsidR="00545E78"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c>
                      <w:tc>
                        <w:tcPr>
                          <w:tcW w:w="1134" w:type="dxa"/>
                          <w:tcBorders>
                            <w:top w:val="single" w:sz="12" w:space="0" w:color="auto"/>
                            <w:left w:val="nil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=</w:instrText>
                          </w: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NUMPAGES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 w:rsidR="00545E78">
                            <w:rPr>
                              <w:noProof/>
                              <w:sz w:val="18"/>
                            </w:rPr>
                            <w:instrText>6</w:instrTex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instrText xml:space="preserve">-1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 w:rsidR="00545E78">
                            <w:rPr>
                              <w:noProof/>
                              <w:sz w:val="18"/>
                            </w:rPr>
                            <w:t>5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c>
                    </w:tr>
                    <w:tr w:rsidR="00F62A98">
                      <w:trPr>
                        <w:cantSplit/>
                        <w:trHeight w:hRule="exact" w:val="284"/>
                        <w:jc w:val="right"/>
                      </w:trPr>
                      <w:tc>
                        <w:tcPr>
                          <w:tcW w:w="454" w:type="dxa"/>
                          <w:vMerge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F62A98" w:rsidRDefault="00F62A98"/>
                      </w:tc>
                      <w:tc>
                        <w:tcPr>
                          <w:tcW w:w="285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</w:tcPr>
                        <w:p w:rsidR="00F62A98" w:rsidRDefault="00F62A98"/>
                      </w:tc>
                      <w:tc>
                        <w:tcPr>
                          <w:tcW w:w="400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</w:tcPr>
                        <w:p w:rsidR="00F62A98" w:rsidRDefault="00F62A98"/>
                      </w:tc>
                      <w:tc>
                        <w:tcPr>
                          <w:tcW w:w="1134" w:type="dxa"/>
                          <w:gridSpan w:val="2"/>
                          <w:tcBorders>
                            <w:left w:val="nil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134" w:type="dxa"/>
                          <w:gridSpan w:val="2"/>
                          <w:tcBorders>
                            <w:left w:val="nil"/>
                            <w:right w:val="single" w:sz="12" w:space="0" w:color="auto"/>
                          </w:tcBorders>
                          <w:vAlign w:val="center"/>
                        </w:tcPr>
                        <w:p w:rsidR="00F62A98" w:rsidRPr="00D435C1" w:rsidRDefault="00F62A98">
                          <w:pPr>
                            <w:pStyle w:val="a9"/>
                            <w:spacing w:before="0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left w:val="nil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left w:val="nil"/>
                            <w:right w:val="nil"/>
                          </w:tcBorders>
                          <w:vAlign w:val="center"/>
                        </w:tcPr>
                        <w:p w:rsidR="00F62A98" w:rsidRDefault="00F62A98">
                          <w:pPr>
                            <w:pStyle w:val="a9"/>
                            <w:spacing w:before="0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  <w:vMerge/>
                          <w:tcBorders>
                            <w:top w:val="nil"/>
                            <w:left w:val="single" w:sz="12" w:space="0" w:color="auto"/>
                            <w:bottom w:val="nil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F62A9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2836" w:type="dxa"/>
                          <w:gridSpan w:val="3"/>
                          <w:vMerge w:val="restart"/>
                          <w:tcBorders>
                            <w:top w:val="nil"/>
                            <w:left w:val="nil"/>
                            <w:bottom w:val="nil"/>
                            <w:right w:val="single" w:sz="12" w:space="0" w:color="auto"/>
                          </w:tcBorders>
                          <w:vAlign w:val="center"/>
                        </w:tcPr>
                        <w:p w:rsidR="00F62A98" w:rsidRDefault="009A7E7C">
                          <w:pPr>
                            <w:pStyle w:val="a9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noProof/>
                              <w:snapToGrid/>
                            </w:rPr>
                            <w:drawing>
                              <wp:inline distT="0" distB="0" distL="0" distR="0">
                                <wp:extent cx="1571625" cy="476250"/>
                                <wp:effectExtent l="0" t="0" r="9525" b="0"/>
                                <wp:docPr id="3" name="Рисунок 4" descr="Блок_в_штамп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4" descr="Блок_в_штамп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571625" cy="4762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  <w:tr w:rsidR="00227A2B">
                      <w:trPr>
                        <w:cantSplit/>
                        <w:trHeight w:hRule="exact" w:val="284"/>
                        <w:jc w:val="right"/>
                      </w:trPr>
                      <w:tc>
                        <w:tcPr>
                          <w:tcW w:w="454" w:type="dxa"/>
                          <w:vMerge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227A2B" w:rsidRDefault="00227A2B"/>
                      </w:tc>
                      <w:tc>
                        <w:tcPr>
                          <w:tcW w:w="285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</w:tcPr>
                        <w:p w:rsidR="00227A2B" w:rsidRDefault="00227A2B"/>
                      </w:tc>
                      <w:tc>
                        <w:tcPr>
                          <w:tcW w:w="400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</w:tcPr>
                        <w:p w:rsidR="00227A2B" w:rsidRDefault="00227A2B"/>
                      </w:tc>
                      <w:tc>
                        <w:tcPr>
                          <w:tcW w:w="1134" w:type="dxa"/>
                          <w:gridSpan w:val="2"/>
                          <w:tcBorders>
                            <w:left w:val="nil"/>
                            <w:right w:val="single" w:sz="12" w:space="0" w:color="auto"/>
                          </w:tcBorders>
                          <w:vAlign w:val="center"/>
                        </w:tcPr>
                        <w:p w:rsidR="00227A2B" w:rsidRDefault="00227A2B" w:rsidP="00055394">
                          <w:pPr>
                            <w:pStyle w:val="a9"/>
                            <w:spacing w:before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Н.контроль</w:t>
                          </w:r>
                        </w:p>
                      </w:tc>
                      <w:tc>
                        <w:tcPr>
                          <w:tcW w:w="1134" w:type="dxa"/>
                          <w:gridSpan w:val="2"/>
                          <w:tcBorders>
                            <w:left w:val="nil"/>
                            <w:right w:val="single" w:sz="12" w:space="0" w:color="auto"/>
                          </w:tcBorders>
                          <w:vAlign w:val="center"/>
                        </w:tcPr>
                        <w:p w:rsidR="00227A2B" w:rsidRPr="00D435C1" w:rsidRDefault="00E40B21" w:rsidP="00055394">
                          <w:pPr>
                            <w:pStyle w:val="a9"/>
                            <w:spacing w:before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Махрина</w:t>
                          </w:r>
                        </w:p>
                      </w:tc>
                      <w:tc>
                        <w:tcPr>
                          <w:tcW w:w="851" w:type="dxa"/>
                          <w:tcBorders>
                            <w:left w:val="nil"/>
                            <w:right w:val="single" w:sz="12" w:space="0" w:color="auto"/>
                          </w:tcBorders>
                          <w:vAlign w:val="center"/>
                        </w:tcPr>
                        <w:p w:rsidR="00227A2B" w:rsidRDefault="00227A2B">
                          <w:pPr>
                            <w:pStyle w:val="a9"/>
                            <w:spacing w:before="0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left w:val="nil"/>
                            <w:right w:val="nil"/>
                          </w:tcBorders>
                          <w:vAlign w:val="center"/>
                        </w:tcPr>
                        <w:p w:rsidR="00227A2B" w:rsidRPr="00E40B21" w:rsidRDefault="00E40B21">
                          <w:pPr>
                            <w:pStyle w:val="a9"/>
                            <w:spacing w:before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10.21</w:t>
                          </w:r>
                        </w:p>
                      </w:tc>
                      <w:tc>
                        <w:tcPr>
                          <w:tcW w:w="3969" w:type="dxa"/>
                          <w:vMerge/>
                          <w:tcBorders>
                            <w:top w:val="nil"/>
                            <w:left w:val="single" w:sz="12" w:space="0" w:color="auto"/>
                            <w:bottom w:val="nil"/>
                            <w:right w:val="single" w:sz="12" w:space="0" w:color="auto"/>
                          </w:tcBorders>
                          <w:vAlign w:val="center"/>
                        </w:tcPr>
                        <w:p w:rsidR="00227A2B" w:rsidRDefault="00227A2B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2836" w:type="dxa"/>
                          <w:gridSpan w:val="3"/>
                          <w:vMerge/>
                          <w:tcBorders>
                            <w:left w:val="nil"/>
                            <w:bottom w:val="nil"/>
                            <w:right w:val="single" w:sz="12" w:space="0" w:color="auto"/>
                          </w:tcBorders>
                          <w:vAlign w:val="center"/>
                        </w:tcPr>
                        <w:p w:rsidR="00227A2B" w:rsidRDefault="00227A2B">
                          <w:pPr>
                            <w:jc w:val="center"/>
                          </w:pPr>
                        </w:p>
                      </w:tc>
                    </w:tr>
                    <w:tr w:rsidR="00227A2B">
                      <w:trPr>
                        <w:cantSplit/>
                        <w:trHeight w:hRule="exact" w:val="284"/>
                        <w:jc w:val="right"/>
                      </w:trPr>
                      <w:tc>
                        <w:tcPr>
                          <w:tcW w:w="454" w:type="dxa"/>
                          <w:vMerge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227A2B" w:rsidRDefault="00227A2B"/>
                      </w:tc>
                      <w:tc>
                        <w:tcPr>
                          <w:tcW w:w="285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</w:tcPr>
                        <w:p w:rsidR="00227A2B" w:rsidRDefault="00227A2B"/>
                      </w:tc>
                      <w:tc>
                        <w:tcPr>
                          <w:tcW w:w="400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</w:tcPr>
                        <w:p w:rsidR="00227A2B" w:rsidRDefault="00227A2B"/>
                      </w:tc>
                      <w:tc>
                        <w:tcPr>
                          <w:tcW w:w="1134" w:type="dxa"/>
                          <w:gridSpan w:val="2"/>
                          <w:tcBorders>
                            <w:left w:val="nil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227A2B" w:rsidRDefault="00A6016A" w:rsidP="00055394">
                          <w:pPr>
                            <w:pStyle w:val="a9"/>
                            <w:spacing w:before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Нач.отдела</w:t>
                          </w:r>
                        </w:p>
                      </w:tc>
                      <w:tc>
                        <w:tcPr>
                          <w:tcW w:w="1134" w:type="dxa"/>
                          <w:gridSpan w:val="2"/>
                          <w:tcBorders>
                            <w:left w:val="nil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227A2B" w:rsidRDefault="00E40B21" w:rsidP="00055394">
                          <w:pPr>
                            <w:pStyle w:val="a9"/>
                            <w:spacing w:before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Селезнева</w:t>
                          </w:r>
                        </w:p>
                      </w:tc>
                      <w:tc>
                        <w:tcPr>
                          <w:tcW w:w="851" w:type="dxa"/>
                          <w:tcBorders>
                            <w:left w:val="nil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227A2B" w:rsidRDefault="00227A2B">
                          <w:pPr>
                            <w:pStyle w:val="a9"/>
                            <w:spacing w:before="0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left w:val="nil"/>
                            <w:bottom w:val="single" w:sz="12" w:space="0" w:color="auto"/>
                            <w:right w:val="nil"/>
                          </w:tcBorders>
                          <w:vAlign w:val="center"/>
                        </w:tcPr>
                        <w:p w:rsidR="00227A2B" w:rsidRDefault="00E40B21">
                          <w:pPr>
                            <w:pStyle w:val="a9"/>
                            <w:spacing w:before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10.21</w:t>
                          </w:r>
                        </w:p>
                      </w:tc>
                      <w:tc>
                        <w:tcPr>
                          <w:tcW w:w="3969" w:type="dxa"/>
                          <w:vMerge/>
                          <w:tcBorders>
                            <w:top w:val="nil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227A2B" w:rsidRDefault="00227A2B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2836" w:type="dxa"/>
                          <w:gridSpan w:val="3"/>
                          <w:vMerge/>
                          <w:tcBorders>
                            <w:top w:val="nil"/>
                            <w:left w:val="nil"/>
                            <w:bottom w:val="single" w:sz="12" w:space="0" w:color="auto"/>
                            <w:right w:val="single" w:sz="12" w:space="0" w:color="auto"/>
                          </w:tcBorders>
                        </w:tcPr>
                        <w:p w:rsidR="00227A2B" w:rsidRDefault="00227A2B"/>
                      </w:tc>
                    </w:tr>
                  </w:tbl>
                  <w:p w:rsidR="00F62A98" w:rsidRDefault="00F62A98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B21" w:rsidRDefault="00E40B21">
    <w:pPr>
      <w:pStyle w:val="41"/>
    </w:pPr>
    <w:r>
      <w:tab/>
      <w:t>Состав отчета</w:t>
    </w:r>
    <w:r>
      <w:tab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B21" w:rsidRDefault="00E40B21">
    <w:pPr>
      <w:pStyle w:val="41"/>
    </w:pPr>
    <w:r>
      <w:t xml:space="preserve">Том </w:t>
    </w:r>
    <w:r w:rsidRPr="00E40B21">
      <w:rPr>
        <w:bCs/>
      </w:rPr>
      <w:t>1.2</w:t>
    </w:r>
    <w:r>
      <w:tab/>
      <w:t>Содержание</w:t>
    </w:r>
    <w:r>
      <w:tab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A98" w:rsidRDefault="00F62A9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B21" w:rsidRDefault="00E40B21">
    <w:pPr>
      <w:pStyle w:val="41"/>
    </w:pPr>
    <w:r>
      <w:t>Том 1.2</w:t>
    </w:r>
    <w:r>
      <w:tab/>
      <w:t>Пояснительная записка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E0E86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7918AD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6C614BB"/>
    <w:multiLevelType w:val="hybridMultilevel"/>
    <w:tmpl w:val="91BC836A"/>
    <w:lvl w:ilvl="0" w:tplc="C3F89152">
      <w:start w:val="1"/>
      <w:numFmt w:val="bullet"/>
      <w:lvlRestart w:val="0"/>
      <w:pStyle w:val="a"/>
      <w:lvlText w:val=""/>
      <w:lvlJc w:val="left"/>
      <w:pPr>
        <w:tabs>
          <w:tab w:val="num" w:pos="1440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9E24A95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196315D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1E9B557B"/>
    <w:multiLevelType w:val="multilevel"/>
    <w:tmpl w:val="EDD22530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  <w:vanish w:val="0"/>
      </w:rPr>
    </w:lvl>
    <w:lvl w:ilvl="1">
      <w:start w:val="1"/>
      <w:numFmt w:val="decimal"/>
      <w:suff w:val="space"/>
      <w:lvlText w:val="%1.%2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284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284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hint="default"/>
      </w:rPr>
    </w:lvl>
  </w:abstractNum>
  <w:abstractNum w:abstractNumId="6">
    <w:nsid w:val="39DC7DA0"/>
    <w:multiLevelType w:val="singleLevel"/>
    <w:tmpl w:val="8B20F1C6"/>
    <w:lvl w:ilvl="0">
      <w:start w:val="1"/>
      <w:numFmt w:val="bullet"/>
      <w:lvlRestart w:val="0"/>
      <w:pStyle w:val="a0"/>
      <w:lvlText w:val=""/>
      <w:lvlJc w:val="left"/>
      <w:pPr>
        <w:tabs>
          <w:tab w:val="num" w:pos="1440"/>
        </w:tabs>
        <w:ind w:left="0" w:firstLine="720"/>
      </w:pPr>
      <w:rPr>
        <w:rFonts w:ascii="Symbol" w:hAnsi="Symbol" w:hint="default"/>
      </w:rPr>
    </w:lvl>
  </w:abstractNum>
  <w:abstractNum w:abstractNumId="7">
    <w:nsid w:val="4498494E"/>
    <w:multiLevelType w:val="hybridMultilevel"/>
    <w:tmpl w:val="CFCA257E"/>
    <w:lvl w:ilvl="0" w:tplc="D9009642">
      <w:start w:val="1"/>
      <w:numFmt w:val="bullet"/>
      <w:lvlText w:val=""/>
      <w:lvlJc w:val="left"/>
      <w:pPr>
        <w:tabs>
          <w:tab w:val="num" w:pos="1440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45D3777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51FD221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58533A16"/>
    <w:multiLevelType w:val="multilevel"/>
    <w:tmpl w:val="105635E8"/>
    <w:lvl w:ilvl="0">
      <w:start w:val="1"/>
      <w:numFmt w:val="decimal"/>
      <w:lvlRestart w:val="0"/>
      <w:pStyle w:val="1"/>
      <w:suff w:val="space"/>
      <w:lvlText w:val="%1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pStyle w:val="6"/>
      <w:suff w:val="space"/>
      <w:lvlText w:val="%1.%2.%3.%4.%5.%6"/>
      <w:lvlJc w:val="left"/>
      <w:pPr>
        <w:ind w:left="0" w:firstLine="720"/>
      </w:pPr>
      <w:rPr>
        <w:rFonts w:hint="default"/>
      </w:rPr>
    </w:lvl>
    <w:lvl w:ilvl="6">
      <w:start w:val="1"/>
      <w:numFmt w:val="decimal"/>
      <w:pStyle w:val="7"/>
      <w:suff w:val="space"/>
      <w:lvlText w:val="%1.%2.%3.%4.%5.%6.%7"/>
      <w:lvlJc w:val="left"/>
      <w:pPr>
        <w:ind w:left="0" w:firstLine="720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720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720"/>
      </w:pPr>
      <w:rPr>
        <w:rFonts w:hint="default"/>
      </w:rPr>
    </w:lvl>
  </w:abstractNum>
  <w:abstractNum w:abstractNumId="11">
    <w:nsid w:val="593468E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74037958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75E05434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772A6436"/>
    <w:multiLevelType w:val="multilevel"/>
    <w:tmpl w:val="41C44A96"/>
    <w:lvl w:ilvl="0">
      <w:start w:val="1"/>
      <w:numFmt w:val="bullet"/>
      <w:lvlText w:val=""/>
      <w:lvlJc w:val="left"/>
      <w:pPr>
        <w:tabs>
          <w:tab w:val="num" w:pos="1440"/>
        </w:tabs>
        <w:ind w:left="0" w:firstLine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77D7507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0"/>
  </w:num>
  <w:num w:numId="7">
    <w:abstractNumId w:val="6"/>
  </w:num>
  <w:num w:numId="8">
    <w:abstractNumId w:val="2"/>
  </w:num>
  <w:num w:numId="9">
    <w:abstractNumId w:val="5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4"/>
  </w:num>
  <w:num w:numId="28">
    <w:abstractNumId w:val="7"/>
  </w:num>
  <w:num w:numId="29">
    <w:abstractNumId w:val="13"/>
  </w:num>
  <w:num w:numId="30">
    <w:abstractNumId w:val="12"/>
  </w:num>
  <w:num w:numId="31">
    <w:abstractNumId w:val="4"/>
  </w:num>
  <w:num w:numId="32">
    <w:abstractNumId w:val="11"/>
  </w:num>
  <w:num w:numId="33">
    <w:abstractNumId w:val="9"/>
  </w:num>
  <w:num w:numId="34">
    <w:abstractNumId w:val="1"/>
  </w:num>
  <w:num w:numId="35">
    <w:abstractNumId w:val="15"/>
  </w:num>
  <w:num w:numId="36">
    <w:abstractNumId w:val="8"/>
  </w:num>
  <w:num w:numId="37">
    <w:abstractNumId w:val="3"/>
  </w:num>
  <w:num w:numId="38">
    <w:abstractNumId w:val="10"/>
  </w:num>
  <w:num w:numId="39">
    <w:abstractNumId w:val="10"/>
  </w:num>
  <w:num w:numId="40">
    <w:abstractNumId w:val="10"/>
  </w:num>
  <w:num w:numId="41">
    <w:abstractNumId w:val="10"/>
  </w:num>
  <w:num w:numId="42">
    <w:abstractNumId w:val="6"/>
  </w:num>
  <w:num w:numId="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rawingGridVerticalSpacing w:val="136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16A"/>
    <w:rsid w:val="000003BF"/>
    <w:rsid w:val="00002541"/>
    <w:rsid w:val="000143CB"/>
    <w:rsid w:val="00025024"/>
    <w:rsid w:val="00027504"/>
    <w:rsid w:val="0003068B"/>
    <w:rsid w:val="00032150"/>
    <w:rsid w:val="000367B6"/>
    <w:rsid w:val="0004566C"/>
    <w:rsid w:val="00052C05"/>
    <w:rsid w:val="00055394"/>
    <w:rsid w:val="00055DD5"/>
    <w:rsid w:val="00063CD0"/>
    <w:rsid w:val="000762F2"/>
    <w:rsid w:val="00077798"/>
    <w:rsid w:val="00081650"/>
    <w:rsid w:val="00085A2C"/>
    <w:rsid w:val="00086939"/>
    <w:rsid w:val="000A0CC6"/>
    <w:rsid w:val="000A14CF"/>
    <w:rsid w:val="000A274D"/>
    <w:rsid w:val="000A4B9C"/>
    <w:rsid w:val="000B0341"/>
    <w:rsid w:val="000B1BA2"/>
    <w:rsid w:val="000B5642"/>
    <w:rsid w:val="000C0DE6"/>
    <w:rsid w:val="000C733E"/>
    <w:rsid w:val="000D615C"/>
    <w:rsid w:val="000E2E86"/>
    <w:rsid w:val="000E7F11"/>
    <w:rsid w:val="000F0305"/>
    <w:rsid w:val="00107763"/>
    <w:rsid w:val="00107E2F"/>
    <w:rsid w:val="00116AC6"/>
    <w:rsid w:val="00125241"/>
    <w:rsid w:val="00133C63"/>
    <w:rsid w:val="0014057A"/>
    <w:rsid w:val="00146E87"/>
    <w:rsid w:val="001674EC"/>
    <w:rsid w:val="00181A8B"/>
    <w:rsid w:val="0018442D"/>
    <w:rsid w:val="001B3A44"/>
    <w:rsid w:val="001B4552"/>
    <w:rsid w:val="001C478C"/>
    <w:rsid w:val="001C63DB"/>
    <w:rsid w:val="001D4A9D"/>
    <w:rsid w:val="001E2393"/>
    <w:rsid w:val="001E2BB9"/>
    <w:rsid w:val="001E3246"/>
    <w:rsid w:val="001E5F7A"/>
    <w:rsid w:val="0020444E"/>
    <w:rsid w:val="00221077"/>
    <w:rsid w:val="002223D7"/>
    <w:rsid w:val="00223C3E"/>
    <w:rsid w:val="002241F2"/>
    <w:rsid w:val="00227A2B"/>
    <w:rsid w:val="00230456"/>
    <w:rsid w:val="00243094"/>
    <w:rsid w:val="00250794"/>
    <w:rsid w:val="00252293"/>
    <w:rsid w:val="002666E8"/>
    <w:rsid w:val="00273999"/>
    <w:rsid w:val="002741AE"/>
    <w:rsid w:val="00280C21"/>
    <w:rsid w:val="00290CD3"/>
    <w:rsid w:val="00292D01"/>
    <w:rsid w:val="0029496B"/>
    <w:rsid w:val="002A4219"/>
    <w:rsid w:val="002B0C25"/>
    <w:rsid w:val="002B3E8C"/>
    <w:rsid w:val="002C1F86"/>
    <w:rsid w:val="002D502A"/>
    <w:rsid w:val="002D7C9F"/>
    <w:rsid w:val="002E1C04"/>
    <w:rsid w:val="002F0920"/>
    <w:rsid w:val="002F0E4A"/>
    <w:rsid w:val="002F1916"/>
    <w:rsid w:val="00304616"/>
    <w:rsid w:val="00310191"/>
    <w:rsid w:val="003152DC"/>
    <w:rsid w:val="00316852"/>
    <w:rsid w:val="00322839"/>
    <w:rsid w:val="00325A8C"/>
    <w:rsid w:val="00335B96"/>
    <w:rsid w:val="00344FBF"/>
    <w:rsid w:val="003532CC"/>
    <w:rsid w:val="00353A75"/>
    <w:rsid w:val="00363060"/>
    <w:rsid w:val="00370CA3"/>
    <w:rsid w:val="003721A8"/>
    <w:rsid w:val="00372DA5"/>
    <w:rsid w:val="00374F8D"/>
    <w:rsid w:val="00384DB0"/>
    <w:rsid w:val="00392C3A"/>
    <w:rsid w:val="00395DBA"/>
    <w:rsid w:val="003B3501"/>
    <w:rsid w:val="003B7C1D"/>
    <w:rsid w:val="003C05F5"/>
    <w:rsid w:val="003C666F"/>
    <w:rsid w:val="003D0EC7"/>
    <w:rsid w:val="003D3CDB"/>
    <w:rsid w:val="003F22DF"/>
    <w:rsid w:val="00402656"/>
    <w:rsid w:val="0040767C"/>
    <w:rsid w:val="00412875"/>
    <w:rsid w:val="00421369"/>
    <w:rsid w:val="004216D4"/>
    <w:rsid w:val="00422A30"/>
    <w:rsid w:val="00423A00"/>
    <w:rsid w:val="00440A2A"/>
    <w:rsid w:val="00460C95"/>
    <w:rsid w:val="00462A39"/>
    <w:rsid w:val="0046480E"/>
    <w:rsid w:val="00474315"/>
    <w:rsid w:val="00474887"/>
    <w:rsid w:val="00476978"/>
    <w:rsid w:val="00481389"/>
    <w:rsid w:val="00496178"/>
    <w:rsid w:val="00496D06"/>
    <w:rsid w:val="00497327"/>
    <w:rsid w:val="00497DB7"/>
    <w:rsid w:val="004A1D3F"/>
    <w:rsid w:val="004B3391"/>
    <w:rsid w:val="004B3D5B"/>
    <w:rsid w:val="004C2188"/>
    <w:rsid w:val="004C44DD"/>
    <w:rsid w:val="004D54A8"/>
    <w:rsid w:val="004E054E"/>
    <w:rsid w:val="004E52C3"/>
    <w:rsid w:val="004E7EE0"/>
    <w:rsid w:val="004E7F91"/>
    <w:rsid w:val="004F3989"/>
    <w:rsid w:val="004F3D28"/>
    <w:rsid w:val="004F5ECE"/>
    <w:rsid w:val="004F733E"/>
    <w:rsid w:val="00506B00"/>
    <w:rsid w:val="00532B08"/>
    <w:rsid w:val="0053555E"/>
    <w:rsid w:val="00536EFC"/>
    <w:rsid w:val="00541DBA"/>
    <w:rsid w:val="00545E78"/>
    <w:rsid w:val="00560B51"/>
    <w:rsid w:val="00561767"/>
    <w:rsid w:val="0056543C"/>
    <w:rsid w:val="00570A45"/>
    <w:rsid w:val="00584731"/>
    <w:rsid w:val="00585466"/>
    <w:rsid w:val="00595AF7"/>
    <w:rsid w:val="005A29A0"/>
    <w:rsid w:val="005B277B"/>
    <w:rsid w:val="005C0CC4"/>
    <w:rsid w:val="005C0E83"/>
    <w:rsid w:val="005C56C9"/>
    <w:rsid w:val="005D46E8"/>
    <w:rsid w:val="005D4C9A"/>
    <w:rsid w:val="005D78C4"/>
    <w:rsid w:val="005F15BC"/>
    <w:rsid w:val="00614505"/>
    <w:rsid w:val="00614C8D"/>
    <w:rsid w:val="00621CE3"/>
    <w:rsid w:val="00625D2F"/>
    <w:rsid w:val="0063236B"/>
    <w:rsid w:val="0063542C"/>
    <w:rsid w:val="00643CD6"/>
    <w:rsid w:val="0064775B"/>
    <w:rsid w:val="00653080"/>
    <w:rsid w:val="0065463A"/>
    <w:rsid w:val="00655494"/>
    <w:rsid w:val="006556FC"/>
    <w:rsid w:val="00660AC4"/>
    <w:rsid w:val="00661AC6"/>
    <w:rsid w:val="00671AEC"/>
    <w:rsid w:val="006722EE"/>
    <w:rsid w:val="00674192"/>
    <w:rsid w:val="00677CD1"/>
    <w:rsid w:val="00677E16"/>
    <w:rsid w:val="006858F9"/>
    <w:rsid w:val="0069085C"/>
    <w:rsid w:val="00691718"/>
    <w:rsid w:val="006927B2"/>
    <w:rsid w:val="006A53B8"/>
    <w:rsid w:val="006B4179"/>
    <w:rsid w:val="006D0100"/>
    <w:rsid w:val="006D1144"/>
    <w:rsid w:val="006D36A9"/>
    <w:rsid w:val="006D3A2C"/>
    <w:rsid w:val="006E2B63"/>
    <w:rsid w:val="006E331B"/>
    <w:rsid w:val="006E64B3"/>
    <w:rsid w:val="006E7B0D"/>
    <w:rsid w:val="006F02F4"/>
    <w:rsid w:val="006F1622"/>
    <w:rsid w:val="006F34CF"/>
    <w:rsid w:val="006F70B4"/>
    <w:rsid w:val="00700DA5"/>
    <w:rsid w:val="007038A8"/>
    <w:rsid w:val="00706FEA"/>
    <w:rsid w:val="00713806"/>
    <w:rsid w:val="00715DB1"/>
    <w:rsid w:val="007163D5"/>
    <w:rsid w:val="00727D88"/>
    <w:rsid w:val="00736A25"/>
    <w:rsid w:val="00744D3D"/>
    <w:rsid w:val="007460E7"/>
    <w:rsid w:val="0075181E"/>
    <w:rsid w:val="00752194"/>
    <w:rsid w:val="00771622"/>
    <w:rsid w:val="00773476"/>
    <w:rsid w:val="00773876"/>
    <w:rsid w:val="00793831"/>
    <w:rsid w:val="007A1B1C"/>
    <w:rsid w:val="007B3451"/>
    <w:rsid w:val="007C0956"/>
    <w:rsid w:val="007C4707"/>
    <w:rsid w:val="007D4F39"/>
    <w:rsid w:val="007E2976"/>
    <w:rsid w:val="00807930"/>
    <w:rsid w:val="00811C17"/>
    <w:rsid w:val="00814263"/>
    <w:rsid w:val="00814917"/>
    <w:rsid w:val="00831161"/>
    <w:rsid w:val="00831E09"/>
    <w:rsid w:val="0083321B"/>
    <w:rsid w:val="008574BD"/>
    <w:rsid w:val="00870CB8"/>
    <w:rsid w:val="00876B43"/>
    <w:rsid w:val="00880725"/>
    <w:rsid w:val="008836BD"/>
    <w:rsid w:val="00886611"/>
    <w:rsid w:val="00891798"/>
    <w:rsid w:val="00892651"/>
    <w:rsid w:val="00893248"/>
    <w:rsid w:val="00894669"/>
    <w:rsid w:val="008B59BF"/>
    <w:rsid w:val="008C148F"/>
    <w:rsid w:val="008C2943"/>
    <w:rsid w:val="008C466F"/>
    <w:rsid w:val="008C4F9B"/>
    <w:rsid w:val="008C6811"/>
    <w:rsid w:val="009009CE"/>
    <w:rsid w:val="00903AD9"/>
    <w:rsid w:val="0091038F"/>
    <w:rsid w:val="009129D5"/>
    <w:rsid w:val="00916964"/>
    <w:rsid w:val="00921594"/>
    <w:rsid w:val="00940351"/>
    <w:rsid w:val="00942B14"/>
    <w:rsid w:val="00945553"/>
    <w:rsid w:val="00946680"/>
    <w:rsid w:val="00947458"/>
    <w:rsid w:val="00947F06"/>
    <w:rsid w:val="009565C4"/>
    <w:rsid w:val="00962534"/>
    <w:rsid w:val="0096284C"/>
    <w:rsid w:val="009769EA"/>
    <w:rsid w:val="00985885"/>
    <w:rsid w:val="00993AD8"/>
    <w:rsid w:val="00996A32"/>
    <w:rsid w:val="009A7E7C"/>
    <w:rsid w:val="009B1AFF"/>
    <w:rsid w:val="009B2523"/>
    <w:rsid w:val="009B7F81"/>
    <w:rsid w:val="009C11FD"/>
    <w:rsid w:val="009C13EB"/>
    <w:rsid w:val="009D6052"/>
    <w:rsid w:val="009D6F22"/>
    <w:rsid w:val="009E06D4"/>
    <w:rsid w:val="009E3A61"/>
    <w:rsid w:val="009E49EF"/>
    <w:rsid w:val="009F45A1"/>
    <w:rsid w:val="00A16A06"/>
    <w:rsid w:val="00A31235"/>
    <w:rsid w:val="00A3778C"/>
    <w:rsid w:val="00A45E22"/>
    <w:rsid w:val="00A50F44"/>
    <w:rsid w:val="00A56FF5"/>
    <w:rsid w:val="00A6016A"/>
    <w:rsid w:val="00A61E44"/>
    <w:rsid w:val="00A66A39"/>
    <w:rsid w:val="00A813E8"/>
    <w:rsid w:val="00A92B98"/>
    <w:rsid w:val="00A931BC"/>
    <w:rsid w:val="00A959D2"/>
    <w:rsid w:val="00AC5D07"/>
    <w:rsid w:val="00AD5435"/>
    <w:rsid w:val="00AE4BE6"/>
    <w:rsid w:val="00AE5CE9"/>
    <w:rsid w:val="00AF1683"/>
    <w:rsid w:val="00B06312"/>
    <w:rsid w:val="00B0660D"/>
    <w:rsid w:val="00B1051D"/>
    <w:rsid w:val="00B16DAE"/>
    <w:rsid w:val="00B20DE3"/>
    <w:rsid w:val="00B22B06"/>
    <w:rsid w:val="00B45A93"/>
    <w:rsid w:val="00B54D60"/>
    <w:rsid w:val="00B71F3E"/>
    <w:rsid w:val="00B771AC"/>
    <w:rsid w:val="00B83FE1"/>
    <w:rsid w:val="00B96539"/>
    <w:rsid w:val="00BA6F30"/>
    <w:rsid w:val="00BA78F8"/>
    <w:rsid w:val="00BB35A3"/>
    <w:rsid w:val="00BB3C78"/>
    <w:rsid w:val="00BB46A1"/>
    <w:rsid w:val="00BC33A7"/>
    <w:rsid w:val="00BC3ACC"/>
    <w:rsid w:val="00BC4656"/>
    <w:rsid w:val="00BC5E0C"/>
    <w:rsid w:val="00BD058F"/>
    <w:rsid w:val="00BD6AE5"/>
    <w:rsid w:val="00BE5797"/>
    <w:rsid w:val="00BE7963"/>
    <w:rsid w:val="00BF0EFB"/>
    <w:rsid w:val="00C03FFF"/>
    <w:rsid w:val="00C14311"/>
    <w:rsid w:val="00C32D67"/>
    <w:rsid w:val="00C502FF"/>
    <w:rsid w:val="00C520E8"/>
    <w:rsid w:val="00C5471D"/>
    <w:rsid w:val="00C56395"/>
    <w:rsid w:val="00C608FE"/>
    <w:rsid w:val="00C61D69"/>
    <w:rsid w:val="00C62009"/>
    <w:rsid w:val="00C922B9"/>
    <w:rsid w:val="00C9735E"/>
    <w:rsid w:val="00C97D68"/>
    <w:rsid w:val="00C97F9D"/>
    <w:rsid w:val="00CA0F4C"/>
    <w:rsid w:val="00CA58EA"/>
    <w:rsid w:val="00CA7769"/>
    <w:rsid w:val="00CB2145"/>
    <w:rsid w:val="00CC1B2C"/>
    <w:rsid w:val="00CC23C1"/>
    <w:rsid w:val="00CC5659"/>
    <w:rsid w:val="00CD02E4"/>
    <w:rsid w:val="00CD407C"/>
    <w:rsid w:val="00CE4B69"/>
    <w:rsid w:val="00CE4CDD"/>
    <w:rsid w:val="00D004E4"/>
    <w:rsid w:val="00D02682"/>
    <w:rsid w:val="00D1424B"/>
    <w:rsid w:val="00D14B87"/>
    <w:rsid w:val="00D277F4"/>
    <w:rsid w:val="00D279F3"/>
    <w:rsid w:val="00D35280"/>
    <w:rsid w:val="00D37193"/>
    <w:rsid w:val="00D375DA"/>
    <w:rsid w:val="00D40E49"/>
    <w:rsid w:val="00D435C1"/>
    <w:rsid w:val="00D50886"/>
    <w:rsid w:val="00D521C6"/>
    <w:rsid w:val="00D52C70"/>
    <w:rsid w:val="00D61DE4"/>
    <w:rsid w:val="00D848B9"/>
    <w:rsid w:val="00D96710"/>
    <w:rsid w:val="00DA0395"/>
    <w:rsid w:val="00DA10E0"/>
    <w:rsid w:val="00DA6764"/>
    <w:rsid w:val="00DB53F0"/>
    <w:rsid w:val="00DB5CA4"/>
    <w:rsid w:val="00DB6150"/>
    <w:rsid w:val="00DC05AF"/>
    <w:rsid w:val="00DC200D"/>
    <w:rsid w:val="00DD3CE7"/>
    <w:rsid w:val="00DD3D98"/>
    <w:rsid w:val="00DD3F0D"/>
    <w:rsid w:val="00DD6246"/>
    <w:rsid w:val="00DD642A"/>
    <w:rsid w:val="00DE51E8"/>
    <w:rsid w:val="00DE7A92"/>
    <w:rsid w:val="00DF3107"/>
    <w:rsid w:val="00DF4127"/>
    <w:rsid w:val="00E0071D"/>
    <w:rsid w:val="00E026F8"/>
    <w:rsid w:val="00E209EB"/>
    <w:rsid w:val="00E21479"/>
    <w:rsid w:val="00E2272E"/>
    <w:rsid w:val="00E30B33"/>
    <w:rsid w:val="00E350CE"/>
    <w:rsid w:val="00E36919"/>
    <w:rsid w:val="00E40B21"/>
    <w:rsid w:val="00E50A8D"/>
    <w:rsid w:val="00E67C80"/>
    <w:rsid w:val="00E81F9A"/>
    <w:rsid w:val="00E831E5"/>
    <w:rsid w:val="00E8610D"/>
    <w:rsid w:val="00E9062E"/>
    <w:rsid w:val="00E95AE8"/>
    <w:rsid w:val="00EA4D0C"/>
    <w:rsid w:val="00EB01F3"/>
    <w:rsid w:val="00EB4033"/>
    <w:rsid w:val="00EC6429"/>
    <w:rsid w:val="00EC65F0"/>
    <w:rsid w:val="00EE5828"/>
    <w:rsid w:val="00EE690C"/>
    <w:rsid w:val="00EF1D58"/>
    <w:rsid w:val="00EF527E"/>
    <w:rsid w:val="00EF716E"/>
    <w:rsid w:val="00F010CA"/>
    <w:rsid w:val="00F134DE"/>
    <w:rsid w:val="00F2067C"/>
    <w:rsid w:val="00F32468"/>
    <w:rsid w:val="00F365A0"/>
    <w:rsid w:val="00F36F5A"/>
    <w:rsid w:val="00F4468A"/>
    <w:rsid w:val="00F509DE"/>
    <w:rsid w:val="00F55DF4"/>
    <w:rsid w:val="00F61A0D"/>
    <w:rsid w:val="00F62A98"/>
    <w:rsid w:val="00F73957"/>
    <w:rsid w:val="00F74780"/>
    <w:rsid w:val="00F8213E"/>
    <w:rsid w:val="00F87A05"/>
    <w:rsid w:val="00FA221C"/>
    <w:rsid w:val="00FA2426"/>
    <w:rsid w:val="00FB0BB7"/>
    <w:rsid w:val="00FB2F79"/>
    <w:rsid w:val="00FC4096"/>
    <w:rsid w:val="00FC5354"/>
    <w:rsid w:val="00FC606F"/>
    <w:rsid w:val="00FD03A3"/>
    <w:rsid w:val="00FD05E1"/>
    <w:rsid w:val="00FD25AC"/>
    <w:rsid w:val="00FD7AC2"/>
    <w:rsid w:val="00FE4E40"/>
    <w:rsid w:val="00FE677F"/>
    <w:rsid w:val="00FF068F"/>
    <w:rsid w:val="00FF0AA2"/>
    <w:rsid w:val="00FF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E40B21"/>
    <w:rPr>
      <w:rFonts w:ascii="Arial" w:hAnsi="Arial"/>
      <w:szCs w:val="24"/>
    </w:rPr>
  </w:style>
  <w:style w:type="paragraph" w:styleId="1">
    <w:name w:val="heading 1"/>
    <w:next w:val="a2"/>
    <w:qFormat/>
    <w:rsid w:val="00E40B21"/>
    <w:pPr>
      <w:keepNext/>
      <w:numPr>
        <w:numId w:val="41"/>
      </w:numPr>
      <w:spacing w:before="240" w:after="120"/>
      <w:outlineLvl w:val="0"/>
    </w:pPr>
    <w:rPr>
      <w:rFonts w:ascii="Arial" w:hAnsi="Arial"/>
      <w:b/>
      <w:kern w:val="28"/>
      <w:sz w:val="32"/>
    </w:rPr>
  </w:style>
  <w:style w:type="paragraph" w:styleId="2">
    <w:name w:val="heading 2"/>
    <w:next w:val="a2"/>
    <w:qFormat/>
    <w:rsid w:val="00E40B21"/>
    <w:pPr>
      <w:keepNext/>
      <w:numPr>
        <w:ilvl w:val="1"/>
        <w:numId w:val="41"/>
      </w:numPr>
      <w:spacing w:before="240" w:after="80"/>
      <w:outlineLvl w:val="1"/>
    </w:pPr>
    <w:rPr>
      <w:rFonts w:ascii="Arial" w:hAnsi="Arial"/>
      <w:b/>
      <w:sz w:val="28"/>
    </w:rPr>
  </w:style>
  <w:style w:type="paragraph" w:styleId="3">
    <w:name w:val="heading 3"/>
    <w:next w:val="a2"/>
    <w:qFormat/>
    <w:rsid w:val="00E40B21"/>
    <w:pPr>
      <w:keepNext/>
      <w:numPr>
        <w:ilvl w:val="2"/>
        <w:numId w:val="41"/>
      </w:numPr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next w:val="a2"/>
    <w:qFormat/>
    <w:rsid w:val="00E40B21"/>
    <w:pPr>
      <w:keepNext/>
      <w:keepLines/>
      <w:numPr>
        <w:ilvl w:val="3"/>
        <w:numId w:val="41"/>
      </w:numPr>
      <w:suppressAutoHyphens/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next w:val="a2"/>
    <w:qFormat/>
    <w:rsid w:val="00E40B21"/>
    <w:pPr>
      <w:keepNext/>
      <w:keepLines/>
      <w:numPr>
        <w:ilvl w:val="4"/>
        <w:numId w:val="41"/>
      </w:numPr>
      <w:spacing w:before="240" w:after="60"/>
      <w:outlineLvl w:val="4"/>
    </w:pPr>
    <w:rPr>
      <w:rFonts w:ascii="Arial" w:hAnsi="Arial"/>
      <w:b/>
      <w:bCs/>
      <w:iCs/>
      <w:sz w:val="24"/>
      <w:szCs w:val="26"/>
    </w:rPr>
  </w:style>
  <w:style w:type="paragraph" w:styleId="6">
    <w:name w:val="heading 6"/>
    <w:basedOn w:val="a1"/>
    <w:next w:val="a1"/>
    <w:qFormat/>
    <w:rsid w:val="00E40B21"/>
    <w:pPr>
      <w:numPr>
        <w:ilvl w:val="5"/>
        <w:numId w:val="4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7">
    <w:name w:val="heading 7"/>
    <w:basedOn w:val="a1"/>
    <w:next w:val="a1"/>
    <w:qFormat/>
    <w:rsid w:val="00E40B21"/>
    <w:pPr>
      <w:numPr>
        <w:ilvl w:val="6"/>
        <w:numId w:val="4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8">
    <w:name w:val="heading 8"/>
    <w:basedOn w:val="a1"/>
    <w:next w:val="a1"/>
    <w:qFormat/>
    <w:rsid w:val="00E40B21"/>
    <w:pPr>
      <w:numPr>
        <w:ilvl w:val="7"/>
        <w:numId w:val="4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9">
    <w:name w:val="heading 9"/>
    <w:basedOn w:val="a1"/>
    <w:next w:val="a1"/>
    <w:qFormat/>
    <w:rsid w:val="00E40B21"/>
    <w:pPr>
      <w:numPr>
        <w:ilvl w:val="8"/>
        <w:numId w:val="4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a3">
    <w:name w:val="Default Paragraph Font"/>
    <w:uiPriority w:val="1"/>
    <w:semiHidden/>
    <w:unhideWhenUsed/>
    <w:rsid w:val="00E40B21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E40B21"/>
  </w:style>
  <w:style w:type="paragraph" w:styleId="a6">
    <w:name w:val="header"/>
    <w:basedOn w:val="a1"/>
    <w:rsid w:val="00E40B21"/>
    <w:pPr>
      <w:pBdr>
        <w:bottom w:val="single" w:sz="4" w:space="1" w:color="auto"/>
      </w:pBdr>
      <w:tabs>
        <w:tab w:val="center" w:pos="4820"/>
        <w:tab w:val="right" w:pos="9639"/>
      </w:tabs>
    </w:pPr>
    <w:rPr>
      <w:sz w:val="16"/>
      <w:szCs w:val="20"/>
    </w:rPr>
  </w:style>
  <w:style w:type="paragraph" w:styleId="10">
    <w:name w:val="toc 1"/>
    <w:basedOn w:val="a1"/>
    <w:next w:val="a1"/>
    <w:uiPriority w:val="39"/>
    <w:rsid w:val="00E40B21"/>
    <w:pPr>
      <w:suppressAutoHyphens/>
      <w:spacing w:before="120" w:after="120"/>
      <w:ind w:right="567"/>
    </w:pPr>
    <w:rPr>
      <w:b/>
      <w:sz w:val="24"/>
      <w:szCs w:val="20"/>
    </w:rPr>
  </w:style>
  <w:style w:type="paragraph" w:styleId="a7">
    <w:name w:val="footer"/>
    <w:basedOn w:val="a1"/>
    <w:rsid w:val="00E40B21"/>
    <w:pPr>
      <w:pBdr>
        <w:top w:val="single" w:sz="6" w:space="1" w:color="auto"/>
      </w:pBdr>
      <w:tabs>
        <w:tab w:val="center" w:pos="4820"/>
        <w:tab w:val="right" w:pos="9639"/>
      </w:tabs>
    </w:pPr>
    <w:rPr>
      <w:noProof/>
      <w:sz w:val="16"/>
      <w:szCs w:val="20"/>
    </w:rPr>
  </w:style>
  <w:style w:type="paragraph" w:styleId="a8">
    <w:name w:val="caption"/>
    <w:basedOn w:val="a1"/>
    <w:next w:val="a1"/>
    <w:qFormat/>
    <w:rsid w:val="00E40B21"/>
    <w:pPr>
      <w:spacing w:before="120" w:after="120"/>
    </w:pPr>
    <w:rPr>
      <w:b/>
      <w:szCs w:val="20"/>
    </w:rPr>
  </w:style>
  <w:style w:type="paragraph" w:customStyle="1" w:styleId="a9">
    <w:name w:val="Таблица_Строка_СамНИПИ"/>
    <w:rsid w:val="00E40B21"/>
    <w:pPr>
      <w:spacing w:before="120"/>
    </w:pPr>
    <w:rPr>
      <w:rFonts w:ascii="Arial" w:hAnsi="Arial"/>
      <w:snapToGrid w:val="0"/>
    </w:rPr>
  </w:style>
  <w:style w:type="paragraph" w:customStyle="1" w:styleId="aa">
    <w:name w:val="Таблица_Шапка_СамНИПИ"/>
    <w:rsid w:val="00E40B21"/>
    <w:pPr>
      <w:jc w:val="center"/>
    </w:pPr>
    <w:rPr>
      <w:rFonts w:ascii="Arial" w:hAnsi="Arial"/>
      <w:b/>
      <w:snapToGrid w:val="0"/>
    </w:rPr>
  </w:style>
  <w:style w:type="paragraph" w:customStyle="1" w:styleId="ab">
    <w:name w:val="Титульный СамНИПИ"/>
    <w:next w:val="a2"/>
    <w:link w:val="ac"/>
    <w:rsid w:val="00E40B21"/>
    <w:pPr>
      <w:jc w:val="center"/>
    </w:pPr>
    <w:rPr>
      <w:rFonts w:ascii="Arial" w:hAnsi="Arial"/>
      <w:b/>
      <w:bCs/>
      <w:sz w:val="32"/>
    </w:rPr>
  </w:style>
  <w:style w:type="paragraph" w:customStyle="1" w:styleId="a2">
    <w:name w:val="Основной текст СамНИПИ"/>
    <w:link w:val="ad"/>
    <w:rsid w:val="00E40B21"/>
    <w:pPr>
      <w:suppressAutoHyphens/>
      <w:spacing w:before="120"/>
      <w:ind w:firstLine="720"/>
      <w:jc w:val="both"/>
    </w:pPr>
    <w:rPr>
      <w:rFonts w:ascii="Arial" w:hAnsi="Arial"/>
      <w:bCs/>
    </w:rPr>
  </w:style>
  <w:style w:type="paragraph" w:customStyle="1" w:styleId="ae">
    <w:name w:val="Приложение СамНИПИ"/>
    <w:next w:val="a2"/>
    <w:rsid w:val="00E40B21"/>
    <w:pPr>
      <w:keepLines/>
      <w:jc w:val="center"/>
      <w:outlineLvl w:val="1"/>
    </w:pPr>
    <w:rPr>
      <w:rFonts w:ascii="Arial" w:hAnsi="Arial"/>
      <w:b/>
      <w:sz w:val="28"/>
    </w:rPr>
  </w:style>
  <w:style w:type="paragraph" w:customStyle="1" w:styleId="af">
    <w:name w:val="Рис_Номер_СамНИПИ"/>
    <w:next w:val="a2"/>
    <w:rsid w:val="00E40B21"/>
    <w:pPr>
      <w:keepLines/>
      <w:spacing w:before="120" w:after="120"/>
      <w:jc w:val="center"/>
    </w:pPr>
    <w:rPr>
      <w:rFonts w:ascii="Arial" w:hAnsi="Arial"/>
      <w:b/>
    </w:rPr>
  </w:style>
  <w:style w:type="paragraph" w:customStyle="1" w:styleId="af0">
    <w:name w:val="Таблица_Номер_СамНИПИ"/>
    <w:next w:val="a2"/>
    <w:rsid w:val="00E40B21"/>
    <w:pPr>
      <w:keepLines/>
      <w:spacing w:before="120" w:after="120"/>
    </w:pPr>
    <w:rPr>
      <w:rFonts w:ascii="Arial" w:hAnsi="Arial"/>
      <w:b/>
    </w:rPr>
  </w:style>
  <w:style w:type="paragraph" w:customStyle="1" w:styleId="40">
    <w:name w:val="Нижний колонтитул А4 СамНИПИ"/>
    <w:basedOn w:val="a7"/>
    <w:rsid w:val="00E40B21"/>
    <w:pPr>
      <w:tabs>
        <w:tab w:val="clear" w:pos="4820"/>
        <w:tab w:val="clear" w:pos="9639"/>
        <w:tab w:val="center" w:pos="4819"/>
        <w:tab w:val="right" w:pos="9638"/>
      </w:tabs>
    </w:pPr>
    <w:rPr>
      <w:lang w:val="en-US"/>
    </w:rPr>
  </w:style>
  <w:style w:type="paragraph" w:customStyle="1" w:styleId="41">
    <w:name w:val="Верхний колонтитул А4 СамНИПИ"/>
    <w:rsid w:val="00E40B21"/>
    <w:pPr>
      <w:pBdr>
        <w:bottom w:val="single" w:sz="4" w:space="1" w:color="auto"/>
      </w:pBdr>
      <w:tabs>
        <w:tab w:val="center" w:pos="4819"/>
        <w:tab w:val="right" w:pos="9638"/>
      </w:tabs>
    </w:pPr>
    <w:rPr>
      <w:rFonts w:ascii="Arial" w:hAnsi="Arial"/>
      <w:sz w:val="16"/>
    </w:rPr>
  </w:style>
  <w:style w:type="paragraph" w:styleId="20">
    <w:name w:val="toc 2"/>
    <w:basedOn w:val="a1"/>
    <w:next w:val="a1"/>
    <w:semiHidden/>
    <w:rsid w:val="00E40B21"/>
    <w:pPr>
      <w:suppressAutoHyphens/>
      <w:ind w:left="284" w:right="567"/>
    </w:pPr>
    <w:rPr>
      <w:sz w:val="24"/>
      <w:szCs w:val="20"/>
    </w:rPr>
  </w:style>
  <w:style w:type="paragraph" w:styleId="30">
    <w:name w:val="toc 3"/>
    <w:basedOn w:val="a1"/>
    <w:next w:val="a1"/>
    <w:semiHidden/>
    <w:rsid w:val="00E40B21"/>
    <w:pPr>
      <w:suppressAutoHyphens/>
      <w:ind w:left="567" w:right="567"/>
    </w:pPr>
    <w:rPr>
      <w:szCs w:val="20"/>
    </w:rPr>
  </w:style>
  <w:style w:type="paragraph" w:customStyle="1" w:styleId="31">
    <w:name w:val="Нижний колонтитул А3 СамНИПИ"/>
    <w:rsid w:val="00E40B21"/>
    <w:pPr>
      <w:pBdr>
        <w:top w:val="single" w:sz="4" w:space="1" w:color="auto"/>
      </w:pBdr>
      <w:tabs>
        <w:tab w:val="left" w:pos="11907"/>
        <w:tab w:val="center" w:pos="16727"/>
        <w:tab w:val="right" w:pos="21546"/>
      </w:tabs>
    </w:pPr>
    <w:rPr>
      <w:rFonts w:ascii="Arial" w:hAnsi="Arial"/>
      <w:sz w:val="16"/>
    </w:rPr>
  </w:style>
  <w:style w:type="paragraph" w:customStyle="1" w:styleId="32">
    <w:name w:val="Верхний колонтитул А3 СамНИПИ"/>
    <w:next w:val="a1"/>
    <w:rsid w:val="00E40B21"/>
    <w:pPr>
      <w:pBdr>
        <w:bottom w:val="single" w:sz="4" w:space="1" w:color="auto"/>
      </w:pBdr>
      <w:tabs>
        <w:tab w:val="left" w:pos="11907"/>
        <w:tab w:val="center" w:pos="16727"/>
        <w:tab w:val="right" w:pos="21546"/>
      </w:tabs>
    </w:pPr>
    <w:rPr>
      <w:rFonts w:ascii="Arial" w:hAnsi="Arial"/>
      <w:sz w:val="16"/>
    </w:rPr>
  </w:style>
  <w:style w:type="paragraph" w:styleId="42">
    <w:name w:val="toc 4"/>
    <w:basedOn w:val="a1"/>
    <w:next w:val="a1"/>
    <w:semiHidden/>
    <w:rsid w:val="00E40B21"/>
    <w:pPr>
      <w:suppressAutoHyphens/>
      <w:ind w:left="851" w:right="567"/>
    </w:pPr>
    <w:rPr>
      <w:szCs w:val="20"/>
    </w:rPr>
  </w:style>
  <w:style w:type="paragraph" w:styleId="a0">
    <w:name w:val="List Bullet"/>
    <w:basedOn w:val="a1"/>
    <w:rsid w:val="00E40B21"/>
    <w:pPr>
      <w:numPr>
        <w:numId w:val="42"/>
      </w:numPr>
      <w:jc w:val="both"/>
    </w:pPr>
    <w:rPr>
      <w:szCs w:val="20"/>
    </w:rPr>
  </w:style>
  <w:style w:type="paragraph" w:customStyle="1" w:styleId="a">
    <w:name w:val="Маркированный список СамНИПИ"/>
    <w:link w:val="af1"/>
    <w:rsid w:val="00E40B21"/>
    <w:pPr>
      <w:numPr>
        <w:numId w:val="43"/>
      </w:numPr>
      <w:tabs>
        <w:tab w:val="left" w:pos="1038"/>
      </w:tabs>
      <w:jc w:val="both"/>
    </w:pPr>
    <w:rPr>
      <w:rFonts w:ascii="Arial" w:hAnsi="Arial"/>
      <w:lang w:eastAsia="ja-JP"/>
    </w:rPr>
  </w:style>
  <w:style w:type="paragraph" w:styleId="af2">
    <w:name w:val="Body Text"/>
    <w:aliases w:val="Абзац"/>
    <w:basedOn w:val="a1"/>
    <w:link w:val="af3"/>
    <w:rsid w:val="00E40B21"/>
    <w:pPr>
      <w:suppressAutoHyphens/>
      <w:spacing w:before="120"/>
      <w:ind w:firstLine="720"/>
      <w:jc w:val="both"/>
    </w:pPr>
    <w:rPr>
      <w:szCs w:val="20"/>
    </w:rPr>
  </w:style>
  <w:style w:type="character" w:customStyle="1" w:styleId="ad">
    <w:name w:val="Основной текст СамНИПИ Знак"/>
    <w:link w:val="a2"/>
    <w:rsid w:val="00E40B21"/>
    <w:rPr>
      <w:rFonts w:ascii="Arial" w:hAnsi="Arial"/>
      <w:bCs/>
    </w:rPr>
  </w:style>
  <w:style w:type="table" w:styleId="af4">
    <w:name w:val="Table Grid"/>
    <w:basedOn w:val="a4"/>
    <w:uiPriority w:val="59"/>
    <w:rsid w:val="00E40B21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4"/>
    <w:next w:val="af4"/>
    <w:uiPriority w:val="99"/>
    <w:rsid w:val="00E40B21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4"/>
    <w:next w:val="af4"/>
    <w:uiPriority w:val="99"/>
    <w:rsid w:val="00E40B21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4"/>
    <w:next w:val="af4"/>
    <w:uiPriority w:val="99"/>
    <w:rsid w:val="00E40B21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4"/>
    <w:next w:val="af4"/>
    <w:uiPriority w:val="99"/>
    <w:rsid w:val="00E40B21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4"/>
    <w:next w:val="af4"/>
    <w:uiPriority w:val="99"/>
    <w:rsid w:val="00E40B21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4"/>
    <w:next w:val="af4"/>
    <w:uiPriority w:val="99"/>
    <w:rsid w:val="00E40B21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1"/>
    <w:link w:val="af6"/>
    <w:rsid w:val="00E40B21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sid w:val="00E40B21"/>
    <w:rPr>
      <w:rFonts w:ascii="Tahoma" w:hAnsi="Tahoma" w:cs="Tahoma"/>
      <w:sz w:val="16"/>
      <w:szCs w:val="16"/>
    </w:rPr>
  </w:style>
  <w:style w:type="character" w:customStyle="1" w:styleId="ac">
    <w:name w:val="Титульный СамНИПИ Знак"/>
    <w:link w:val="ab"/>
    <w:rsid w:val="00E40B21"/>
    <w:rPr>
      <w:rFonts w:ascii="Arial" w:hAnsi="Arial"/>
      <w:b/>
      <w:bCs/>
      <w:sz w:val="32"/>
    </w:rPr>
  </w:style>
  <w:style w:type="character" w:customStyle="1" w:styleId="af1">
    <w:name w:val="Маркированный список СамНИПИ Знак"/>
    <w:link w:val="a"/>
    <w:rsid w:val="00E40B21"/>
    <w:rPr>
      <w:rFonts w:ascii="Arial" w:hAnsi="Arial"/>
      <w:lang w:eastAsia="ja-JP"/>
    </w:rPr>
  </w:style>
  <w:style w:type="character" w:customStyle="1" w:styleId="af3">
    <w:name w:val="Основной текст Знак"/>
    <w:aliases w:val="Абзац Знак"/>
    <w:link w:val="af2"/>
    <w:rsid w:val="00E40B21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E40B21"/>
    <w:rPr>
      <w:rFonts w:ascii="Arial" w:hAnsi="Arial"/>
      <w:szCs w:val="24"/>
    </w:rPr>
  </w:style>
  <w:style w:type="paragraph" w:styleId="1">
    <w:name w:val="heading 1"/>
    <w:next w:val="a2"/>
    <w:qFormat/>
    <w:rsid w:val="00E40B21"/>
    <w:pPr>
      <w:keepNext/>
      <w:numPr>
        <w:numId w:val="41"/>
      </w:numPr>
      <w:spacing w:before="240" w:after="120"/>
      <w:outlineLvl w:val="0"/>
    </w:pPr>
    <w:rPr>
      <w:rFonts w:ascii="Arial" w:hAnsi="Arial"/>
      <w:b/>
      <w:kern w:val="28"/>
      <w:sz w:val="32"/>
    </w:rPr>
  </w:style>
  <w:style w:type="paragraph" w:styleId="2">
    <w:name w:val="heading 2"/>
    <w:next w:val="a2"/>
    <w:qFormat/>
    <w:rsid w:val="00E40B21"/>
    <w:pPr>
      <w:keepNext/>
      <w:numPr>
        <w:ilvl w:val="1"/>
        <w:numId w:val="41"/>
      </w:numPr>
      <w:spacing w:before="240" w:after="80"/>
      <w:outlineLvl w:val="1"/>
    </w:pPr>
    <w:rPr>
      <w:rFonts w:ascii="Arial" w:hAnsi="Arial"/>
      <w:b/>
      <w:sz w:val="28"/>
    </w:rPr>
  </w:style>
  <w:style w:type="paragraph" w:styleId="3">
    <w:name w:val="heading 3"/>
    <w:next w:val="a2"/>
    <w:qFormat/>
    <w:rsid w:val="00E40B21"/>
    <w:pPr>
      <w:keepNext/>
      <w:numPr>
        <w:ilvl w:val="2"/>
        <w:numId w:val="41"/>
      </w:numPr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next w:val="a2"/>
    <w:qFormat/>
    <w:rsid w:val="00E40B21"/>
    <w:pPr>
      <w:keepNext/>
      <w:keepLines/>
      <w:numPr>
        <w:ilvl w:val="3"/>
        <w:numId w:val="41"/>
      </w:numPr>
      <w:suppressAutoHyphens/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next w:val="a2"/>
    <w:qFormat/>
    <w:rsid w:val="00E40B21"/>
    <w:pPr>
      <w:keepNext/>
      <w:keepLines/>
      <w:numPr>
        <w:ilvl w:val="4"/>
        <w:numId w:val="41"/>
      </w:numPr>
      <w:spacing w:before="240" w:after="60"/>
      <w:outlineLvl w:val="4"/>
    </w:pPr>
    <w:rPr>
      <w:rFonts w:ascii="Arial" w:hAnsi="Arial"/>
      <w:b/>
      <w:bCs/>
      <w:iCs/>
      <w:sz w:val="24"/>
      <w:szCs w:val="26"/>
    </w:rPr>
  </w:style>
  <w:style w:type="paragraph" w:styleId="6">
    <w:name w:val="heading 6"/>
    <w:basedOn w:val="a1"/>
    <w:next w:val="a1"/>
    <w:qFormat/>
    <w:rsid w:val="00E40B21"/>
    <w:pPr>
      <w:numPr>
        <w:ilvl w:val="5"/>
        <w:numId w:val="4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7">
    <w:name w:val="heading 7"/>
    <w:basedOn w:val="a1"/>
    <w:next w:val="a1"/>
    <w:qFormat/>
    <w:rsid w:val="00E40B21"/>
    <w:pPr>
      <w:numPr>
        <w:ilvl w:val="6"/>
        <w:numId w:val="4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8">
    <w:name w:val="heading 8"/>
    <w:basedOn w:val="a1"/>
    <w:next w:val="a1"/>
    <w:qFormat/>
    <w:rsid w:val="00E40B21"/>
    <w:pPr>
      <w:numPr>
        <w:ilvl w:val="7"/>
        <w:numId w:val="4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9">
    <w:name w:val="heading 9"/>
    <w:basedOn w:val="a1"/>
    <w:next w:val="a1"/>
    <w:qFormat/>
    <w:rsid w:val="00E40B21"/>
    <w:pPr>
      <w:numPr>
        <w:ilvl w:val="8"/>
        <w:numId w:val="4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a3">
    <w:name w:val="Default Paragraph Font"/>
    <w:uiPriority w:val="1"/>
    <w:semiHidden/>
    <w:unhideWhenUsed/>
    <w:rsid w:val="00E40B21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E40B21"/>
  </w:style>
  <w:style w:type="paragraph" w:styleId="a6">
    <w:name w:val="header"/>
    <w:basedOn w:val="a1"/>
    <w:rsid w:val="00E40B21"/>
    <w:pPr>
      <w:pBdr>
        <w:bottom w:val="single" w:sz="4" w:space="1" w:color="auto"/>
      </w:pBdr>
      <w:tabs>
        <w:tab w:val="center" w:pos="4820"/>
        <w:tab w:val="right" w:pos="9639"/>
      </w:tabs>
    </w:pPr>
    <w:rPr>
      <w:sz w:val="16"/>
      <w:szCs w:val="20"/>
    </w:rPr>
  </w:style>
  <w:style w:type="paragraph" w:styleId="10">
    <w:name w:val="toc 1"/>
    <w:basedOn w:val="a1"/>
    <w:next w:val="a1"/>
    <w:uiPriority w:val="39"/>
    <w:rsid w:val="00E40B21"/>
    <w:pPr>
      <w:suppressAutoHyphens/>
      <w:spacing w:before="120" w:after="120"/>
      <w:ind w:right="567"/>
    </w:pPr>
    <w:rPr>
      <w:b/>
      <w:sz w:val="24"/>
      <w:szCs w:val="20"/>
    </w:rPr>
  </w:style>
  <w:style w:type="paragraph" w:styleId="a7">
    <w:name w:val="footer"/>
    <w:basedOn w:val="a1"/>
    <w:rsid w:val="00E40B21"/>
    <w:pPr>
      <w:pBdr>
        <w:top w:val="single" w:sz="6" w:space="1" w:color="auto"/>
      </w:pBdr>
      <w:tabs>
        <w:tab w:val="center" w:pos="4820"/>
        <w:tab w:val="right" w:pos="9639"/>
      </w:tabs>
    </w:pPr>
    <w:rPr>
      <w:noProof/>
      <w:sz w:val="16"/>
      <w:szCs w:val="20"/>
    </w:rPr>
  </w:style>
  <w:style w:type="paragraph" w:styleId="a8">
    <w:name w:val="caption"/>
    <w:basedOn w:val="a1"/>
    <w:next w:val="a1"/>
    <w:qFormat/>
    <w:rsid w:val="00E40B21"/>
    <w:pPr>
      <w:spacing w:before="120" w:after="120"/>
    </w:pPr>
    <w:rPr>
      <w:b/>
      <w:szCs w:val="20"/>
    </w:rPr>
  </w:style>
  <w:style w:type="paragraph" w:customStyle="1" w:styleId="a9">
    <w:name w:val="Таблица_Строка_СамНИПИ"/>
    <w:rsid w:val="00E40B21"/>
    <w:pPr>
      <w:spacing w:before="120"/>
    </w:pPr>
    <w:rPr>
      <w:rFonts w:ascii="Arial" w:hAnsi="Arial"/>
      <w:snapToGrid w:val="0"/>
    </w:rPr>
  </w:style>
  <w:style w:type="paragraph" w:customStyle="1" w:styleId="aa">
    <w:name w:val="Таблица_Шапка_СамНИПИ"/>
    <w:rsid w:val="00E40B21"/>
    <w:pPr>
      <w:jc w:val="center"/>
    </w:pPr>
    <w:rPr>
      <w:rFonts w:ascii="Arial" w:hAnsi="Arial"/>
      <w:b/>
      <w:snapToGrid w:val="0"/>
    </w:rPr>
  </w:style>
  <w:style w:type="paragraph" w:customStyle="1" w:styleId="ab">
    <w:name w:val="Титульный СамНИПИ"/>
    <w:next w:val="a2"/>
    <w:link w:val="ac"/>
    <w:rsid w:val="00E40B21"/>
    <w:pPr>
      <w:jc w:val="center"/>
    </w:pPr>
    <w:rPr>
      <w:rFonts w:ascii="Arial" w:hAnsi="Arial"/>
      <w:b/>
      <w:bCs/>
      <w:sz w:val="32"/>
    </w:rPr>
  </w:style>
  <w:style w:type="paragraph" w:customStyle="1" w:styleId="a2">
    <w:name w:val="Основной текст СамНИПИ"/>
    <w:link w:val="ad"/>
    <w:rsid w:val="00E40B21"/>
    <w:pPr>
      <w:suppressAutoHyphens/>
      <w:spacing w:before="120"/>
      <w:ind w:firstLine="720"/>
      <w:jc w:val="both"/>
    </w:pPr>
    <w:rPr>
      <w:rFonts w:ascii="Arial" w:hAnsi="Arial"/>
      <w:bCs/>
    </w:rPr>
  </w:style>
  <w:style w:type="paragraph" w:customStyle="1" w:styleId="ae">
    <w:name w:val="Приложение СамНИПИ"/>
    <w:next w:val="a2"/>
    <w:rsid w:val="00E40B21"/>
    <w:pPr>
      <w:keepLines/>
      <w:jc w:val="center"/>
      <w:outlineLvl w:val="1"/>
    </w:pPr>
    <w:rPr>
      <w:rFonts w:ascii="Arial" w:hAnsi="Arial"/>
      <w:b/>
      <w:sz w:val="28"/>
    </w:rPr>
  </w:style>
  <w:style w:type="paragraph" w:customStyle="1" w:styleId="af">
    <w:name w:val="Рис_Номер_СамНИПИ"/>
    <w:next w:val="a2"/>
    <w:rsid w:val="00E40B21"/>
    <w:pPr>
      <w:keepLines/>
      <w:spacing w:before="120" w:after="120"/>
      <w:jc w:val="center"/>
    </w:pPr>
    <w:rPr>
      <w:rFonts w:ascii="Arial" w:hAnsi="Arial"/>
      <w:b/>
    </w:rPr>
  </w:style>
  <w:style w:type="paragraph" w:customStyle="1" w:styleId="af0">
    <w:name w:val="Таблица_Номер_СамНИПИ"/>
    <w:next w:val="a2"/>
    <w:rsid w:val="00E40B21"/>
    <w:pPr>
      <w:keepLines/>
      <w:spacing w:before="120" w:after="120"/>
    </w:pPr>
    <w:rPr>
      <w:rFonts w:ascii="Arial" w:hAnsi="Arial"/>
      <w:b/>
    </w:rPr>
  </w:style>
  <w:style w:type="paragraph" w:customStyle="1" w:styleId="40">
    <w:name w:val="Нижний колонтитул А4 СамНИПИ"/>
    <w:basedOn w:val="a7"/>
    <w:rsid w:val="00E40B21"/>
    <w:pPr>
      <w:tabs>
        <w:tab w:val="clear" w:pos="4820"/>
        <w:tab w:val="clear" w:pos="9639"/>
        <w:tab w:val="center" w:pos="4819"/>
        <w:tab w:val="right" w:pos="9638"/>
      </w:tabs>
    </w:pPr>
    <w:rPr>
      <w:lang w:val="en-US"/>
    </w:rPr>
  </w:style>
  <w:style w:type="paragraph" w:customStyle="1" w:styleId="41">
    <w:name w:val="Верхний колонтитул А4 СамНИПИ"/>
    <w:rsid w:val="00E40B21"/>
    <w:pPr>
      <w:pBdr>
        <w:bottom w:val="single" w:sz="4" w:space="1" w:color="auto"/>
      </w:pBdr>
      <w:tabs>
        <w:tab w:val="center" w:pos="4819"/>
        <w:tab w:val="right" w:pos="9638"/>
      </w:tabs>
    </w:pPr>
    <w:rPr>
      <w:rFonts w:ascii="Arial" w:hAnsi="Arial"/>
      <w:sz w:val="16"/>
    </w:rPr>
  </w:style>
  <w:style w:type="paragraph" w:styleId="20">
    <w:name w:val="toc 2"/>
    <w:basedOn w:val="a1"/>
    <w:next w:val="a1"/>
    <w:semiHidden/>
    <w:rsid w:val="00E40B21"/>
    <w:pPr>
      <w:suppressAutoHyphens/>
      <w:ind w:left="284" w:right="567"/>
    </w:pPr>
    <w:rPr>
      <w:sz w:val="24"/>
      <w:szCs w:val="20"/>
    </w:rPr>
  </w:style>
  <w:style w:type="paragraph" w:styleId="30">
    <w:name w:val="toc 3"/>
    <w:basedOn w:val="a1"/>
    <w:next w:val="a1"/>
    <w:semiHidden/>
    <w:rsid w:val="00E40B21"/>
    <w:pPr>
      <w:suppressAutoHyphens/>
      <w:ind w:left="567" w:right="567"/>
    </w:pPr>
    <w:rPr>
      <w:szCs w:val="20"/>
    </w:rPr>
  </w:style>
  <w:style w:type="paragraph" w:customStyle="1" w:styleId="31">
    <w:name w:val="Нижний колонтитул А3 СамНИПИ"/>
    <w:rsid w:val="00E40B21"/>
    <w:pPr>
      <w:pBdr>
        <w:top w:val="single" w:sz="4" w:space="1" w:color="auto"/>
      </w:pBdr>
      <w:tabs>
        <w:tab w:val="left" w:pos="11907"/>
        <w:tab w:val="center" w:pos="16727"/>
        <w:tab w:val="right" w:pos="21546"/>
      </w:tabs>
    </w:pPr>
    <w:rPr>
      <w:rFonts w:ascii="Arial" w:hAnsi="Arial"/>
      <w:sz w:val="16"/>
    </w:rPr>
  </w:style>
  <w:style w:type="paragraph" w:customStyle="1" w:styleId="32">
    <w:name w:val="Верхний колонтитул А3 СамНИПИ"/>
    <w:next w:val="a1"/>
    <w:rsid w:val="00E40B21"/>
    <w:pPr>
      <w:pBdr>
        <w:bottom w:val="single" w:sz="4" w:space="1" w:color="auto"/>
      </w:pBdr>
      <w:tabs>
        <w:tab w:val="left" w:pos="11907"/>
        <w:tab w:val="center" w:pos="16727"/>
        <w:tab w:val="right" w:pos="21546"/>
      </w:tabs>
    </w:pPr>
    <w:rPr>
      <w:rFonts w:ascii="Arial" w:hAnsi="Arial"/>
      <w:sz w:val="16"/>
    </w:rPr>
  </w:style>
  <w:style w:type="paragraph" w:styleId="42">
    <w:name w:val="toc 4"/>
    <w:basedOn w:val="a1"/>
    <w:next w:val="a1"/>
    <w:semiHidden/>
    <w:rsid w:val="00E40B21"/>
    <w:pPr>
      <w:suppressAutoHyphens/>
      <w:ind w:left="851" w:right="567"/>
    </w:pPr>
    <w:rPr>
      <w:szCs w:val="20"/>
    </w:rPr>
  </w:style>
  <w:style w:type="paragraph" w:styleId="a0">
    <w:name w:val="List Bullet"/>
    <w:basedOn w:val="a1"/>
    <w:rsid w:val="00E40B21"/>
    <w:pPr>
      <w:numPr>
        <w:numId w:val="42"/>
      </w:numPr>
      <w:jc w:val="both"/>
    </w:pPr>
    <w:rPr>
      <w:szCs w:val="20"/>
    </w:rPr>
  </w:style>
  <w:style w:type="paragraph" w:customStyle="1" w:styleId="a">
    <w:name w:val="Маркированный список СамНИПИ"/>
    <w:link w:val="af1"/>
    <w:rsid w:val="00E40B21"/>
    <w:pPr>
      <w:numPr>
        <w:numId w:val="43"/>
      </w:numPr>
      <w:tabs>
        <w:tab w:val="left" w:pos="1038"/>
      </w:tabs>
      <w:jc w:val="both"/>
    </w:pPr>
    <w:rPr>
      <w:rFonts w:ascii="Arial" w:hAnsi="Arial"/>
      <w:lang w:eastAsia="ja-JP"/>
    </w:rPr>
  </w:style>
  <w:style w:type="paragraph" w:styleId="af2">
    <w:name w:val="Body Text"/>
    <w:aliases w:val="Абзац"/>
    <w:basedOn w:val="a1"/>
    <w:link w:val="af3"/>
    <w:rsid w:val="00E40B21"/>
    <w:pPr>
      <w:suppressAutoHyphens/>
      <w:spacing w:before="120"/>
      <w:ind w:firstLine="720"/>
      <w:jc w:val="both"/>
    </w:pPr>
    <w:rPr>
      <w:szCs w:val="20"/>
    </w:rPr>
  </w:style>
  <w:style w:type="character" w:customStyle="1" w:styleId="ad">
    <w:name w:val="Основной текст СамНИПИ Знак"/>
    <w:link w:val="a2"/>
    <w:rsid w:val="00E40B21"/>
    <w:rPr>
      <w:rFonts w:ascii="Arial" w:hAnsi="Arial"/>
      <w:bCs/>
    </w:rPr>
  </w:style>
  <w:style w:type="table" w:styleId="af4">
    <w:name w:val="Table Grid"/>
    <w:basedOn w:val="a4"/>
    <w:uiPriority w:val="59"/>
    <w:rsid w:val="00E40B21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4"/>
    <w:next w:val="af4"/>
    <w:uiPriority w:val="99"/>
    <w:rsid w:val="00E40B21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4"/>
    <w:next w:val="af4"/>
    <w:uiPriority w:val="99"/>
    <w:rsid w:val="00E40B21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4"/>
    <w:next w:val="af4"/>
    <w:uiPriority w:val="99"/>
    <w:rsid w:val="00E40B21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4"/>
    <w:next w:val="af4"/>
    <w:uiPriority w:val="99"/>
    <w:rsid w:val="00E40B21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4"/>
    <w:next w:val="af4"/>
    <w:uiPriority w:val="99"/>
    <w:rsid w:val="00E40B21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4"/>
    <w:next w:val="af4"/>
    <w:uiPriority w:val="99"/>
    <w:rsid w:val="00E40B21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1"/>
    <w:link w:val="af6"/>
    <w:rsid w:val="00E40B21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sid w:val="00E40B21"/>
    <w:rPr>
      <w:rFonts w:ascii="Tahoma" w:hAnsi="Tahoma" w:cs="Tahoma"/>
      <w:sz w:val="16"/>
      <w:szCs w:val="16"/>
    </w:rPr>
  </w:style>
  <w:style w:type="character" w:customStyle="1" w:styleId="ac">
    <w:name w:val="Титульный СамНИПИ Знак"/>
    <w:link w:val="ab"/>
    <w:rsid w:val="00E40B21"/>
    <w:rPr>
      <w:rFonts w:ascii="Arial" w:hAnsi="Arial"/>
      <w:b/>
      <w:bCs/>
      <w:sz w:val="32"/>
    </w:rPr>
  </w:style>
  <w:style w:type="character" w:customStyle="1" w:styleId="af1">
    <w:name w:val="Маркированный список СамНИПИ Знак"/>
    <w:link w:val="a"/>
    <w:rsid w:val="00E40B21"/>
    <w:rPr>
      <w:rFonts w:ascii="Arial" w:hAnsi="Arial"/>
      <w:lang w:eastAsia="ja-JP"/>
    </w:rPr>
  </w:style>
  <w:style w:type="character" w:customStyle="1" w:styleId="af3">
    <w:name w:val="Основной текст Знак"/>
    <w:aliases w:val="Абзац Знак"/>
    <w:link w:val="af2"/>
    <w:rsid w:val="00E40B2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1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oter" Target="footer5.xml"/><Relationship Id="rId3" Type="http://schemas.microsoft.com/office/2007/relationships/stylesWithEffects" Target="stylesWithEffect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footer" Target="footer7.xml"/><Relationship Id="rId10" Type="http://schemas.openxmlformats.org/officeDocument/2006/relationships/header" Target="header1.xm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Relationship Id="rId22" Type="http://schemas.openxmlformats.org/officeDocument/2006/relationships/header" Target="header7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s21402\Templates\Microsoft%20Office%202010\&#1057;&#1072;&#1084;&#1072;&#1088;&#1072;&#1053;&#1048;&#1055;&#1048;&#1085;&#1077;&#1092;&#1090;&#1100;\&#1058;&#1086;&#1084;_SPF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Том_SPF.dotm</Template>
  <TotalTime>2</TotalTime>
  <Pages>1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Comp006</Company>
  <LinksUpToDate>false</LinksUpToDate>
  <CharactersWithSpaces>3679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Ступникова Ирина Павловна</dc:creator>
  <cp:lastModifiedBy>Ступникова Ирина Павловна</cp:lastModifiedBy>
  <cp:revision>5</cp:revision>
  <cp:lastPrinted>2021-10-22T06:33:00Z</cp:lastPrinted>
  <dcterms:created xsi:type="dcterms:W3CDTF">2021-10-21T10:10:00Z</dcterms:created>
  <dcterms:modified xsi:type="dcterms:W3CDTF">2021-10-22T06:33:00Z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ип">
    <vt:lpwstr>Том</vt:lpwstr>
  </property>
  <property fmtid="{D5CDD505-2E9C-101B-9397-08002B2CF9AE}" pid="3" name="Наименование договора">
    <vt:lpwstr>Обустройство скважины №813 Сорочинско-Никольского месторождения</vt:lpwstr>
  </property>
  <property fmtid="{D5CDD505-2E9C-101B-9397-08002B2CF9AE}" pid="4" name="ГИП">
    <vt:lpwstr>А.А. Ячный</vt:lpwstr>
  </property>
  <property fmtid="{D5CDD505-2E9C-101B-9397-08002B2CF9AE}" pid="5" name="Номер тома">
    <vt:lpwstr>1.2</vt:lpwstr>
  </property>
  <property fmtid="{D5CDD505-2E9C-101B-9397-08002B2CF9AE}" pid="6" name="ГИП штамп">
    <vt:lpwstr>Ячный</vt:lpwstr>
  </property>
  <property fmtid="{D5CDD505-2E9C-101B-9397-08002B2CF9AE}" pid="7" name="Куратор">
    <vt:lpwstr/>
  </property>
  <property fmtid="{D5CDD505-2E9C-101B-9397-08002B2CF9AE}" pid="8" name="Раздел">
    <vt:lpwstr>Технический отчет по результатам инженерно-геодезических изысканий для подготовки проектной документации. </vt:lpwstr>
  </property>
  <property fmtid="{D5CDD505-2E9C-101B-9397-08002B2CF9AE}" pid="9" name="Часть">
    <vt:lpwstr>Часть 2 Материалы изысканий в формате MapInfo</vt:lpwstr>
  </property>
  <property fmtid="{D5CDD505-2E9C-101B-9397-08002B2CF9AE}" pid="10" name="Подраздел">
    <vt:lpwstr/>
  </property>
  <property fmtid="{D5CDD505-2E9C-101B-9397-08002B2CF9AE}" pid="11" name="Книга">
    <vt:lpwstr/>
  </property>
  <property fmtid="{D5CDD505-2E9C-101B-9397-08002B2CF9AE}" pid="12" name="Шифр тома">
    <vt:lpwstr>8186П-П-093.000.000-ИГДИ-02</vt:lpwstr>
  </property>
  <property fmtid="{D5CDD505-2E9C-101B-9397-08002B2CF9AE}" pid="13" name="ДолжностьУтв">
    <vt:lpwstr>Заместитель главного инженера по инженерным изысканиям и землеустроительным работам</vt:lpwstr>
  </property>
  <property fmtid="{D5CDD505-2E9C-101B-9397-08002B2CF9AE}" pid="14" name="ФИОУтв">
    <vt:lpwstr>Д.И. Касаев</vt:lpwstr>
  </property>
  <property fmtid="{D5CDD505-2E9C-101B-9397-08002B2CF9AE}" pid="15" name="Шифр_проекта">
    <vt:lpwstr>8186П</vt:lpwstr>
  </property>
  <property fmtid="{D5CDD505-2E9C-101B-9397-08002B2CF9AE}" pid="16" name="Объектовый_номер">
    <vt:lpwstr>093.000.000</vt:lpwstr>
  </property>
  <property fmtid="{D5CDD505-2E9C-101B-9397-08002B2CF9AE}" pid="17" name="Шифр документа">
    <vt:lpwstr>8186П-П-093.000.000-ИГДИ-02</vt:lpwstr>
  </property>
  <property fmtid="{D5CDD505-2E9C-101B-9397-08002B2CF9AE}" pid="18" name="Шифр">
    <vt:lpwstr>8186П-П-093.000.000-ИГДИ-02</vt:lpwstr>
  </property>
  <property fmtid="{D5CDD505-2E9C-101B-9397-08002B2CF9AE}" pid="19" name="Ячный">
    <vt:lpwstr>Ячный</vt:lpwstr>
  </property>
  <property fmtid="{D5CDD505-2E9C-101B-9397-08002B2CF9AE}" pid="20" name="Наименование">
    <vt:lpwstr>Технический отчет по результатам инженерно-геодезических изысканий для подготовки проектной документации. Часть 2 Материалы изысканий в формате MapInfo</vt:lpwstr>
  </property>
  <property fmtid="{D5CDD505-2E9C-101B-9397-08002B2CF9AE}" pid="21" name="Стадия">
    <vt:lpwstr>Предроектная документация</vt:lpwstr>
  </property>
  <property fmtid="{D5CDD505-2E9C-101B-9397-08002B2CF9AE}" pid="22" name="INVENTORYNUMBER">
    <vt:lpwstr/>
  </property>
</Properties>
</file>